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37ECA" w14:textId="77777777" w:rsidR="001B58EC" w:rsidRDefault="001B5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873C9B9" w14:textId="77777777" w:rsidTr="00DA5E07">
        <w:trPr>
          <w:trHeight w:hRule="exact" w:val="20"/>
        </w:trPr>
        <w:tc>
          <w:tcPr>
            <w:tcW w:w="1250" w:type="pct"/>
            <w:tcBorders>
              <w:top w:val="single" w:sz="4" w:space="0" w:color="auto"/>
              <w:bottom w:val="nil"/>
            </w:tcBorders>
          </w:tcPr>
          <w:p w14:paraId="59A3C7B3" w14:textId="77777777" w:rsidR="006217F2" w:rsidRPr="00CA03F1" w:rsidRDefault="006217F2" w:rsidP="00D11481"/>
        </w:tc>
        <w:tc>
          <w:tcPr>
            <w:tcW w:w="1250" w:type="pct"/>
            <w:tcBorders>
              <w:top w:val="single" w:sz="4" w:space="0" w:color="auto"/>
              <w:bottom w:val="nil"/>
              <w:right w:val="single" w:sz="4" w:space="0" w:color="auto"/>
            </w:tcBorders>
          </w:tcPr>
          <w:p w14:paraId="7B310054" w14:textId="77777777" w:rsidR="006217F2" w:rsidRDefault="006217F2" w:rsidP="00D11481"/>
        </w:tc>
        <w:tc>
          <w:tcPr>
            <w:tcW w:w="1250" w:type="pct"/>
            <w:tcBorders>
              <w:top w:val="single" w:sz="4" w:space="0" w:color="auto"/>
              <w:left w:val="single" w:sz="4" w:space="0" w:color="auto"/>
              <w:bottom w:val="nil"/>
            </w:tcBorders>
          </w:tcPr>
          <w:p w14:paraId="21E6A2B5" w14:textId="77777777" w:rsidR="006217F2" w:rsidRPr="00CA03F1" w:rsidRDefault="006217F2" w:rsidP="00DF54BA"/>
        </w:tc>
        <w:tc>
          <w:tcPr>
            <w:tcW w:w="1250" w:type="pct"/>
            <w:tcBorders>
              <w:top w:val="single" w:sz="4" w:space="0" w:color="auto"/>
              <w:bottom w:val="nil"/>
            </w:tcBorders>
          </w:tcPr>
          <w:p w14:paraId="27FCCDE6" w14:textId="77777777" w:rsidR="006217F2" w:rsidRDefault="006217F2" w:rsidP="00DF54BA"/>
        </w:tc>
      </w:tr>
    </w:tbl>
    <w:p w14:paraId="061F45C0" w14:textId="7426F678" w:rsidR="0005565C" w:rsidRPr="009166BC" w:rsidRDefault="00764548" w:rsidP="009166BC">
      <w:pPr>
        <w:jc w:val="center"/>
        <w:rPr>
          <w:b/>
          <w:sz w:val="48"/>
          <w:szCs w:val="48"/>
        </w:rPr>
      </w:pPr>
      <w:r>
        <w:rPr>
          <w:b/>
          <w:sz w:val="48"/>
          <w:szCs w:val="48"/>
        </w:rPr>
        <w:t>Personal Protective Equipment (PPE</w:t>
      </w:r>
      <w:r w:rsidR="009166BC">
        <w:rPr>
          <w:b/>
          <w:sz w:val="48"/>
          <w:szCs w:val="48"/>
        </w:rPr>
        <w:t>) Activity</w:t>
      </w:r>
    </w:p>
    <w:p w14:paraId="78C39BD5" w14:textId="77777777" w:rsidR="0005565C" w:rsidRPr="001A7425" w:rsidRDefault="00652A22" w:rsidP="0005565C">
      <w:pPr>
        <w:jc w:val="center"/>
        <w:rPr>
          <w:b/>
          <w:sz w:val="36"/>
          <w:szCs w:val="36"/>
        </w:rPr>
      </w:pPr>
      <w:r>
        <w:rPr>
          <w:b/>
          <w:sz w:val="36"/>
          <w:szCs w:val="36"/>
        </w:rPr>
        <w:t>Participant</w:t>
      </w:r>
      <w:r w:rsidR="0005565C" w:rsidRPr="001A7425">
        <w:rPr>
          <w:b/>
          <w:sz w:val="36"/>
          <w:szCs w:val="36"/>
        </w:rPr>
        <w:t xml:space="preserve"> Guide</w:t>
      </w:r>
    </w:p>
    <w:p w14:paraId="033E265B" w14:textId="77777777" w:rsidR="00EC58CF" w:rsidRPr="00EC58CF" w:rsidRDefault="00EC58CF" w:rsidP="00EC58CF">
      <w:pPr>
        <w:jc w:val="center"/>
        <w:rPr>
          <w:b/>
          <w:sz w:val="48"/>
          <w:szCs w:val="48"/>
        </w:rPr>
        <w:sectPr w:rsidR="00EC58CF" w:rsidRPr="00EC58CF" w:rsidSect="009166BC">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p w14:paraId="02521ACC" w14:textId="77777777" w:rsidR="00E60D1E" w:rsidRDefault="00E60D1E" w:rsidP="00D57370">
      <w:pPr>
        <w:pStyle w:val="Header"/>
      </w:pPr>
    </w:p>
    <w:p w14:paraId="1378E7BB" w14:textId="77777777" w:rsidR="00E60D1E" w:rsidRPr="00C03200" w:rsidRDefault="00E60D1E"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721832BE" w14:textId="77777777" w:rsidTr="00DA5E07">
        <w:trPr>
          <w:cantSplit/>
          <w:trHeight w:val="450"/>
        </w:trPr>
        <w:tc>
          <w:tcPr>
            <w:tcW w:w="510" w:type="pct"/>
            <w:vAlign w:val="bottom"/>
          </w:tcPr>
          <w:p w14:paraId="205EB1D3" w14:textId="77777777" w:rsidR="00764548" w:rsidRPr="00C03200" w:rsidRDefault="00764548" w:rsidP="00DA5E07">
            <w:pPr>
              <w:pStyle w:val="BodyText"/>
              <w:keepNext/>
              <w:keepLines/>
              <w:rPr>
                <w:szCs w:val="24"/>
              </w:rPr>
            </w:pPr>
            <w:bookmarkStart w:id="0" w:name="Saf_HazMat_AC50_dldl76"/>
          </w:p>
        </w:tc>
        <w:tc>
          <w:tcPr>
            <w:tcW w:w="4490" w:type="pct"/>
            <w:vAlign w:val="bottom"/>
          </w:tcPr>
          <w:p w14:paraId="6BD8AAAA" w14:textId="77777777" w:rsidR="00764548" w:rsidRPr="00C03200" w:rsidRDefault="00764548" w:rsidP="00764548">
            <w:pPr>
              <w:pStyle w:val="lvl1Text"/>
              <w:rPr>
                <w:sz w:val="24"/>
                <w:szCs w:val="24"/>
              </w:rPr>
            </w:pPr>
            <w:r w:rsidRPr="00C03200">
              <w:rPr>
                <w:sz w:val="24"/>
                <w:szCs w:val="24"/>
              </w:rPr>
              <w:t>Introduction</w:t>
            </w:r>
          </w:p>
        </w:tc>
      </w:tr>
      <w:tr w:rsidR="00764548" w:rsidRPr="00C03200" w14:paraId="4EFC2C0A" w14:textId="77777777" w:rsidTr="00DA5E07">
        <w:trPr>
          <w:cantSplit/>
        </w:trPr>
        <w:tc>
          <w:tcPr>
            <w:tcW w:w="510" w:type="pct"/>
          </w:tcPr>
          <w:p w14:paraId="255F8DF3" w14:textId="77777777" w:rsidR="00764548" w:rsidRPr="00C03200" w:rsidRDefault="00764548" w:rsidP="00764548">
            <w:pPr>
              <w:pStyle w:val="txtx1"/>
            </w:pPr>
          </w:p>
        </w:tc>
        <w:tc>
          <w:tcPr>
            <w:tcW w:w="4490" w:type="pct"/>
          </w:tcPr>
          <w:p w14:paraId="5DD55E8B" w14:textId="77777777" w:rsidR="00C03200" w:rsidRDefault="00C03200" w:rsidP="00764548"/>
          <w:p w14:paraId="0DA06BEE" w14:textId="77777777" w:rsidR="00764548" w:rsidRDefault="00764548" w:rsidP="00764548">
            <w:r w:rsidRPr="00C03200">
              <w:t>Manufacturing microsystems involves working with hazardous materials.  Anyone who works with hazardous materials must understand the personal and environmental hazards involved with these materials, as well as the proper personal protection that must be employed.  This activity will exercise your knowledge of the personal protective equipment (PPE) necessary to work with these hazardous materials.</w:t>
            </w:r>
          </w:p>
          <w:p w14:paraId="5D98EE55" w14:textId="77777777" w:rsidR="009166BC" w:rsidRPr="00C03200" w:rsidRDefault="009166BC" w:rsidP="00764548"/>
        </w:tc>
      </w:tr>
      <w:tr w:rsidR="009166BC" w:rsidRPr="00C03200" w14:paraId="4D304958" w14:textId="77777777" w:rsidTr="009166BC">
        <w:trPr>
          <w:cantSplit/>
        </w:trPr>
        <w:tc>
          <w:tcPr>
            <w:tcW w:w="510" w:type="pct"/>
          </w:tcPr>
          <w:p w14:paraId="561FFEA5" w14:textId="77777777" w:rsidR="009166BC" w:rsidRPr="00C03200" w:rsidRDefault="009166BC" w:rsidP="009166BC">
            <w:pPr>
              <w:pStyle w:val="txtx1"/>
            </w:pPr>
            <w:bookmarkStart w:id="1" w:name="Saf_HazMat_AC50_dldl108"/>
            <w:bookmarkEnd w:id="0"/>
          </w:p>
        </w:tc>
        <w:tc>
          <w:tcPr>
            <w:tcW w:w="4490" w:type="pct"/>
          </w:tcPr>
          <w:p w14:paraId="2478E685" w14:textId="77777777" w:rsidR="009166BC" w:rsidRPr="009166BC" w:rsidRDefault="009166BC" w:rsidP="009166BC">
            <w:pPr>
              <w:rPr>
                <w:b/>
              </w:rPr>
            </w:pPr>
            <w:r w:rsidRPr="009166BC">
              <w:rPr>
                <w:b/>
              </w:rPr>
              <w:t>Description and Estimated Time to Complete</w:t>
            </w:r>
          </w:p>
        </w:tc>
      </w:tr>
      <w:tr w:rsidR="009166BC" w:rsidRPr="00C03200" w14:paraId="57C690E9" w14:textId="77777777" w:rsidTr="009166BC">
        <w:trPr>
          <w:cantSplit/>
        </w:trPr>
        <w:tc>
          <w:tcPr>
            <w:tcW w:w="510" w:type="pct"/>
          </w:tcPr>
          <w:p w14:paraId="507A8451" w14:textId="77777777" w:rsidR="009166BC" w:rsidRPr="00C03200" w:rsidRDefault="009166BC" w:rsidP="00076EC8">
            <w:pPr>
              <w:pStyle w:val="txtx1"/>
            </w:pPr>
          </w:p>
        </w:tc>
        <w:tc>
          <w:tcPr>
            <w:tcW w:w="4490" w:type="pct"/>
          </w:tcPr>
          <w:p w14:paraId="0732FEFB" w14:textId="77777777" w:rsidR="009166BC" w:rsidRDefault="009166BC" w:rsidP="00076EC8"/>
          <w:p w14:paraId="4A6C97B5" w14:textId="4D721359" w:rsidR="009166BC" w:rsidRPr="00C03200" w:rsidRDefault="009166BC" w:rsidP="00076EC8">
            <w:r>
              <w:t>This a</w:t>
            </w:r>
            <w:r w:rsidRPr="00C03200">
              <w:t>ctivity provides</w:t>
            </w:r>
          </w:p>
          <w:p w14:paraId="4304E142" w14:textId="77777777" w:rsidR="009166BC" w:rsidRPr="00C03200" w:rsidRDefault="009166BC" w:rsidP="00076EC8">
            <w:pPr>
              <w:pStyle w:val="BulletList"/>
              <w:rPr>
                <w:szCs w:val="24"/>
              </w:rPr>
            </w:pPr>
            <w:r w:rsidRPr="00C03200">
              <w:rPr>
                <w:szCs w:val="24"/>
              </w:rPr>
              <w:t>A crossword puzzle which utilizes your knowledge of PPE</w:t>
            </w:r>
          </w:p>
          <w:p w14:paraId="2D426709" w14:textId="77777777" w:rsidR="009166BC" w:rsidRPr="00C03200" w:rsidRDefault="009166BC" w:rsidP="00076EC8">
            <w:pPr>
              <w:pStyle w:val="BulletList"/>
              <w:rPr>
                <w:szCs w:val="24"/>
              </w:rPr>
            </w:pPr>
            <w:r w:rsidRPr="00C03200">
              <w:rPr>
                <w:szCs w:val="24"/>
              </w:rPr>
              <w:t>Post-activity questions pertaining to PPE and its correct usage</w:t>
            </w:r>
          </w:p>
          <w:p w14:paraId="677797BD" w14:textId="77777777" w:rsidR="009166BC" w:rsidRPr="00C03200" w:rsidRDefault="009166BC" w:rsidP="00076EC8"/>
          <w:p w14:paraId="720514D5" w14:textId="77777777" w:rsidR="009166BC" w:rsidRPr="00C03200" w:rsidRDefault="009166BC" w:rsidP="00076EC8">
            <w:r w:rsidRPr="00C03200">
              <w:t>Allow at least 15 minutes to complete the crossword puzzle.</w:t>
            </w:r>
          </w:p>
          <w:p w14:paraId="47FD3427" w14:textId="77777777" w:rsidR="009166BC" w:rsidRPr="00C03200" w:rsidRDefault="009166BC" w:rsidP="00076EC8">
            <w:r w:rsidRPr="00C03200">
              <w:t>Allow 10 minutes to complete the Post-Activity questions.</w:t>
            </w:r>
          </w:p>
        </w:tc>
      </w:tr>
      <w:bookmarkEnd w:id="1"/>
    </w:tbl>
    <w:p w14:paraId="3B324A75"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0AD86129" w14:textId="77777777" w:rsidTr="00DA5E07">
        <w:trPr>
          <w:cantSplit/>
          <w:trHeight w:val="423"/>
        </w:trPr>
        <w:tc>
          <w:tcPr>
            <w:tcW w:w="510" w:type="pct"/>
            <w:vAlign w:val="bottom"/>
          </w:tcPr>
          <w:p w14:paraId="135F47A5" w14:textId="77777777" w:rsidR="00764548" w:rsidRPr="00C03200" w:rsidRDefault="00764548" w:rsidP="00DA5E07">
            <w:pPr>
              <w:pStyle w:val="BodyText"/>
              <w:keepNext/>
              <w:keepLines/>
              <w:rPr>
                <w:szCs w:val="24"/>
              </w:rPr>
            </w:pPr>
            <w:bookmarkStart w:id="2" w:name="Saf_HazMat_AC50_dldl77"/>
          </w:p>
        </w:tc>
        <w:tc>
          <w:tcPr>
            <w:tcW w:w="4490" w:type="pct"/>
            <w:vAlign w:val="bottom"/>
          </w:tcPr>
          <w:p w14:paraId="494C2FF3" w14:textId="77777777" w:rsidR="00764548" w:rsidRPr="00C03200" w:rsidRDefault="00764548" w:rsidP="00764548">
            <w:pPr>
              <w:pStyle w:val="lvl1Text"/>
              <w:rPr>
                <w:sz w:val="24"/>
                <w:szCs w:val="24"/>
              </w:rPr>
            </w:pPr>
            <w:r w:rsidRPr="00C03200">
              <w:rPr>
                <w:sz w:val="24"/>
                <w:szCs w:val="24"/>
              </w:rPr>
              <w:t>Activity Objectives and Outcomes</w:t>
            </w:r>
          </w:p>
        </w:tc>
      </w:tr>
      <w:tr w:rsidR="00764548" w:rsidRPr="00C03200" w14:paraId="29EDFFBC" w14:textId="77777777" w:rsidTr="00DA5E07">
        <w:trPr>
          <w:cantSplit/>
        </w:trPr>
        <w:tc>
          <w:tcPr>
            <w:tcW w:w="510" w:type="pct"/>
          </w:tcPr>
          <w:p w14:paraId="2A141A3E" w14:textId="77777777" w:rsidR="00764548" w:rsidRPr="00C03200" w:rsidRDefault="00764548" w:rsidP="00764548">
            <w:pPr>
              <w:pStyle w:val="txtx1"/>
            </w:pPr>
          </w:p>
        </w:tc>
        <w:tc>
          <w:tcPr>
            <w:tcW w:w="4490" w:type="pct"/>
          </w:tcPr>
          <w:p w14:paraId="603F86C7" w14:textId="77777777" w:rsidR="00764548" w:rsidRPr="00C03200" w:rsidRDefault="00764548" w:rsidP="00764548">
            <w:pPr>
              <w:rPr>
                <w:u w:val="single"/>
              </w:rPr>
            </w:pPr>
            <w:r w:rsidRPr="00C03200">
              <w:rPr>
                <w:u w:val="single"/>
              </w:rPr>
              <w:t>Activity Objectives</w:t>
            </w:r>
          </w:p>
          <w:p w14:paraId="00225A5C" w14:textId="77777777" w:rsidR="00764548" w:rsidRPr="00C03200" w:rsidRDefault="00C03200" w:rsidP="003E7F4D">
            <w:pPr>
              <w:numPr>
                <w:ilvl w:val="0"/>
                <w:numId w:val="9"/>
              </w:numPr>
            </w:pPr>
            <w:r>
              <w:t>Identify the types of PPE used for various situations</w:t>
            </w:r>
          </w:p>
          <w:p w14:paraId="40F13BA3" w14:textId="77777777" w:rsidR="00764548" w:rsidRPr="00C03200" w:rsidRDefault="00764548" w:rsidP="00764548"/>
          <w:p w14:paraId="0189A93F" w14:textId="77777777" w:rsidR="00764548" w:rsidRPr="00C03200" w:rsidRDefault="00764548" w:rsidP="00764548">
            <w:pPr>
              <w:rPr>
                <w:u w:val="single"/>
              </w:rPr>
            </w:pPr>
            <w:r w:rsidRPr="00C03200">
              <w:rPr>
                <w:u w:val="single"/>
              </w:rPr>
              <w:t>Activity Outcomes</w:t>
            </w:r>
          </w:p>
          <w:p w14:paraId="192E8D43" w14:textId="77777777" w:rsidR="00764548" w:rsidRPr="00C03200" w:rsidRDefault="00764548" w:rsidP="00764548">
            <w:r w:rsidRPr="00C03200">
              <w:t>After the completion of this activity, you will have strengthened your knowledge of the PPE required when working with the hazardous materials involved in microsystems manufacturing.</w:t>
            </w:r>
          </w:p>
        </w:tc>
      </w:tr>
      <w:bookmarkEnd w:id="2"/>
    </w:tbl>
    <w:p w14:paraId="2A789DB6"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438F1A79" w14:textId="77777777" w:rsidTr="00DA5E07">
        <w:trPr>
          <w:cantSplit/>
          <w:trHeight w:val="405"/>
        </w:trPr>
        <w:tc>
          <w:tcPr>
            <w:tcW w:w="510" w:type="pct"/>
            <w:vAlign w:val="bottom"/>
          </w:tcPr>
          <w:p w14:paraId="7047191B" w14:textId="77777777" w:rsidR="00764548" w:rsidRPr="00C03200" w:rsidRDefault="00764548" w:rsidP="00DA5E07">
            <w:pPr>
              <w:pStyle w:val="BodyText"/>
              <w:keepNext/>
              <w:keepLines/>
              <w:rPr>
                <w:szCs w:val="24"/>
              </w:rPr>
            </w:pPr>
            <w:bookmarkStart w:id="3" w:name="Saf_HazMat_AC50_dldl121"/>
          </w:p>
        </w:tc>
        <w:tc>
          <w:tcPr>
            <w:tcW w:w="4490" w:type="pct"/>
            <w:vAlign w:val="bottom"/>
          </w:tcPr>
          <w:p w14:paraId="729B1C07" w14:textId="77777777" w:rsidR="00764548" w:rsidRPr="00C03200" w:rsidRDefault="00764548" w:rsidP="00764548">
            <w:pPr>
              <w:pStyle w:val="lvl1Text"/>
              <w:rPr>
                <w:sz w:val="24"/>
                <w:szCs w:val="24"/>
              </w:rPr>
            </w:pPr>
            <w:r w:rsidRPr="00C03200">
              <w:rPr>
                <w:sz w:val="24"/>
                <w:szCs w:val="24"/>
              </w:rPr>
              <w:t>Dependencies</w:t>
            </w:r>
          </w:p>
        </w:tc>
      </w:tr>
      <w:tr w:rsidR="00764548" w:rsidRPr="00C03200" w14:paraId="5DCCC767" w14:textId="77777777" w:rsidTr="00DA5E07">
        <w:trPr>
          <w:cantSplit/>
        </w:trPr>
        <w:tc>
          <w:tcPr>
            <w:tcW w:w="510" w:type="pct"/>
          </w:tcPr>
          <w:p w14:paraId="63F77D61" w14:textId="77777777" w:rsidR="00764548" w:rsidRPr="00C03200" w:rsidRDefault="00764548" w:rsidP="00764548">
            <w:pPr>
              <w:pStyle w:val="txtx1"/>
            </w:pPr>
          </w:p>
        </w:tc>
        <w:tc>
          <w:tcPr>
            <w:tcW w:w="4490" w:type="pct"/>
          </w:tcPr>
          <w:p w14:paraId="2891E1E2" w14:textId="77777777" w:rsidR="00764548" w:rsidRPr="00C03200" w:rsidRDefault="00764548" w:rsidP="00764548">
            <w:r w:rsidRPr="00C03200">
              <w:t xml:space="preserve">It would be helpful to review the following </w:t>
            </w:r>
            <w:r w:rsidR="00C03200">
              <w:t>SCME units</w:t>
            </w:r>
            <w:r w:rsidRPr="00C03200">
              <w:t>:</w:t>
            </w:r>
          </w:p>
          <w:p w14:paraId="7F93674D" w14:textId="77777777" w:rsidR="00764548" w:rsidRPr="00C03200" w:rsidRDefault="008C1041" w:rsidP="00764548">
            <w:pPr>
              <w:pStyle w:val="BulletList"/>
              <w:rPr>
                <w:szCs w:val="24"/>
              </w:rPr>
            </w:pPr>
            <w:r w:rsidRPr="00C03200">
              <w:rPr>
                <w:szCs w:val="24"/>
              </w:rPr>
              <w:t xml:space="preserve">PPE PK </w:t>
            </w:r>
            <w:r w:rsidR="00764548" w:rsidRPr="00C03200">
              <w:rPr>
                <w:szCs w:val="24"/>
              </w:rPr>
              <w:t xml:space="preserve">– This </w:t>
            </w:r>
            <w:r w:rsidRPr="00C03200">
              <w:rPr>
                <w:szCs w:val="24"/>
              </w:rPr>
              <w:t>unit</w:t>
            </w:r>
            <w:r w:rsidR="00764548" w:rsidRPr="00C03200">
              <w:rPr>
                <w:szCs w:val="24"/>
              </w:rPr>
              <w:t xml:space="preserve"> will be particularly helpful when answering the post-</w:t>
            </w:r>
            <w:r w:rsidRPr="00C03200">
              <w:rPr>
                <w:szCs w:val="24"/>
              </w:rPr>
              <w:t>activity</w:t>
            </w:r>
            <w:r w:rsidR="00764548" w:rsidRPr="00C03200">
              <w:rPr>
                <w:szCs w:val="24"/>
              </w:rPr>
              <w:t xml:space="preserve"> questions.</w:t>
            </w:r>
          </w:p>
          <w:p w14:paraId="54EEEAC2" w14:textId="77777777" w:rsidR="008C1041" w:rsidRPr="00C03200" w:rsidRDefault="00874B1F" w:rsidP="008C1041">
            <w:pPr>
              <w:pStyle w:val="BulletList"/>
              <w:rPr>
                <w:szCs w:val="24"/>
              </w:rPr>
            </w:pPr>
            <w:r w:rsidRPr="00C03200">
              <w:rPr>
                <w:szCs w:val="24"/>
              </w:rPr>
              <w:t xml:space="preserve">Hazardous Materials I PK </w:t>
            </w:r>
          </w:p>
          <w:p w14:paraId="6CB102FE" w14:textId="77777777" w:rsidR="00764548" w:rsidRPr="00C03200" w:rsidRDefault="00764548" w:rsidP="008C1041">
            <w:pPr>
              <w:pStyle w:val="BulletList"/>
              <w:rPr>
                <w:szCs w:val="24"/>
              </w:rPr>
            </w:pPr>
            <w:r w:rsidRPr="00C03200">
              <w:rPr>
                <w:szCs w:val="24"/>
              </w:rPr>
              <w:t xml:space="preserve">Hazardous Materials II PK </w:t>
            </w:r>
          </w:p>
        </w:tc>
      </w:tr>
      <w:bookmarkEnd w:id="3"/>
    </w:tbl>
    <w:p w14:paraId="140AA173"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C03200" w14:paraId="0D12D4A8" w14:textId="77777777" w:rsidTr="00DA5E07">
        <w:trPr>
          <w:cantSplit/>
          <w:trHeight w:val="360"/>
        </w:trPr>
        <w:tc>
          <w:tcPr>
            <w:tcW w:w="510" w:type="pct"/>
            <w:vAlign w:val="bottom"/>
          </w:tcPr>
          <w:p w14:paraId="76E062E2" w14:textId="77777777" w:rsidR="00764548" w:rsidRPr="00C03200" w:rsidRDefault="00764548" w:rsidP="00DA5E07">
            <w:pPr>
              <w:pStyle w:val="BodyText"/>
              <w:keepNext/>
              <w:keepLines/>
              <w:rPr>
                <w:szCs w:val="24"/>
              </w:rPr>
            </w:pPr>
            <w:bookmarkStart w:id="4" w:name="Saf_HazMat_AC50_dldl131"/>
          </w:p>
        </w:tc>
        <w:tc>
          <w:tcPr>
            <w:tcW w:w="4490" w:type="pct"/>
            <w:vAlign w:val="bottom"/>
          </w:tcPr>
          <w:p w14:paraId="193E7B74" w14:textId="77777777" w:rsidR="00764548" w:rsidRPr="00C03200" w:rsidRDefault="00764548" w:rsidP="00764548">
            <w:pPr>
              <w:pStyle w:val="lvl1Text"/>
              <w:rPr>
                <w:sz w:val="24"/>
                <w:szCs w:val="24"/>
              </w:rPr>
            </w:pPr>
            <w:r w:rsidRPr="00C03200">
              <w:rPr>
                <w:sz w:val="24"/>
                <w:szCs w:val="24"/>
              </w:rPr>
              <w:t>Supplies</w:t>
            </w:r>
          </w:p>
        </w:tc>
      </w:tr>
      <w:tr w:rsidR="00764548" w:rsidRPr="00C03200" w14:paraId="0705B114" w14:textId="77777777" w:rsidTr="00DA5E07">
        <w:trPr>
          <w:cantSplit/>
        </w:trPr>
        <w:tc>
          <w:tcPr>
            <w:tcW w:w="510" w:type="pct"/>
          </w:tcPr>
          <w:p w14:paraId="2674D765" w14:textId="77777777" w:rsidR="00764548" w:rsidRPr="00C03200" w:rsidRDefault="00764548" w:rsidP="00764548">
            <w:pPr>
              <w:pStyle w:val="txtx1"/>
            </w:pPr>
          </w:p>
        </w:tc>
        <w:tc>
          <w:tcPr>
            <w:tcW w:w="4490" w:type="pct"/>
          </w:tcPr>
          <w:p w14:paraId="6B781787" w14:textId="77777777" w:rsidR="00764548" w:rsidRPr="00C03200" w:rsidRDefault="00764548" w:rsidP="00764548">
            <w:pPr>
              <w:pStyle w:val="BulletList"/>
              <w:rPr>
                <w:szCs w:val="24"/>
              </w:rPr>
            </w:pPr>
            <w:r w:rsidRPr="00C03200">
              <w:rPr>
                <w:szCs w:val="24"/>
              </w:rPr>
              <w:t>A printout of the crossword puzzle</w:t>
            </w:r>
          </w:p>
          <w:p w14:paraId="792B8E13" w14:textId="77777777" w:rsidR="00764548" w:rsidRPr="00C03200" w:rsidRDefault="00764548" w:rsidP="00764548">
            <w:pPr>
              <w:pStyle w:val="BulletList"/>
              <w:rPr>
                <w:szCs w:val="24"/>
              </w:rPr>
            </w:pPr>
            <w:r w:rsidRPr="00C03200">
              <w:rPr>
                <w:szCs w:val="24"/>
              </w:rPr>
              <w:t>Pencil</w:t>
            </w:r>
          </w:p>
          <w:p w14:paraId="16F66ECF" w14:textId="77777777" w:rsidR="00764548" w:rsidRPr="00C03200" w:rsidRDefault="00764548" w:rsidP="00764548">
            <w:pPr>
              <w:pStyle w:val="BulletList"/>
              <w:rPr>
                <w:szCs w:val="24"/>
              </w:rPr>
            </w:pPr>
            <w:r w:rsidRPr="00C03200">
              <w:rPr>
                <w:szCs w:val="24"/>
              </w:rPr>
              <w:t>The Post-</w:t>
            </w:r>
            <w:r w:rsidR="008C1041" w:rsidRPr="00C03200">
              <w:rPr>
                <w:szCs w:val="24"/>
              </w:rPr>
              <w:t>activity</w:t>
            </w:r>
            <w:r w:rsidRPr="00C03200">
              <w:rPr>
                <w:szCs w:val="24"/>
              </w:rPr>
              <w:t xml:space="preserve"> Questions</w:t>
            </w:r>
          </w:p>
        </w:tc>
      </w:tr>
      <w:bookmarkEnd w:id="4"/>
    </w:tbl>
    <w:p w14:paraId="0066F063" w14:textId="77777777" w:rsidR="00764548" w:rsidRPr="00C03200" w:rsidRDefault="00764548"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764548" w:rsidRPr="00DA5E07" w14:paraId="5D7A7F1F" w14:textId="77777777" w:rsidTr="00DA5E07">
        <w:trPr>
          <w:cantSplit/>
          <w:trHeight w:val="450"/>
        </w:trPr>
        <w:tc>
          <w:tcPr>
            <w:tcW w:w="510" w:type="pct"/>
            <w:vAlign w:val="bottom"/>
          </w:tcPr>
          <w:p w14:paraId="0820A836" w14:textId="77777777" w:rsidR="00764548" w:rsidRPr="00B960A3" w:rsidRDefault="00764548" w:rsidP="00DA5E07">
            <w:pPr>
              <w:pStyle w:val="BodyText"/>
              <w:keepNext/>
              <w:keepLines/>
            </w:pPr>
            <w:bookmarkStart w:id="5" w:name="Saf_HazMat_AC50_dldl168"/>
          </w:p>
        </w:tc>
        <w:tc>
          <w:tcPr>
            <w:tcW w:w="4490" w:type="pct"/>
            <w:vAlign w:val="bottom"/>
          </w:tcPr>
          <w:p w14:paraId="67E1D378" w14:textId="77777777" w:rsidR="00764548" w:rsidRPr="004252F3" w:rsidRDefault="00764548" w:rsidP="00764548">
            <w:pPr>
              <w:pStyle w:val="lvl1Text"/>
            </w:pPr>
            <w:r>
              <w:t>What Do You Know about PPE?</w:t>
            </w:r>
          </w:p>
        </w:tc>
      </w:tr>
      <w:tr w:rsidR="00764548" w:rsidRPr="00DA5E07" w14:paraId="1B3CB756" w14:textId="77777777" w:rsidTr="00DA5E07">
        <w:trPr>
          <w:cantSplit/>
        </w:trPr>
        <w:tc>
          <w:tcPr>
            <w:tcW w:w="510" w:type="pct"/>
          </w:tcPr>
          <w:p w14:paraId="3F6B9F54" w14:textId="77777777" w:rsidR="00764548" w:rsidRPr="00B960A3" w:rsidRDefault="00764548" w:rsidP="00DA5E07">
            <w:pPr>
              <w:pStyle w:val="txtx1"/>
              <w:keepNext/>
            </w:pPr>
          </w:p>
        </w:tc>
        <w:tc>
          <w:tcPr>
            <w:tcW w:w="4490" w:type="pct"/>
          </w:tcPr>
          <w:p w14:paraId="1ECC35E8" w14:textId="77777777" w:rsidR="00764548" w:rsidRPr="00DA5E07" w:rsidRDefault="00706718" w:rsidP="00DA5E07">
            <w:pPr>
              <w:keepNext/>
              <w:rPr>
                <w:sz w:val="22"/>
                <w:szCs w:val="22"/>
              </w:rPr>
            </w:pPr>
            <w:r>
              <w:rPr>
                <w:noProof/>
                <w:sz w:val="22"/>
                <w:szCs w:val="22"/>
              </w:rPr>
              <w:drawing>
                <wp:inline distT="0" distB="0" distL="0" distR="0" wp14:anchorId="13E93CB5" wp14:editId="75CA9C87">
                  <wp:extent cx="6131560" cy="6131560"/>
                  <wp:effectExtent l="0" t="0" r="0" b="0"/>
                  <wp:docPr id="1" name="Picture 1" descr="C:\xtProject\Saf_HazMat_AC50\graphics\PPE_CW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xtProject\Saf_HazMat_AC50\graphics\PPE_CWP.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131560" cy="6131560"/>
                          </a:xfrm>
                          <a:prstGeom prst="rect">
                            <a:avLst/>
                          </a:prstGeom>
                          <a:noFill/>
                          <a:ln>
                            <a:noFill/>
                          </a:ln>
                        </pic:spPr>
                      </pic:pic>
                    </a:graphicData>
                  </a:graphic>
                </wp:inline>
              </w:drawing>
            </w:r>
          </w:p>
        </w:tc>
      </w:tr>
    </w:tbl>
    <w:p w14:paraId="03521E9C" w14:textId="77777777" w:rsidR="00E4739F" w:rsidRDefault="00E4739F">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764548" w:rsidRPr="00DA5E07" w14:paraId="768D4E10" w14:textId="77777777" w:rsidTr="00DA5E07">
        <w:trPr>
          <w:cantSplit/>
        </w:trPr>
        <w:tc>
          <w:tcPr>
            <w:tcW w:w="510" w:type="pct"/>
          </w:tcPr>
          <w:p w14:paraId="006CFB47" w14:textId="77777777" w:rsidR="00764548" w:rsidRPr="00DA5E07" w:rsidRDefault="00764548" w:rsidP="00DA5E07">
            <w:pPr>
              <w:pStyle w:val="txtx1"/>
              <w:keepNext/>
              <w:rPr>
                <w:i/>
              </w:rPr>
            </w:pPr>
          </w:p>
        </w:tc>
        <w:tc>
          <w:tcPr>
            <w:tcW w:w="4490" w:type="pct"/>
          </w:tcPr>
          <w:p w14:paraId="6FF07389" w14:textId="77777777" w:rsidR="00764548" w:rsidRPr="00DA5E07" w:rsidRDefault="00764548" w:rsidP="00DA5E07">
            <w:pPr>
              <w:keepNext/>
              <w:rPr>
                <w:i/>
                <w:sz w:val="22"/>
                <w:szCs w:val="22"/>
              </w:rPr>
            </w:pPr>
            <w:r w:rsidRPr="00DA5E07">
              <w:rPr>
                <w:i/>
              </w:rPr>
              <w:t>PPE Crossword Puzzle</w:t>
            </w:r>
          </w:p>
        </w:tc>
      </w:tr>
      <w:tr w:rsidR="00764548" w:rsidRPr="00DA5E07" w14:paraId="4FBA0406" w14:textId="77777777" w:rsidTr="00DA5E07">
        <w:trPr>
          <w:cantSplit/>
        </w:trPr>
        <w:tc>
          <w:tcPr>
            <w:tcW w:w="510" w:type="pct"/>
          </w:tcPr>
          <w:p w14:paraId="25F8C036" w14:textId="77777777" w:rsidR="00764548" w:rsidRPr="00B960A3" w:rsidRDefault="00764548" w:rsidP="00764548">
            <w:pPr>
              <w:pStyle w:val="txtx1"/>
            </w:pPr>
          </w:p>
        </w:tc>
        <w:tc>
          <w:tcPr>
            <w:tcW w:w="4490" w:type="pct"/>
          </w:tcPr>
          <w:p w14:paraId="52F2AFF5" w14:textId="77777777" w:rsidR="00764548" w:rsidRPr="00DA5E07" w:rsidRDefault="00764548" w:rsidP="00764548">
            <w:pPr>
              <w:rPr>
                <w:b/>
              </w:rPr>
            </w:pPr>
          </w:p>
          <w:p w14:paraId="435529C3" w14:textId="77777777" w:rsidR="00764548" w:rsidRPr="00DA5E07" w:rsidRDefault="00764548" w:rsidP="00764548">
            <w:pPr>
              <w:rPr>
                <w:b/>
              </w:rPr>
            </w:pPr>
            <w:r w:rsidRPr="00DA5E07">
              <w:rPr>
                <w:b/>
              </w:rPr>
              <w:t xml:space="preserve">ACROSS </w:t>
            </w:r>
          </w:p>
          <w:p w14:paraId="352FFCED" w14:textId="77777777" w:rsidR="00764548" w:rsidRDefault="00764548" w:rsidP="00764548">
            <w:r>
              <w:t>2. Acid gloves are usually made of this type of composite material</w:t>
            </w:r>
          </w:p>
          <w:p w14:paraId="0D06D6D5" w14:textId="77777777" w:rsidR="00E4739F" w:rsidRDefault="00E4739F" w:rsidP="00764548"/>
          <w:p w14:paraId="5A6C6ED6" w14:textId="77777777" w:rsidR="00764548" w:rsidRDefault="00764548" w:rsidP="00764548">
            <w:r>
              <w:t>4. What kind of hazard may cause acute or chronic health effects?</w:t>
            </w:r>
          </w:p>
          <w:p w14:paraId="0CE4F032" w14:textId="77777777" w:rsidR="00E4739F" w:rsidRDefault="00E4739F" w:rsidP="00764548"/>
          <w:p w14:paraId="45DF6995" w14:textId="77777777" w:rsidR="00764548" w:rsidRDefault="00764548" w:rsidP="00764548">
            <w:r>
              <w:t>5. Hazard that sometimes contains both gases and dusts</w:t>
            </w:r>
          </w:p>
          <w:p w14:paraId="26E2548B" w14:textId="77777777" w:rsidR="00E4739F" w:rsidRDefault="00E4739F" w:rsidP="00764548"/>
          <w:p w14:paraId="53D2230D" w14:textId="77777777" w:rsidR="00764548" w:rsidRDefault="00764548" w:rsidP="00764548">
            <w:r>
              <w:t>7. Before wearing acid or solvent gloves you should check for these</w:t>
            </w:r>
          </w:p>
          <w:p w14:paraId="3F97794C" w14:textId="77777777" w:rsidR="00E4739F" w:rsidRDefault="00E4739F" w:rsidP="00764548"/>
          <w:p w14:paraId="31152EB4" w14:textId="77777777" w:rsidR="00764548" w:rsidRDefault="00764548" w:rsidP="00764548">
            <w:r>
              <w:t>9. A _______ Air respirator uses a tank to supply outside air</w:t>
            </w:r>
          </w:p>
          <w:p w14:paraId="14AD7DEB" w14:textId="77777777" w:rsidR="00E4739F" w:rsidRDefault="00E4739F" w:rsidP="00764548"/>
          <w:p w14:paraId="5EC461A2" w14:textId="77777777" w:rsidR="00764548" w:rsidRDefault="00764548" w:rsidP="00764548">
            <w:r>
              <w:t>10. Chemical resistant boots are worn to protect these</w:t>
            </w:r>
          </w:p>
          <w:p w14:paraId="2EE265B6" w14:textId="77777777" w:rsidR="00E4739F" w:rsidRDefault="00E4739F" w:rsidP="00764548"/>
          <w:p w14:paraId="3E64B323" w14:textId="77777777" w:rsidR="00764548" w:rsidRDefault="00764548" w:rsidP="00764548">
            <w:r>
              <w:t>12. Cannot be worn on the eyes when in a cleanroom</w:t>
            </w:r>
          </w:p>
          <w:p w14:paraId="38390C26" w14:textId="77777777" w:rsidR="00E4739F" w:rsidRDefault="00E4739F" w:rsidP="00764548"/>
          <w:p w14:paraId="7F93DDC0" w14:textId="77777777" w:rsidR="00764548" w:rsidRDefault="00764548" w:rsidP="00764548">
            <w:r>
              <w:t xml:space="preserve">14. ________ </w:t>
            </w:r>
            <w:proofErr w:type="gramStart"/>
            <w:r>
              <w:t>protective</w:t>
            </w:r>
            <w:proofErr w:type="gramEnd"/>
            <w:r>
              <w:t xml:space="preserve"> equipment</w:t>
            </w:r>
          </w:p>
          <w:p w14:paraId="66AF07AF" w14:textId="77777777" w:rsidR="00E4739F" w:rsidRDefault="00E4739F" w:rsidP="00764548"/>
          <w:p w14:paraId="63C6A501" w14:textId="77777777" w:rsidR="00764548" w:rsidRDefault="00764548" w:rsidP="00764548">
            <w:r>
              <w:t>16. This type of glove does not protect from acids or solvents</w:t>
            </w:r>
          </w:p>
          <w:p w14:paraId="56B50ECC" w14:textId="77777777" w:rsidR="00764548" w:rsidRPr="00DA5E07" w:rsidRDefault="00764548" w:rsidP="00764548">
            <w:pPr>
              <w:rPr>
                <w:b/>
              </w:rPr>
            </w:pPr>
          </w:p>
          <w:p w14:paraId="7B05967A" w14:textId="77777777" w:rsidR="00764548" w:rsidRPr="00DA5E07" w:rsidRDefault="00764548" w:rsidP="00764548">
            <w:pPr>
              <w:rPr>
                <w:b/>
              </w:rPr>
            </w:pPr>
            <w:r w:rsidRPr="00DA5E07">
              <w:rPr>
                <w:b/>
              </w:rPr>
              <w:t xml:space="preserve">DOWN </w:t>
            </w:r>
          </w:p>
          <w:p w14:paraId="206AB584" w14:textId="77777777" w:rsidR="00764548" w:rsidRDefault="00764548" w:rsidP="00764548">
            <w:r>
              <w:t>1. Which route of entry may cause a skin irritation?</w:t>
            </w:r>
          </w:p>
          <w:p w14:paraId="38C251B6" w14:textId="77777777" w:rsidR="00E4739F" w:rsidRDefault="00E4739F" w:rsidP="00764548"/>
          <w:p w14:paraId="11C574E8" w14:textId="77777777" w:rsidR="00764548" w:rsidRDefault="00764548" w:rsidP="00764548">
            <w:r>
              <w:t xml:space="preserve">2. A type of PPE designed to protect the respiratory system from inhalation of atmospheric hazards </w:t>
            </w:r>
          </w:p>
          <w:p w14:paraId="5F22AE30" w14:textId="77777777" w:rsidR="00E4739F" w:rsidRDefault="00E4739F" w:rsidP="00764548"/>
          <w:p w14:paraId="50815355" w14:textId="77777777" w:rsidR="00764548" w:rsidRDefault="00764548" w:rsidP="00764548">
            <w:r>
              <w:t xml:space="preserve">3. </w:t>
            </w:r>
            <w:proofErr w:type="gramStart"/>
            <w:r>
              <w:t>Feet ,</w:t>
            </w:r>
            <w:proofErr w:type="gramEnd"/>
            <w:r>
              <w:t xml:space="preserve"> hands, eyes, face, respiratory system, and _____</w:t>
            </w:r>
          </w:p>
          <w:p w14:paraId="0C66D34D" w14:textId="77777777" w:rsidR="00E4739F" w:rsidRDefault="00E4739F" w:rsidP="00764548"/>
          <w:p w14:paraId="5FC4E845" w14:textId="77777777" w:rsidR="00764548" w:rsidRDefault="00764548" w:rsidP="00764548">
            <w:r>
              <w:t>6. This shield must be used to protect the face when working with acids or solvents</w:t>
            </w:r>
          </w:p>
          <w:p w14:paraId="200F7ADB" w14:textId="77777777" w:rsidR="00E4739F" w:rsidRDefault="00E4739F" w:rsidP="00764548"/>
          <w:p w14:paraId="0CE8EA98" w14:textId="77777777" w:rsidR="00764548" w:rsidRDefault="00764548" w:rsidP="00764548">
            <w:r>
              <w:t>8. An acid apron should be worn when using acids and _______</w:t>
            </w:r>
          </w:p>
          <w:p w14:paraId="5E7C8430" w14:textId="77777777" w:rsidR="00E4739F" w:rsidRDefault="00E4739F" w:rsidP="00764548"/>
          <w:p w14:paraId="69E7FD67" w14:textId="77777777" w:rsidR="00764548" w:rsidRDefault="00764548" w:rsidP="00764548">
            <w:r>
              <w:t>9. This check must be done before using a respirator</w:t>
            </w:r>
          </w:p>
          <w:p w14:paraId="03F13BB4" w14:textId="77777777" w:rsidR="00E4739F" w:rsidRDefault="00E4739F" w:rsidP="00764548"/>
          <w:p w14:paraId="588C0F5A" w14:textId="77777777" w:rsidR="00764548" w:rsidRDefault="00764548" w:rsidP="00764548">
            <w:r>
              <w:t>11. Acid gloves should be disposed in the acid _____</w:t>
            </w:r>
          </w:p>
          <w:p w14:paraId="1035DAEC" w14:textId="77777777" w:rsidR="00E4739F" w:rsidRDefault="00E4739F" w:rsidP="00764548"/>
          <w:p w14:paraId="7D1C406F" w14:textId="77777777" w:rsidR="00764548" w:rsidRDefault="00764548" w:rsidP="00764548">
            <w:r>
              <w:t>13. This organization has established a PPE standard</w:t>
            </w:r>
          </w:p>
          <w:p w14:paraId="3FE0E513" w14:textId="77777777" w:rsidR="00E4739F" w:rsidRDefault="00E4739F" w:rsidP="00764548"/>
          <w:p w14:paraId="31C0E265" w14:textId="77777777" w:rsidR="00764548" w:rsidRPr="00DA5E07" w:rsidRDefault="00764548" w:rsidP="00764548">
            <w:pPr>
              <w:rPr>
                <w:sz w:val="22"/>
                <w:szCs w:val="22"/>
              </w:rPr>
            </w:pPr>
            <w:r>
              <w:t>15. Solvent gloves can protect from this form of hazardous material</w:t>
            </w:r>
          </w:p>
        </w:tc>
      </w:tr>
      <w:bookmarkEnd w:id="5"/>
    </w:tbl>
    <w:p w14:paraId="2E393106" w14:textId="77777777" w:rsidR="00764548" w:rsidRDefault="00764548" w:rsidP="00D57370">
      <w:pPr>
        <w:pStyle w:val="Header"/>
      </w:pPr>
    </w:p>
    <w:tbl>
      <w:tblPr>
        <w:tblW w:w="5747" w:type="pct"/>
        <w:tblCellMar>
          <w:left w:w="115" w:type="dxa"/>
          <w:right w:w="115" w:type="dxa"/>
        </w:tblCellMar>
        <w:tblLook w:val="01E0" w:firstRow="1" w:lastRow="1" w:firstColumn="1" w:lastColumn="1" w:noHBand="0" w:noVBand="0"/>
      </w:tblPr>
      <w:tblGrid>
        <w:gridCol w:w="1106"/>
        <w:gridCol w:w="20"/>
        <w:gridCol w:w="9904"/>
        <w:gridCol w:w="1648"/>
      </w:tblGrid>
      <w:tr w:rsidR="00764548" w:rsidRPr="00DA5E07" w14:paraId="06219F97" w14:textId="77777777" w:rsidTr="00E4739F">
        <w:trPr>
          <w:cantSplit/>
          <w:trHeight w:val="576"/>
        </w:trPr>
        <w:tc>
          <w:tcPr>
            <w:tcW w:w="436" w:type="pct"/>
            <w:vAlign w:val="bottom"/>
          </w:tcPr>
          <w:p w14:paraId="631A7AA9" w14:textId="77777777" w:rsidR="00764548" w:rsidRPr="00B960A3" w:rsidRDefault="00764548" w:rsidP="00DA5E07">
            <w:pPr>
              <w:pStyle w:val="BodyText"/>
              <w:keepNext/>
              <w:keepLines/>
            </w:pPr>
            <w:bookmarkStart w:id="6" w:name="Saf_HazMat_AC50_dldl160"/>
          </w:p>
        </w:tc>
        <w:tc>
          <w:tcPr>
            <w:tcW w:w="4564" w:type="pct"/>
            <w:gridSpan w:val="3"/>
            <w:vAlign w:val="bottom"/>
          </w:tcPr>
          <w:p w14:paraId="09E08A2D" w14:textId="77777777" w:rsidR="00764548" w:rsidRPr="004252F3" w:rsidRDefault="00764548" w:rsidP="00652A22">
            <w:pPr>
              <w:pStyle w:val="lvl1Text"/>
            </w:pPr>
            <w:r>
              <w:t>Post-</w:t>
            </w:r>
            <w:r w:rsidR="008C1041">
              <w:t>Activity</w:t>
            </w:r>
            <w:r>
              <w:t xml:space="preserve"> Questions </w:t>
            </w:r>
          </w:p>
        </w:tc>
      </w:tr>
      <w:tr w:rsidR="00764548" w:rsidRPr="00DA5E07" w14:paraId="7F0B1FE8" w14:textId="77777777" w:rsidTr="00E4739F">
        <w:trPr>
          <w:cantSplit/>
        </w:trPr>
        <w:tc>
          <w:tcPr>
            <w:tcW w:w="436" w:type="pct"/>
          </w:tcPr>
          <w:p w14:paraId="52F42305" w14:textId="77777777" w:rsidR="00764548" w:rsidRPr="00B960A3" w:rsidRDefault="00764548" w:rsidP="00764548">
            <w:pPr>
              <w:pStyle w:val="txtx1"/>
            </w:pPr>
          </w:p>
        </w:tc>
        <w:tc>
          <w:tcPr>
            <w:tcW w:w="4564" w:type="pct"/>
            <w:gridSpan w:val="3"/>
          </w:tcPr>
          <w:p w14:paraId="7AF0555F" w14:textId="77777777" w:rsidR="00764548" w:rsidRDefault="00764548" w:rsidP="00764548"/>
          <w:p w14:paraId="7108268E" w14:textId="77777777" w:rsidR="00764548" w:rsidRDefault="00764548" w:rsidP="00764548">
            <w:r>
              <w:t>1.  Name the 6 parts of the body that PPE is designed to protect against hazardous materials.</w:t>
            </w:r>
          </w:p>
          <w:p w14:paraId="60BBF7F7" w14:textId="77777777" w:rsidR="00764548" w:rsidRDefault="00764548" w:rsidP="00764548"/>
          <w:p w14:paraId="2624AB9A" w14:textId="77777777" w:rsidR="00652A22" w:rsidRDefault="00652A22" w:rsidP="00764548"/>
          <w:p w14:paraId="67D809DC" w14:textId="77777777" w:rsidR="00652A22" w:rsidRDefault="00652A22" w:rsidP="00764548"/>
          <w:p w14:paraId="65FF31BC" w14:textId="77777777" w:rsidR="00652A22" w:rsidRDefault="00652A22" w:rsidP="00764548"/>
          <w:p w14:paraId="0A23D9F5" w14:textId="77777777" w:rsidR="00652A22" w:rsidRDefault="00652A22" w:rsidP="00764548"/>
          <w:p w14:paraId="1C6D4B9F" w14:textId="77777777" w:rsidR="00764548" w:rsidRDefault="00764548" w:rsidP="00764548">
            <w:r>
              <w:t>2.  What 2 types of special gloves can be worn as PPE when working with hazardous materials?</w:t>
            </w:r>
          </w:p>
          <w:p w14:paraId="27FACE68" w14:textId="77777777" w:rsidR="00764548" w:rsidRDefault="00764548" w:rsidP="00764548"/>
          <w:p w14:paraId="5BCD35BC" w14:textId="77777777" w:rsidR="00764548" w:rsidRDefault="00764548" w:rsidP="00764548"/>
          <w:p w14:paraId="6A9351D9" w14:textId="77777777" w:rsidR="00652A22" w:rsidRDefault="00652A22" w:rsidP="00764548"/>
          <w:p w14:paraId="30B7E8E5" w14:textId="77777777" w:rsidR="00652A22" w:rsidRDefault="00652A22" w:rsidP="00764548"/>
          <w:p w14:paraId="1A6E64B9" w14:textId="77777777" w:rsidR="00652A22" w:rsidRDefault="00652A22" w:rsidP="00764548"/>
          <w:p w14:paraId="181AC448" w14:textId="77777777" w:rsidR="00764548" w:rsidRDefault="00764548" w:rsidP="00764548">
            <w:r>
              <w:t>3.  Name the two types of respirators used to protect the respiratory system when working with PPE.</w:t>
            </w:r>
          </w:p>
          <w:p w14:paraId="55E8C50A" w14:textId="77777777" w:rsidR="00764548" w:rsidRDefault="00764548" w:rsidP="00764548"/>
          <w:p w14:paraId="5DDBE407" w14:textId="77777777" w:rsidR="00652A22" w:rsidRDefault="00652A22" w:rsidP="00764548"/>
          <w:p w14:paraId="57C7C0C0" w14:textId="77777777" w:rsidR="00652A22" w:rsidRDefault="00652A22" w:rsidP="00764548"/>
          <w:p w14:paraId="253A6848" w14:textId="77777777" w:rsidR="00652A22" w:rsidRDefault="00652A22" w:rsidP="00764548"/>
          <w:p w14:paraId="4CBF6686" w14:textId="77777777" w:rsidR="00764548" w:rsidRDefault="00764548" w:rsidP="00764548">
            <w:r>
              <w:t>4.  Name three articles of PPE that should be worn when handling acids.</w:t>
            </w:r>
          </w:p>
          <w:p w14:paraId="65CD10BF" w14:textId="77777777" w:rsidR="00764548" w:rsidRDefault="00764548" w:rsidP="00764548"/>
          <w:p w14:paraId="07086913" w14:textId="77777777" w:rsidR="00764548" w:rsidRDefault="00764548" w:rsidP="00764548">
            <w:pPr>
              <w:rPr>
                <w:sz w:val="22"/>
                <w:szCs w:val="22"/>
              </w:rPr>
            </w:pPr>
          </w:p>
          <w:p w14:paraId="68B3B0C7" w14:textId="77777777" w:rsidR="00652A22" w:rsidRDefault="00652A22" w:rsidP="00764548">
            <w:pPr>
              <w:rPr>
                <w:sz w:val="22"/>
                <w:szCs w:val="22"/>
              </w:rPr>
            </w:pPr>
          </w:p>
          <w:p w14:paraId="5091A8F2" w14:textId="77777777" w:rsidR="00652A22" w:rsidRPr="00DA5E07" w:rsidRDefault="00652A22" w:rsidP="00764548">
            <w:pPr>
              <w:rPr>
                <w:sz w:val="22"/>
                <w:szCs w:val="22"/>
              </w:rPr>
            </w:pPr>
          </w:p>
        </w:tc>
      </w:tr>
      <w:tr w:rsidR="00764548" w:rsidRPr="00DA5E07" w14:paraId="2FB6508E" w14:textId="77777777" w:rsidTr="00E4739F">
        <w:trPr>
          <w:gridAfter w:val="1"/>
          <w:wAfter w:w="650" w:type="pct"/>
          <w:cantSplit/>
          <w:trHeight w:val="576"/>
        </w:trPr>
        <w:tc>
          <w:tcPr>
            <w:tcW w:w="444" w:type="pct"/>
            <w:gridSpan w:val="2"/>
            <w:vAlign w:val="bottom"/>
          </w:tcPr>
          <w:p w14:paraId="68D3F8DF" w14:textId="77777777" w:rsidR="00764548" w:rsidRPr="00B960A3" w:rsidRDefault="00764548" w:rsidP="00DA5E07">
            <w:pPr>
              <w:pStyle w:val="BodyText"/>
              <w:keepNext/>
              <w:keepLines/>
            </w:pPr>
            <w:bookmarkStart w:id="7" w:name="Saf_HazMat_AC50_dldl95"/>
            <w:bookmarkEnd w:id="6"/>
          </w:p>
        </w:tc>
        <w:tc>
          <w:tcPr>
            <w:tcW w:w="3906" w:type="pct"/>
            <w:vAlign w:val="bottom"/>
          </w:tcPr>
          <w:p w14:paraId="26FF6AF0" w14:textId="77777777" w:rsidR="00764548" w:rsidRPr="004252F3" w:rsidRDefault="00764548" w:rsidP="00764548">
            <w:pPr>
              <w:pStyle w:val="lvl1Text"/>
            </w:pPr>
            <w:r>
              <w:t>Summary</w:t>
            </w:r>
          </w:p>
        </w:tc>
      </w:tr>
      <w:tr w:rsidR="00764548" w:rsidRPr="00DA5E07" w14:paraId="213A33A0" w14:textId="77777777" w:rsidTr="00E4739F">
        <w:trPr>
          <w:gridAfter w:val="1"/>
          <w:wAfter w:w="650" w:type="pct"/>
          <w:cantSplit/>
        </w:trPr>
        <w:tc>
          <w:tcPr>
            <w:tcW w:w="444" w:type="pct"/>
            <w:gridSpan w:val="2"/>
          </w:tcPr>
          <w:p w14:paraId="003D297D" w14:textId="77777777" w:rsidR="00764548" w:rsidRPr="00B960A3" w:rsidRDefault="00764548" w:rsidP="00764548">
            <w:pPr>
              <w:pStyle w:val="txtx1"/>
            </w:pPr>
          </w:p>
        </w:tc>
        <w:tc>
          <w:tcPr>
            <w:tcW w:w="3906" w:type="pct"/>
          </w:tcPr>
          <w:p w14:paraId="456D41FA" w14:textId="77777777" w:rsidR="00652A22" w:rsidRDefault="00652A22" w:rsidP="00764548"/>
          <w:p w14:paraId="0B88FC0D" w14:textId="77777777" w:rsidR="00764548" w:rsidRPr="00DA5E07" w:rsidRDefault="00764548" w:rsidP="00764548">
            <w:pPr>
              <w:rPr>
                <w:sz w:val="22"/>
                <w:szCs w:val="22"/>
              </w:rPr>
            </w:pPr>
            <w:r>
              <w:t xml:space="preserve">Manufacturing microsystems involves hazardous materials.  When working with these materials it is essential to understand the dangers involved and the equipment needed to provide the proper personal protection.  </w:t>
            </w:r>
          </w:p>
        </w:tc>
      </w:tr>
      <w:tr w:rsidR="00764548" w:rsidRPr="00DA5E07" w14:paraId="763B0272" w14:textId="77777777" w:rsidTr="00E4739F">
        <w:trPr>
          <w:gridAfter w:val="1"/>
          <w:wAfter w:w="650" w:type="pct"/>
          <w:cantSplit/>
          <w:trHeight w:val="576"/>
        </w:trPr>
        <w:tc>
          <w:tcPr>
            <w:tcW w:w="444" w:type="pct"/>
            <w:gridSpan w:val="2"/>
            <w:vAlign w:val="bottom"/>
          </w:tcPr>
          <w:p w14:paraId="50DB3DBE" w14:textId="77777777" w:rsidR="00764548" w:rsidRPr="00B960A3" w:rsidRDefault="00764548" w:rsidP="00DA5E07">
            <w:pPr>
              <w:pStyle w:val="BodyText"/>
              <w:keepNext/>
              <w:keepLines/>
            </w:pPr>
            <w:bookmarkStart w:id="8" w:name="Saf_HazMat_AC50_dldl96"/>
            <w:bookmarkEnd w:id="7"/>
          </w:p>
        </w:tc>
        <w:tc>
          <w:tcPr>
            <w:tcW w:w="3906" w:type="pct"/>
            <w:vAlign w:val="bottom"/>
          </w:tcPr>
          <w:p w14:paraId="05DC79D8" w14:textId="77777777" w:rsidR="00764548" w:rsidRPr="004252F3" w:rsidRDefault="00764548" w:rsidP="00764548">
            <w:pPr>
              <w:pStyle w:val="lvl1Text"/>
            </w:pPr>
            <w:r>
              <w:t>References</w:t>
            </w:r>
          </w:p>
        </w:tc>
      </w:tr>
      <w:tr w:rsidR="00764548" w:rsidRPr="00DA5E07" w14:paraId="5559FB59" w14:textId="77777777" w:rsidTr="00E4739F">
        <w:trPr>
          <w:gridAfter w:val="1"/>
          <w:wAfter w:w="650" w:type="pct"/>
          <w:cantSplit/>
        </w:trPr>
        <w:tc>
          <w:tcPr>
            <w:tcW w:w="444" w:type="pct"/>
            <w:gridSpan w:val="2"/>
          </w:tcPr>
          <w:p w14:paraId="50D9CB58" w14:textId="77777777" w:rsidR="00764548" w:rsidRPr="00B960A3" w:rsidRDefault="00764548" w:rsidP="00764548">
            <w:pPr>
              <w:pStyle w:val="txtx1"/>
            </w:pPr>
          </w:p>
        </w:tc>
        <w:tc>
          <w:tcPr>
            <w:tcW w:w="3906" w:type="pct"/>
          </w:tcPr>
          <w:p w14:paraId="0E5A61E8" w14:textId="77777777" w:rsidR="00764548" w:rsidRDefault="00764548" w:rsidP="00764548">
            <w:pPr>
              <w:pStyle w:val="BulletList"/>
            </w:pPr>
            <w:r>
              <w:t xml:space="preserve">MSDS </w:t>
            </w:r>
            <w:proofErr w:type="spellStart"/>
            <w:r>
              <w:t>Hyperglossary</w:t>
            </w:r>
            <w:proofErr w:type="spellEnd"/>
            <w:r>
              <w:t xml:space="preserve"> - </w:t>
            </w:r>
            <w:r w:rsidRPr="00DA5E07">
              <w:rPr>
                <w:u w:val="single"/>
              </w:rPr>
              <w:fldChar w:fldCharType="begin"/>
            </w:r>
            <w:r w:rsidRPr="00DA5E07">
              <w:rPr>
                <w:u w:val="single"/>
              </w:rPr>
              <w:instrText xml:space="preserve"> HYPERLINK "http://www.ilpi.com/msds/ref/" \o "http://www.ilpi.com/msds/ref/" \t "_blank" </w:instrText>
            </w:r>
            <w:r w:rsidRPr="00DA5E07">
              <w:rPr>
                <w:u w:val="single"/>
              </w:rPr>
              <w:fldChar w:fldCharType="separate"/>
            </w:r>
            <w:r>
              <w:rPr>
                <w:rStyle w:val="Hyperlink"/>
              </w:rPr>
              <w:t>http://www.ilpi.com/msds/ref/</w:t>
            </w:r>
            <w:r w:rsidRPr="00DA5E07">
              <w:rPr>
                <w:u w:val="single"/>
              </w:rPr>
              <w:fldChar w:fldCharType="end"/>
            </w:r>
          </w:p>
          <w:p w14:paraId="3C6AB1E9" w14:textId="77777777" w:rsidR="00764548" w:rsidRDefault="00764548" w:rsidP="00764548">
            <w:pPr>
              <w:pStyle w:val="BulletList"/>
            </w:pPr>
            <w:r>
              <w:t xml:space="preserve">OSHA PPE Training - </w:t>
            </w:r>
            <w:r w:rsidRPr="00DA5E07">
              <w:rPr>
                <w:u w:val="single"/>
              </w:rPr>
              <w:fldChar w:fldCharType="begin"/>
            </w:r>
            <w:r w:rsidRPr="00DA5E07">
              <w:rPr>
                <w:u w:val="single"/>
              </w:rPr>
              <w:instrText xml:space="preserve"> HYPERLINK "http://www.free-training.com/osha/ppe/ppemenu.htm" \o "http://www.free-training.com/osha/ppe/ppemenu.htm" \t "_blank" </w:instrText>
            </w:r>
            <w:r w:rsidRPr="00DA5E07">
              <w:rPr>
                <w:u w:val="single"/>
              </w:rPr>
              <w:fldChar w:fldCharType="separate"/>
            </w:r>
            <w:r>
              <w:rPr>
                <w:rStyle w:val="Hyperlink"/>
              </w:rPr>
              <w:t>http://www.free-training.com/osha/ppe/ppemenu.htm</w:t>
            </w:r>
            <w:r w:rsidRPr="00DA5E07">
              <w:rPr>
                <w:u w:val="single"/>
              </w:rPr>
              <w:fldChar w:fldCharType="end"/>
            </w:r>
          </w:p>
          <w:p w14:paraId="64380D10" w14:textId="77777777" w:rsidR="00764548" w:rsidRPr="00DA5E07" w:rsidRDefault="00764548" w:rsidP="00764548">
            <w:pPr>
              <w:rPr>
                <w:sz w:val="22"/>
                <w:szCs w:val="22"/>
              </w:rPr>
            </w:pPr>
          </w:p>
        </w:tc>
      </w:tr>
      <w:tr w:rsidR="007449A4" w:rsidRPr="00DA5E07" w14:paraId="00D4A932" w14:textId="77777777" w:rsidTr="00E4739F">
        <w:trPr>
          <w:gridAfter w:val="1"/>
          <w:wAfter w:w="650" w:type="pct"/>
          <w:cantSplit/>
        </w:trPr>
        <w:tc>
          <w:tcPr>
            <w:tcW w:w="444" w:type="pct"/>
            <w:gridSpan w:val="2"/>
          </w:tcPr>
          <w:p w14:paraId="780C6BAE" w14:textId="77777777" w:rsidR="007449A4" w:rsidRPr="00B960A3" w:rsidRDefault="007449A4" w:rsidP="00764548">
            <w:pPr>
              <w:pStyle w:val="txtx1"/>
            </w:pPr>
          </w:p>
        </w:tc>
        <w:tc>
          <w:tcPr>
            <w:tcW w:w="3906" w:type="pct"/>
          </w:tcPr>
          <w:p w14:paraId="0F8BF710" w14:textId="77777777" w:rsidR="007449A4" w:rsidRDefault="007449A4" w:rsidP="007449A4">
            <w:pPr>
              <w:pStyle w:val="lvl1Text"/>
              <w:rPr>
                <w:sz w:val="24"/>
                <w:szCs w:val="24"/>
              </w:rPr>
            </w:pPr>
            <w:r>
              <w:rPr>
                <w:sz w:val="24"/>
                <w:szCs w:val="24"/>
              </w:rPr>
              <w:t xml:space="preserve">Disclaimer </w:t>
            </w:r>
          </w:p>
          <w:p w14:paraId="0791D63D" w14:textId="77777777" w:rsidR="007449A4" w:rsidRDefault="007449A4" w:rsidP="007449A4">
            <w:pPr>
              <w:pStyle w:val="lvl1Text"/>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bookmarkEnd w:id="8"/>
      <w:tr w:rsidR="00AA49BB" w:rsidRPr="00D01CB4" w14:paraId="67AD4D29" w14:textId="77777777" w:rsidTr="00E4739F">
        <w:trPr>
          <w:gridAfter w:val="1"/>
          <w:wAfter w:w="650" w:type="pct"/>
          <w:cantSplit/>
          <w:trHeight w:val="576"/>
        </w:trPr>
        <w:tc>
          <w:tcPr>
            <w:tcW w:w="444" w:type="pct"/>
            <w:gridSpan w:val="2"/>
            <w:vAlign w:val="bottom"/>
          </w:tcPr>
          <w:p w14:paraId="796B9E21" w14:textId="77777777" w:rsidR="00AA49BB" w:rsidRPr="00B960A3" w:rsidRDefault="00AA49BB" w:rsidP="00CD68EB">
            <w:pPr>
              <w:pStyle w:val="BodyText"/>
              <w:keepNext/>
              <w:keepLines/>
            </w:pPr>
          </w:p>
        </w:tc>
        <w:tc>
          <w:tcPr>
            <w:tcW w:w="3906" w:type="pct"/>
          </w:tcPr>
          <w:p w14:paraId="309E5652" w14:textId="77777777" w:rsidR="00AA49BB" w:rsidRDefault="00AA49BB" w:rsidP="009D28D3">
            <w:pPr>
              <w:pStyle w:val="BodyText"/>
            </w:pPr>
          </w:p>
          <w:p w14:paraId="4562503F" w14:textId="47E94AEB" w:rsidR="00AA49BB" w:rsidRPr="00B070AF" w:rsidRDefault="009166BC" w:rsidP="00B070AF">
            <w:pPr>
              <w:rPr>
                <w:b/>
              </w:rPr>
            </w:pPr>
            <w:r w:rsidRPr="009D3B45">
              <w:rPr>
                <w:i/>
              </w:rPr>
              <w:t>Support for this work was provided by the National Science Foundation's Advanced Technological Education (ATE) Program.</w:t>
            </w:r>
            <w:r>
              <w:rPr>
                <w:i/>
              </w:rPr>
              <w:t xml:space="preserve">  For more learning modules related to safety and microtechnology, visit the SCME website (</w:t>
            </w:r>
            <w:hyperlink r:id="rId15" w:history="1">
              <w:r w:rsidRPr="000859BF">
                <w:rPr>
                  <w:rStyle w:val="Hyperlink"/>
                  <w:i/>
                </w:rPr>
                <w:t>http://scme-nm.org</w:t>
              </w:r>
            </w:hyperlink>
            <w:r>
              <w:rPr>
                <w:i/>
              </w:rPr>
              <w:t>).</w:t>
            </w:r>
            <w:bookmarkStart w:id="9" w:name="_GoBack"/>
            <w:bookmarkEnd w:id="9"/>
          </w:p>
        </w:tc>
      </w:tr>
    </w:tbl>
    <w:p w14:paraId="7E761AA6" w14:textId="77777777" w:rsidR="00172E99" w:rsidRDefault="00172E99" w:rsidP="00E4739F">
      <w:pPr>
        <w:pStyle w:val="Header"/>
      </w:pPr>
    </w:p>
    <w:sectPr w:rsidR="00172E99" w:rsidSect="00C03200">
      <w:headerReference w:type="default" r:id="rId16"/>
      <w:type w:val="continuous"/>
      <w:pgSz w:w="12240" w:h="15840"/>
      <w:pgMar w:top="1440" w:right="720" w:bottom="144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85471" w14:textId="77777777" w:rsidR="00471CF9" w:rsidRDefault="00471CF9">
      <w:r>
        <w:separator/>
      </w:r>
    </w:p>
  </w:endnote>
  <w:endnote w:type="continuationSeparator" w:id="0">
    <w:p w14:paraId="00F851FB" w14:textId="77777777" w:rsidR="00471CF9" w:rsidRDefault="0047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4153B" w14:textId="77777777" w:rsidR="001312DF" w:rsidRDefault="001312DF">
    <w:pPr>
      <w:pStyle w:val="Footer"/>
    </w:pPr>
  </w:p>
  <w:p w14:paraId="56BF1F2C" w14:textId="77777777" w:rsidR="001312DF" w:rsidRDefault="00706718" w:rsidP="00EC6A39">
    <w:pPr>
      <w:pStyle w:val="Footer"/>
      <w:jc w:val="right"/>
    </w:pPr>
    <w:r>
      <w:rPr>
        <w:noProof/>
      </w:rPr>
      <w:drawing>
        <wp:inline distT="0" distB="0" distL="0" distR="0" wp14:anchorId="30251C5C" wp14:editId="1ABDC141">
          <wp:extent cx="942975" cy="298450"/>
          <wp:effectExtent l="0" t="0" r="0" b="635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DBA67" w14:textId="77777777" w:rsidR="001B58EC" w:rsidRPr="004B6382" w:rsidRDefault="001B58EC" w:rsidP="001B58E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4739F">
      <w:rPr>
        <w:i/>
        <w:sz w:val="22"/>
      </w:rPr>
      <w:tab/>
    </w:r>
    <w:r w:rsidR="00E4739F">
      <w:rPr>
        <w:i/>
        <w:sz w:val="22"/>
      </w:rPr>
      <w:tab/>
    </w:r>
    <w:r w:rsidR="00E4739F" w:rsidRPr="004B6382">
      <w:rPr>
        <w:b/>
        <w:i/>
        <w:sz w:val="22"/>
      </w:rPr>
      <w:t xml:space="preserve">Page </w:t>
    </w:r>
    <w:r w:rsidR="00E4739F" w:rsidRPr="004B6382">
      <w:rPr>
        <w:b/>
        <w:i/>
        <w:sz w:val="22"/>
      </w:rPr>
      <w:fldChar w:fldCharType="begin"/>
    </w:r>
    <w:r w:rsidR="00E4739F" w:rsidRPr="004B6382">
      <w:rPr>
        <w:b/>
        <w:i/>
        <w:sz w:val="22"/>
      </w:rPr>
      <w:instrText xml:space="preserve"> PAGE </w:instrText>
    </w:r>
    <w:r w:rsidR="00E4739F" w:rsidRPr="004B6382">
      <w:rPr>
        <w:b/>
        <w:i/>
        <w:sz w:val="22"/>
      </w:rPr>
      <w:fldChar w:fldCharType="separate"/>
    </w:r>
    <w:r w:rsidR="00B070AF">
      <w:rPr>
        <w:b/>
        <w:i/>
        <w:noProof/>
        <w:sz w:val="22"/>
      </w:rPr>
      <w:t>4</w:t>
    </w:r>
    <w:r w:rsidR="00E4739F" w:rsidRPr="004B6382">
      <w:rPr>
        <w:b/>
        <w:i/>
        <w:sz w:val="22"/>
      </w:rPr>
      <w:fldChar w:fldCharType="end"/>
    </w:r>
    <w:r w:rsidR="00E4739F" w:rsidRPr="004B6382">
      <w:rPr>
        <w:b/>
        <w:i/>
        <w:sz w:val="22"/>
      </w:rPr>
      <w:t xml:space="preserve"> of </w:t>
    </w:r>
    <w:r w:rsidR="00E4739F" w:rsidRPr="004B6382">
      <w:rPr>
        <w:b/>
        <w:i/>
        <w:sz w:val="22"/>
      </w:rPr>
      <w:fldChar w:fldCharType="begin"/>
    </w:r>
    <w:r w:rsidR="00E4739F" w:rsidRPr="004B6382">
      <w:rPr>
        <w:b/>
        <w:i/>
        <w:sz w:val="22"/>
      </w:rPr>
      <w:instrText xml:space="preserve"> NUMPAGES </w:instrText>
    </w:r>
    <w:r w:rsidR="00E4739F" w:rsidRPr="004B6382">
      <w:rPr>
        <w:b/>
        <w:i/>
        <w:sz w:val="22"/>
      </w:rPr>
      <w:fldChar w:fldCharType="separate"/>
    </w:r>
    <w:r w:rsidR="00B070AF">
      <w:rPr>
        <w:b/>
        <w:i/>
        <w:noProof/>
        <w:sz w:val="22"/>
      </w:rPr>
      <w:t>5</w:t>
    </w:r>
    <w:r w:rsidR="00E4739F" w:rsidRPr="004B6382">
      <w:rPr>
        <w:b/>
        <w:i/>
        <w:sz w:val="22"/>
      </w:rPr>
      <w:fldChar w:fldCharType="end"/>
    </w:r>
  </w:p>
  <w:p w14:paraId="4E94DCC1" w14:textId="77777777" w:rsidR="001B58EC" w:rsidRPr="00576FCB" w:rsidRDefault="001B58EC" w:rsidP="001B58E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9166BC">
      <w:rPr>
        <w:i/>
        <w:noProof/>
        <w:sz w:val="22"/>
      </w:rPr>
      <w:t>Saf_HazMat_AC50_PG_March2017.docx</w:t>
    </w:r>
    <w:r w:rsidRPr="004B6382">
      <w:rPr>
        <w:i/>
        <w:sz w:val="22"/>
      </w:rPr>
      <w:fldChar w:fldCharType="end"/>
    </w:r>
    <w:r w:rsidRPr="004B6382">
      <w:rPr>
        <w:i/>
        <w:sz w:val="22"/>
      </w:rPr>
      <w:tab/>
    </w:r>
    <w:r w:rsidRPr="004B6382">
      <w:rPr>
        <w:b/>
        <w:i/>
        <w:sz w:val="22"/>
      </w:rPr>
      <w:tab/>
    </w:r>
    <w:r w:rsidR="00E4739F">
      <w:rPr>
        <w:b/>
        <w:i/>
        <w:sz w:val="22"/>
      </w:rPr>
      <w:t>PPE Activity</w:t>
    </w:r>
  </w:p>
  <w:p w14:paraId="3FE5C210" w14:textId="77777777" w:rsidR="001312DF" w:rsidRPr="001B58EC" w:rsidRDefault="001312DF" w:rsidP="001B58E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B14C7" w14:textId="77777777" w:rsidR="001312DF" w:rsidRDefault="001312DF">
    <w:pPr>
      <w:pStyle w:val="Footer"/>
    </w:pPr>
  </w:p>
  <w:p w14:paraId="4C090A48" w14:textId="77777777" w:rsidR="001312DF" w:rsidRDefault="001312DF"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3F0C2" w14:textId="77777777" w:rsidR="00471CF9" w:rsidRDefault="00471CF9">
      <w:r>
        <w:separator/>
      </w:r>
    </w:p>
  </w:footnote>
  <w:footnote w:type="continuationSeparator" w:id="0">
    <w:p w14:paraId="7A73E844" w14:textId="77777777" w:rsidR="00471CF9" w:rsidRDefault="00471C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F241B" w14:textId="77777777" w:rsidR="001312DF" w:rsidRDefault="00706718" w:rsidP="00EC6A39">
    <w:pPr>
      <w:pStyle w:val="Header"/>
      <w:jc w:val="right"/>
    </w:pPr>
    <w:r>
      <w:rPr>
        <w:noProof/>
      </w:rPr>
      <w:drawing>
        <wp:inline distT="0" distB="0" distL="0" distR="0" wp14:anchorId="5E8072D4" wp14:editId="00C2117A">
          <wp:extent cx="94297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p w14:paraId="4349209C" w14:textId="77777777" w:rsidR="001312DF" w:rsidRDefault="001312D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D57F2" w14:textId="77777777" w:rsidR="001312DF" w:rsidRDefault="001312DF" w:rsidP="00EC6A39">
    <w:pPr>
      <w:pStyle w:val="Header"/>
      <w:jc w:val="right"/>
    </w:pPr>
  </w:p>
  <w:p w14:paraId="69E3B0F5" w14:textId="77777777" w:rsidR="001312DF" w:rsidRDefault="001312D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E8D69" w14:textId="77777777" w:rsidR="001312DF" w:rsidRDefault="001312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E02B7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5C8217F"/>
    <w:multiLevelType w:val="hybridMultilevel"/>
    <w:tmpl w:val="8812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9"/>
  </w:num>
  <w:num w:numId="7">
    <w:abstractNumId w:val="8"/>
  </w:num>
  <w:num w:numId="8">
    <w:abstractNumId w:val="1"/>
  </w:num>
  <w:num w:numId="9">
    <w:abstractNumId w:val="7"/>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97CC8"/>
    <w:rsid w:val="000C04B3"/>
    <w:rsid w:val="000C278A"/>
    <w:rsid w:val="000C4088"/>
    <w:rsid w:val="000F1F79"/>
    <w:rsid w:val="00111E39"/>
    <w:rsid w:val="001131A8"/>
    <w:rsid w:val="0012192B"/>
    <w:rsid w:val="001312DF"/>
    <w:rsid w:val="00131F84"/>
    <w:rsid w:val="0014607B"/>
    <w:rsid w:val="00155C96"/>
    <w:rsid w:val="00172A45"/>
    <w:rsid w:val="00172E99"/>
    <w:rsid w:val="00190D4B"/>
    <w:rsid w:val="00193A22"/>
    <w:rsid w:val="001A7425"/>
    <w:rsid w:val="001B58EC"/>
    <w:rsid w:val="001E4765"/>
    <w:rsid w:val="00200698"/>
    <w:rsid w:val="002375B0"/>
    <w:rsid w:val="00260895"/>
    <w:rsid w:val="00281A89"/>
    <w:rsid w:val="002A1736"/>
    <w:rsid w:val="002B438D"/>
    <w:rsid w:val="002B64EE"/>
    <w:rsid w:val="002F7867"/>
    <w:rsid w:val="003531C6"/>
    <w:rsid w:val="00355290"/>
    <w:rsid w:val="00394D90"/>
    <w:rsid w:val="003A0197"/>
    <w:rsid w:val="003A23E4"/>
    <w:rsid w:val="003A52A8"/>
    <w:rsid w:val="003A5B8A"/>
    <w:rsid w:val="003C7D00"/>
    <w:rsid w:val="003E3BB8"/>
    <w:rsid w:val="003E3F69"/>
    <w:rsid w:val="003E6D18"/>
    <w:rsid w:val="003E7F4D"/>
    <w:rsid w:val="00401B67"/>
    <w:rsid w:val="0043567D"/>
    <w:rsid w:val="00456E84"/>
    <w:rsid w:val="0046023B"/>
    <w:rsid w:val="00471CF9"/>
    <w:rsid w:val="00476BBB"/>
    <w:rsid w:val="004A55B0"/>
    <w:rsid w:val="004E43AF"/>
    <w:rsid w:val="004E489A"/>
    <w:rsid w:val="00525AEF"/>
    <w:rsid w:val="00526947"/>
    <w:rsid w:val="00530481"/>
    <w:rsid w:val="00531FF4"/>
    <w:rsid w:val="005460FD"/>
    <w:rsid w:val="005A0723"/>
    <w:rsid w:val="005C593C"/>
    <w:rsid w:val="005D0DFB"/>
    <w:rsid w:val="005D25E4"/>
    <w:rsid w:val="005E0B74"/>
    <w:rsid w:val="005F0D7E"/>
    <w:rsid w:val="005F2B0F"/>
    <w:rsid w:val="0062015A"/>
    <w:rsid w:val="006217F2"/>
    <w:rsid w:val="00652A22"/>
    <w:rsid w:val="00686FF6"/>
    <w:rsid w:val="006922A2"/>
    <w:rsid w:val="006F0C56"/>
    <w:rsid w:val="00706718"/>
    <w:rsid w:val="007113A2"/>
    <w:rsid w:val="007449A4"/>
    <w:rsid w:val="00747B08"/>
    <w:rsid w:val="00754242"/>
    <w:rsid w:val="00764548"/>
    <w:rsid w:val="007914DB"/>
    <w:rsid w:val="00810584"/>
    <w:rsid w:val="00857197"/>
    <w:rsid w:val="00874B1F"/>
    <w:rsid w:val="00881286"/>
    <w:rsid w:val="008C1041"/>
    <w:rsid w:val="008C7A99"/>
    <w:rsid w:val="008F6A44"/>
    <w:rsid w:val="00911D63"/>
    <w:rsid w:val="009166BC"/>
    <w:rsid w:val="0093397E"/>
    <w:rsid w:val="009349ED"/>
    <w:rsid w:val="00943632"/>
    <w:rsid w:val="009475C1"/>
    <w:rsid w:val="00973FF2"/>
    <w:rsid w:val="0099785A"/>
    <w:rsid w:val="009A257F"/>
    <w:rsid w:val="009A65D9"/>
    <w:rsid w:val="009A79C4"/>
    <w:rsid w:val="009C3517"/>
    <w:rsid w:val="009D28D3"/>
    <w:rsid w:val="009F1EA9"/>
    <w:rsid w:val="00A31583"/>
    <w:rsid w:val="00A52691"/>
    <w:rsid w:val="00AA49BB"/>
    <w:rsid w:val="00AD14AE"/>
    <w:rsid w:val="00AE2DCE"/>
    <w:rsid w:val="00B05761"/>
    <w:rsid w:val="00B070AF"/>
    <w:rsid w:val="00B520A9"/>
    <w:rsid w:val="00BD0D14"/>
    <w:rsid w:val="00BF21DE"/>
    <w:rsid w:val="00BF4FEC"/>
    <w:rsid w:val="00BF5C1E"/>
    <w:rsid w:val="00C03200"/>
    <w:rsid w:val="00C31830"/>
    <w:rsid w:val="00C422F5"/>
    <w:rsid w:val="00C461F7"/>
    <w:rsid w:val="00C61365"/>
    <w:rsid w:val="00C61390"/>
    <w:rsid w:val="00C779C0"/>
    <w:rsid w:val="00C90A22"/>
    <w:rsid w:val="00CA03F1"/>
    <w:rsid w:val="00CA38E0"/>
    <w:rsid w:val="00CB5329"/>
    <w:rsid w:val="00CC6B4B"/>
    <w:rsid w:val="00CD68EB"/>
    <w:rsid w:val="00CE4AC4"/>
    <w:rsid w:val="00D11481"/>
    <w:rsid w:val="00D15029"/>
    <w:rsid w:val="00D57370"/>
    <w:rsid w:val="00D7491B"/>
    <w:rsid w:val="00D9731C"/>
    <w:rsid w:val="00DA23E5"/>
    <w:rsid w:val="00DA5E07"/>
    <w:rsid w:val="00DB0325"/>
    <w:rsid w:val="00DD25B4"/>
    <w:rsid w:val="00DF54BA"/>
    <w:rsid w:val="00E234F4"/>
    <w:rsid w:val="00E4739F"/>
    <w:rsid w:val="00E54B53"/>
    <w:rsid w:val="00E60D1E"/>
    <w:rsid w:val="00EA31C9"/>
    <w:rsid w:val="00EC364A"/>
    <w:rsid w:val="00EC58CF"/>
    <w:rsid w:val="00EC6A39"/>
    <w:rsid w:val="00EE47F6"/>
    <w:rsid w:val="00F32980"/>
    <w:rsid w:val="00F473EE"/>
    <w:rsid w:val="00F65E74"/>
    <w:rsid w:val="00F72140"/>
    <w:rsid w:val="00F7215A"/>
    <w:rsid w:val="00F77B61"/>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27A2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98"/>
    <w:pPr>
      <w:widowControl w:val="0"/>
      <w:adjustRightInd w:val="0"/>
      <w:textAlignment w:val="baseline"/>
    </w:pPr>
    <w:rPr>
      <w:sz w:val="24"/>
      <w:szCs w:val="24"/>
    </w:rPr>
  </w:style>
  <w:style w:type="paragraph" w:styleId="Heading1">
    <w:name w:val="heading 1"/>
    <w:basedOn w:val="Normal"/>
    <w:next w:val="Normal"/>
    <w:qFormat/>
    <w:rsid w:val="0020069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069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069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0698"/>
    <w:pPr>
      <w:keepNext/>
      <w:numPr>
        <w:ilvl w:val="3"/>
        <w:numId w:val="4"/>
      </w:numPr>
      <w:spacing w:before="240" w:after="60"/>
      <w:outlineLvl w:val="3"/>
    </w:pPr>
    <w:rPr>
      <w:b/>
      <w:bCs/>
      <w:sz w:val="28"/>
      <w:szCs w:val="28"/>
    </w:rPr>
  </w:style>
  <w:style w:type="paragraph" w:styleId="Heading5">
    <w:name w:val="heading 5"/>
    <w:basedOn w:val="Normal"/>
    <w:next w:val="Normal"/>
    <w:qFormat/>
    <w:rsid w:val="00200698"/>
    <w:pPr>
      <w:numPr>
        <w:ilvl w:val="4"/>
        <w:numId w:val="4"/>
      </w:numPr>
      <w:spacing w:before="240" w:after="60"/>
      <w:outlineLvl w:val="4"/>
    </w:pPr>
    <w:rPr>
      <w:b/>
      <w:bCs/>
      <w:i/>
      <w:iCs/>
      <w:sz w:val="26"/>
      <w:szCs w:val="26"/>
    </w:rPr>
  </w:style>
  <w:style w:type="paragraph" w:styleId="Heading6">
    <w:name w:val="heading 6"/>
    <w:basedOn w:val="Normal"/>
    <w:next w:val="Normal"/>
    <w:qFormat/>
    <w:rsid w:val="00200698"/>
    <w:pPr>
      <w:numPr>
        <w:ilvl w:val="5"/>
        <w:numId w:val="4"/>
      </w:numPr>
      <w:spacing w:before="240" w:after="60"/>
      <w:outlineLvl w:val="5"/>
    </w:pPr>
    <w:rPr>
      <w:b/>
      <w:bCs/>
      <w:sz w:val="22"/>
      <w:szCs w:val="22"/>
    </w:rPr>
  </w:style>
  <w:style w:type="paragraph" w:styleId="Heading7">
    <w:name w:val="heading 7"/>
    <w:basedOn w:val="Normal"/>
    <w:next w:val="Normal"/>
    <w:qFormat/>
    <w:rsid w:val="00200698"/>
    <w:pPr>
      <w:numPr>
        <w:ilvl w:val="6"/>
        <w:numId w:val="4"/>
      </w:numPr>
      <w:spacing w:before="240" w:after="60"/>
      <w:outlineLvl w:val="6"/>
    </w:pPr>
  </w:style>
  <w:style w:type="paragraph" w:styleId="Heading8">
    <w:name w:val="heading 8"/>
    <w:basedOn w:val="Normal"/>
    <w:next w:val="Normal"/>
    <w:qFormat/>
    <w:rsid w:val="00200698"/>
    <w:pPr>
      <w:numPr>
        <w:ilvl w:val="7"/>
        <w:numId w:val="4"/>
      </w:numPr>
      <w:spacing w:before="240" w:after="60"/>
      <w:outlineLvl w:val="7"/>
    </w:pPr>
    <w:rPr>
      <w:i/>
      <w:iCs/>
    </w:rPr>
  </w:style>
  <w:style w:type="paragraph" w:styleId="Heading9">
    <w:name w:val="heading 9"/>
    <w:basedOn w:val="Normal"/>
    <w:next w:val="Normal"/>
    <w:qFormat/>
    <w:rsid w:val="0020069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0698"/>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00698"/>
    <w:rPr>
      <w:rFonts w:ascii="Arial Narrow" w:hAnsi="Arial Narrow"/>
      <w:sz w:val="20"/>
    </w:rPr>
  </w:style>
  <w:style w:type="paragraph" w:customStyle="1" w:styleId="xtLabel">
    <w:name w:val="xtLabel"/>
    <w:basedOn w:val="Normal"/>
    <w:rsid w:val="0020069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00698"/>
    <w:rPr>
      <w:color w:val="800080"/>
      <w:u w:val="single"/>
    </w:rPr>
  </w:style>
  <w:style w:type="character" w:styleId="Hyperlink">
    <w:name w:val="Hyperlink"/>
    <w:basedOn w:val="DefaultParagraphFont"/>
    <w:rsid w:val="0020069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0698"/>
  </w:style>
  <w:style w:type="paragraph" w:styleId="TOC2">
    <w:name w:val="toc 2"/>
    <w:basedOn w:val="Normal"/>
    <w:next w:val="Normal"/>
    <w:autoRedefine/>
    <w:semiHidden/>
    <w:rsid w:val="00200698"/>
    <w:pPr>
      <w:ind w:left="240"/>
    </w:pPr>
  </w:style>
  <w:style w:type="paragraph" w:styleId="TOC3">
    <w:name w:val="toc 3"/>
    <w:basedOn w:val="Normal"/>
    <w:next w:val="Normal"/>
    <w:autoRedefine/>
    <w:semiHidden/>
    <w:rsid w:val="0020069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0698"/>
    <w:pPr>
      <w:keepLines/>
    </w:pPr>
    <w:rPr>
      <w:color w:val="000000"/>
    </w:rPr>
  </w:style>
  <w:style w:type="paragraph" w:customStyle="1" w:styleId="dldl1">
    <w:name w:val="dldl1"/>
    <w:basedOn w:val="BodyText"/>
    <w:rsid w:val="0020069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0698"/>
    <w:pPr>
      <w:numPr>
        <w:ilvl w:val="1"/>
      </w:numPr>
      <w:tabs>
        <w:tab w:val="clear" w:pos="1440"/>
      </w:tabs>
      <w:outlineLvl w:val="1"/>
    </w:pPr>
  </w:style>
  <w:style w:type="paragraph" w:customStyle="1" w:styleId="dldl3">
    <w:name w:val="dldl3"/>
    <w:basedOn w:val="dldl1"/>
    <w:rsid w:val="00200698"/>
    <w:pPr>
      <w:numPr>
        <w:ilvl w:val="2"/>
      </w:numPr>
      <w:tabs>
        <w:tab w:val="clear" w:pos="2160"/>
      </w:tabs>
      <w:outlineLvl w:val="2"/>
    </w:pPr>
  </w:style>
  <w:style w:type="paragraph" w:customStyle="1" w:styleId="dldl4">
    <w:name w:val="dldl4"/>
    <w:basedOn w:val="dldl1"/>
    <w:rsid w:val="00200698"/>
    <w:pPr>
      <w:numPr>
        <w:ilvl w:val="3"/>
      </w:numPr>
      <w:tabs>
        <w:tab w:val="clear" w:pos="1440"/>
        <w:tab w:val="clear" w:pos="2880"/>
      </w:tabs>
      <w:outlineLvl w:val="3"/>
    </w:pPr>
  </w:style>
  <w:style w:type="paragraph" w:customStyle="1" w:styleId="dldl5">
    <w:name w:val="dldl5"/>
    <w:basedOn w:val="dldl1"/>
    <w:rsid w:val="00200698"/>
    <w:pPr>
      <w:numPr>
        <w:ilvl w:val="4"/>
      </w:numPr>
      <w:tabs>
        <w:tab w:val="clear" w:pos="1440"/>
      </w:tabs>
      <w:outlineLvl w:val="4"/>
    </w:pPr>
  </w:style>
  <w:style w:type="paragraph" w:customStyle="1" w:styleId="dldl6">
    <w:name w:val="dldl6"/>
    <w:basedOn w:val="dldl1"/>
    <w:rsid w:val="00200698"/>
    <w:pPr>
      <w:numPr>
        <w:ilvl w:val="5"/>
      </w:numPr>
      <w:tabs>
        <w:tab w:val="clear" w:pos="2160"/>
      </w:tabs>
      <w:outlineLvl w:val="5"/>
    </w:pPr>
  </w:style>
  <w:style w:type="paragraph" w:customStyle="1" w:styleId="dldl7">
    <w:name w:val="dldl7"/>
    <w:basedOn w:val="dldl1"/>
    <w:rsid w:val="00200698"/>
    <w:pPr>
      <w:numPr>
        <w:ilvl w:val="6"/>
      </w:numPr>
      <w:outlineLvl w:val="6"/>
    </w:pPr>
  </w:style>
  <w:style w:type="paragraph" w:customStyle="1" w:styleId="dldl8">
    <w:name w:val="dldl8"/>
    <w:basedOn w:val="dldl1"/>
    <w:rsid w:val="00200698"/>
    <w:pPr>
      <w:numPr>
        <w:ilvl w:val="7"/>
      </w:numPr>
      <w:tabs>
        <w:tab w:val="clear" w:pos="2880"/>
      </w:tabs>
      <w:outlineLvl w:val="7"/>
    </w:pPr>
  </w:style>
  <w:style w:type="paragraph" w:customStyle="1" w:styleId="dldl9">
    <w:name w:val="dldl9"/>
    <w:basedOn w:val="dldl1"/>
    <w:rsid w:val="0020069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0698"/>
    <w:pPr>
      <w:keepNext/>
      <w:keepLines/>
      <w:spacing w:before="60" w:after="60"/>
    </w:pPr>
    <w:rPr>
      <w:b/>
      <w:sz w:val="22"/>
      <w:szCs w:val="22"/>
    </w:rPr>
  </w:style>
  <w:style w:type="table" w:customStyle="1" w:styleId="TablePlain">
    <w:name w:val="Table Plain"/>
    <w:basedOn w:val="TableNormal"/>
    <w:rsid w:val="00200698"/>
    <w:tblPr>
      <w:tblInd w:w="0" w:type="dxa"/>
      <w:tblCellMar>
        <w:top w:w="0" w:type="dxa"/>
        <w:left w:w="108" w:type="dxa"/>
        <w:bottom w:w="0" w:type="dxa"/>
        <w:right w:w="108" w:type="dxa"/>
      </w:tblCellMar>
    </w:tblPr>
  </w:style>
  <w:style w:type="paragraph" w:customStyle="1" w:styleId="lvlSteps">
    <w:name w:val="lvlSteps"/>
    <w:basedOn w:val="Normal"/>
    <w:rsid w:val="00200698"/>
    <w:pPr>
      <w:spacing w:before="40" w:after="40"/>
    </w:pPr>
    <w:rPr>
      <w:sz w:val="22"/>
      <w:szCs w:val="22"/>
    </w:rPr>
  </w:style>
  <w:style w:type="paragraph" w:customStyle="1" w:styleId="nBodyText">
    <w:name w:val="nBody Text"/>
    <w:basedOn w:val="Normal"/>
    <w:rsid w:val="00200698"/>
    <w:pPr>
      <w:numPr>
        <w:numId w:val="3"/>
      </w:numPr>
      <w:ind w:left="0" w:firstLine="0"/>
    </w:pPr>
    <w:rPr>
      <w:sz w:val="22"/>
      <w:szCs w:val="22"/>
    </w:rPr>
  </w:style>
  <w:style w:type="paragraph" w:customStyle="1" w:styleId="OITitle">
    <w:name w:val="OI_Title"/>
    <w:basedOn w:val="Normal"/>
    <w:rsid w:val="00200698"/>
    <w:pPr>
      <w:jc w:val="center"/>
    </w:pPr>
    <w:rPr>
      <w:b/>
    </w:rPr>
  </w:style>
  <w:style w:type="numbering" w:styleId="111111">
    <w:name w:val="Outline List 2"/>
    <w:basedOn w:val="NoList"/>
    <w:rsid w:val="00200698"/>
    <w:pPr>
      <w:numPr>
        <w:numId w:val="2"/>
      </w:numPr>
    </w:pPr>
  </w:style>
  <w:style w:type="paragraph" w:customStyle="1" w:styleId="OINumber">
    <w:name w:val="OI_Number"/>
    <w:basedOn w:val="Normal"/>
    <w:rsid w:val="00200698"/>
    <w:pPr>
      <w:spacing w:before="80"/>
    </w:pPr>
    <w:rPr>
      <w:b/>
      <w:sz w:val="16"/>
    </w:rPr>
  </w:style>
  <w:style w:type="paragraph" w:styleId="BodyText">
    <w:name w:val="Body Text"/>
    <w:aliases w:val="Body Text Char1,Body Text Char Char"/>
    <w:basedOn w:val="Normal"/>
    <w:link w:val="BodyTextChar"/>
    <w:rsid w:val="00200698"/>
    <w:rPr>
      <w:szCs w:val="22"/>
    </w:rPr>
  </w:style>
  <w:style w:type="paragraph" w:styleId="BodyText2">
    <w:name w:val="Body Text 2"/>
    <w:basedOn w:val="Normal"/>
    <w:rsid w:val="00200698"/>
    <w:pPr>
      <w:spacing w:after="120" w:line="480" w:lineRule="auto"/>
    </w:pPr>
  </w:style>
  <w:style w:type="paragraph" w:customStyle="1" w:styleId="EffectiveDate0">
    <w:name w:val="Effective_Date"/>
    <w:basedOn w:val="Normal"/>
    <w:rsid w:val="00200698"/>
    <w:pPr>
      <w:spacing w:before="80"/>
    </w:pPr>
    <w:rPr>
      <w:sz w:val="16"/>
    </w:rPr>
  </w:style>
  <w:style w:type="paragraph" w:customStyle="1" w:styleId="stepsbulleted">
    <w:name w:val="steps_bulleted"/>
    <w:basedOn w:val="Normal"/>
    <w:rsid w:val="00200698"/>
    <w:pPr>
      <w:keepLines/>
      <w:numPr>
        <w:numId w:val="6"/>
      </w:numPr>
      <w:spacing w:before="40" w:after="40"/>
    </w:pPr>
    <w:rPr>
      <w:color w:val="000000"/>
    </w:rPr>
  </w:style>
  <w:style w:type="paragraph" w:customStyle="1" w:styleId="stepsnumbered">
    <w:name w:val="steps_numbered"/>
    <w:basedOn w:val="BodyText"/>
    <w:rsid w:val="00200698"/>
    <w:pPr>
      <w:numPr>
        <w:numId w:val="8"/>
      </w:numPr>
    </w:pPr>
  </w:style>
  <w:style w:type="paragraph" w:customStyle="1" w:styleId="ColumnHeader">
    <w:name w:val="ColumnHeader"/>
    <w:basedOn w:val="BodyText"/>
    <w:rsid w:val="0020069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link w:val="BulletListChar"/>
    <w:qFormat/>
    <w:rsid w:val="00200698"/>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BulletListChar">
    <w:name w:val="BulletList Char"/>
    <w:basedOn w:val="DefaultParagraphFont"/>
    <w:link w:val="BulletList"/>
    <w:rsid w:val="00874B1F"/>
    <w:rPr>
      <w:sz w:val="24"/>
    </w:rPr>
  </w:style>
  <w:style w:type="character" w:customStyle="1" w:styleId="BodyTextChar">
    <w:name w:val="Body Text Char"/>
    <w:aliases w:val="Body Text Char1 Char,Body Text Char Char Char"/>
    <w:basedOn w:val="DefaultParagraphFont"/>
    <w:link w:val="BodyText"/>
    <w:rsid w:val="008C1041"/>
    <w:rPr>
      <w:sz w:val="24"/>
      <w:szCs w:val="22"/>
    </w:rPr>
  </w:style>
  <w:style w:type="character" w:customStyle="1" w:styleId="FooterChar">
    <w:name w:val="Footer Char"/>
    <w:basedOn w:val="DefaultParagraphFont"/>
    <w:link w:val="Footer"/>
    <w:rsid w:val="001B58EC"/>
    <w:rPr>
      <w:sz w:val="24"/>
      <w:szCs w:val="24"/>
    </w:rPr>
  </w:style>
  <w:style w:type="paragraph" w:styleId="BalloonText">
    <w:name w:val="Balloon Text"/>
    <w:basedOn w:val="Normal"/>
    <w:link w:val="BalloonTextChar"/>
    <w:rsid w:val="00E234F4"/>
    <w:rPr>
      <w:rFonts w:ascii="Lucida Grande" w:hAnsi="Lucida Grande" w:cs="Lucida Grande"/>
      <w:sz w:val="18"/>
      <w:szCs w:val="18"/>
    </w:rPr>
  </w:style>
  <w:style w:type="character" w:customStyle="1" w:styleId="BalloonTextChar">
    <w:name w:val="Balloon Text Char"/>
    <w:basedOn w:val="DefaultParagraphFont"/>
    <w:link w:val="BalloonText"/>
    <w:rsid w:val="00E234F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98"/>
    <w:pPr>
      <w:widowControl w:val="0"/>
      <w:adjustRightInd w:val="0"/>
      <w:textAlignment w:val="baseline"/>
    </w:pPr>
    <w:rPr>
      <w:sz w:val="24"/>
      <w:szCs w:val="24"/>
    </w:rPr>
  </w:style>
  <w:style w:type="paragraph" w:styleId="Heading1">
    <w:name w:val="heading 1"/>
    <w:basedOn w:val="Normal"/>
    <w:next w:val="Normal"/>
    <w:qFormat/>
    <w:rsid w:val="0020069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069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069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0698"/>
    <w:pPr>
      <w:keepNext/>
      <w:numPr>
        <w:ilvl w:val="3"/>
        <w:numId w:val="4"/>
      </w:numPr>
      <w:spacing w:before="240" w:after="60"/>
      <w:outlineLvl w:val="3"/>
    </w:pPr>
    <w:rPr>
      <w:b/>
      <w:bCs/>
      <w:sz w:val="28"/>
      <w:szCs w:val="28"/>
    </w:rPr>
  </w:style>
  <w:style w:type="paragraph" w:styleId="Heading5">
    <w:name w:val="heading 5"/>
    <w:basedOn w:val="Normal"/>
    <w:next w:val="Normal"/>
    <w:qFormat/>
    <w:rsid w:val="00200698"/>
    <w:pPr>
      <w:numPr>
        <w:ilvl w:val="4"/>
        <w:numId w:val="4"/>
      </w:numPr>
      <w:spacing w:before="240" w:after="60"/>
      <w:outlineLvl w:val="4"/>
    </w:pPr>
    <w:rPr>
      <w:b/>
      <w:bCs/>
      <w:i/>
      <w:iCs/>
      <w:sz w:val="26"/>
      <w:szCs w:val="26"/>
    </w:rPr>
  </w:style>
  <w:style w:type="paragraph" w:styleId="Heading6">
    <w:name w:val="heading 6"/>
    <w:basedOn w:val="Normal"/>
    <w:next w:val="Normal"/>
    <w:qFormat/>
    <w:rsid w:val="00200698"/>
    <w:pPr>
      <w:numPr>
        <w:ilvl w:val="5"/>
        <w:numId w:val="4"/>
      </w:numPr>
      <w:spacing w:before="240" w:after="60"/>
      <w:outlineLvl w:val="5"/>
    </w:pPr>
    <w:rPr>
      <w:b/>
      <w:bCs/>
      <w:sz w:val="22"/>
      <w:szCs w:val="22"/>
    </w:rPr>
  </w:style>
  <w:style w:type="paragraph" w:styleId="Heading7">
    <w:name w:val="heading 7"/>
    <w:basedOn w:val="Normal"/>
    <w:next w:val="Normal"/>
    <w:qFormat/>
    <w:rsid w:val="00200698"/>
    <w:pPr>
      <w:numPr>
        <w:ilvl w:val="6"/>
        <w:numId w:val="4"/>
      </w:numPr>
      <w:spacing w:before="240" w:after="60"/>
      <w:outlineLvl w:val="6"/>
    </w:pPr>
  </w:style>
  <w:style w:type="paragraph" w:styleId="Heading8">
    <w:name w:val="heading 8"/>
    <w:basedOn w:val="Normal"/>
    <w:next w:val="Normal"/>
    <w:qFormat/>
    <w:rsid w:val="00200698"/>
    <w:pPr>
      <w:numPr>
        <w:ilvl w:val="7"/>
        <w:numId w:val="4"/>
      </w:numPr>
      <w:spacing w:before="240" w:after="60"/>
      <w:outlineLvl w:val="7"/>
    </w:pPr>
    <w:rPr>
      <w:i/>
      <w:iCs/>
    </w:rPr>
  </w:style>
  <w:style w:type="paragraph" w:styleId="Heading9">
    <w:name w:val="heading 9"/>
    <w:basedOn w:val="Normal"/>
    <w:next w:val="Normal"/>
    <w:qFormat/>
    <w:rsid w:val="0020069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0698"/>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00698"/>
    <w:rPr>
      <w:rFonts w:ascii="Arial Narrow" w:hAnsi="Arial Narrow"/>
      <w:sz w:val="20"/>
    </w:rPr>
  </w:style>
  <w:style w:type="paragraph" w:customStyle="1" w:styleId="xtLabel">
    <w:name w:val="xtLabel"/>
    <w:basedOn w:val="Normal"/>
    <w:rsid w:val="0020069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00698"/>
    <w:rPr>
      <w:color w:val="800080"/>
      <w:u w:val="single"/>
    </w:rPr>
  </w:style>
  <w:style w:type="character" w:styleId="Hyperlink">
    <w:name w:val="Hyperlink"/>
    <w:basedOn w:val="DefaultParagraphFont"/>
    <w:rsid w:val="0020069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0698"/>
  </w:style>
  <w:style w:type="paragraph" w:styleId="TOC2">
    <w:name w:val="toc 2"/>
    <w:basedOn w:val="Normal"/>
    <w:next w:val="Normal"/>
    <w:autoRedefine/>
    <w:semiHidden/>
    <w:rsid w:val="00200698"/>
    <w:pPr>
      <w:ind w:left="240"/>
    </w:pPr>
  </w:style>
  <w:style w:type="paragraph" w:styleId="TOC3">
    <w:name w:val="toc 3"/>
    <w:basedOn w:val="Normal"/>
    <w:next w:val="Normal"/>
    <w:autoRedefine/>
    <w:semiHidden/>
    <w:rsid w:val="0020069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0698"/>
    <w:pPr>
      <w:keepLines/>
    </w:pPr>
    <w:rPr>
      <w:color w:val="000000"/>
    </w:rPr>
  </w:style>
  <w:style w:type="paragraph" w:customStyle="1" w:styleId="dldl1">
    <w:name w:val="dldl1"/>
    <w:basedOn w:val="BodyText"/>
    <w:rsid w:val="0020069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0698"/>
    <w:pPr>
      <w:numPr>
        <w:ilvl w:val="1"/>
      </w:numPr>
      <w:tabs>
        <w:tab w:val="clear" w:pos="1440"/>
      </w:tabs>
      <w:outlineLvl w:val="1"/>
    </w:pPr>
  </w:style>
  <w:style w:type="paragraph" w:customStyle="1" w:styleId="dldl3">
    <w:name w:val="dldl3"/>
    <w:basedOn w:val="dldl1"/>
    <w:rsid w:val="00200698"/>
    <w:pPr>
      <w:numPr>
        <w:ilvl w:val="2"/>
      </w:numPr>
      <w:tabs>
        <w:tab w:val="clear" w:pos="2160"/>
      </w:tabs>
      <w:outlineLvl w:val="2"/>
    </w:pPr>
  </w:style>
  <w:style w:type="paragraph" w:customStyle="1" w:styleId="dldl4">
    <w:name w:val="dldl4"/>
    <w:basedOn w:val="dldl1"/>
    <w:rsid w:val="00200698"/>
    <w:pPr>
      <w:numPr>
        <w:ilvl w:val="3"/>
      </w:numPr>
      <w:tabs>
        <w:tab w:val="clear" w:pos="1440"/>
        <w:tab w:val="clear" w:pos="2880"/>
      </w:tabs>
      <w:outlineLvl w:val="3"/>
    </w:pPr>
  </w:style>
  <w:style w:type="paragraph" w:customStyle="1" w:styleId="dldl5">
    <w:name w:val="dldl5"/>
    <w:basedOn w:val="dldl1"/>
    <w:rsid w:val="00200698"/>
    <w:pPr>
      <w:numPr>
        <w:ilvl w:val="4"/>
      </w:numPr>
      <w:tabs>
        <w:tab w:val="clear" w:pos="1440"/>
      </w:tabs>
      <w:outlineLvl w:val="4"/>
    </w:pPr>
  </w:style>
  <w:style w:type="paragraph" w:customStyle="1" w:styleId="dldl6">
    <w:name w:val="dldl6"/>
    <w:basedOn w:val="dldl1"/>
    <w:rsid w:val="00200698"/>
    <w:pPr>
      <w:numPr>
        <w:ilvl w:val="5"/>
      </w:numPr>
      <w:tabs>
        <w:tab w:val="clear" w:pos="2160"/>
      </w:tabs>
      <w:outlineLvl w:val="5"/>
    </w:pPr>
  </w:style>
  <w:style w:type="paragraph" w:customStyle="1" w:styleId="dldl7">
    <w:name w:val="dldl7"/>
    <w:basedOn w:val="dldl1"/>
    <w:rsid w:val="00200698"/>
    <w:pPr>
      <w:numPr>
        <w:ilvl w:val="6"/>
      </w:numPr>
      <w:outlineLvl w:val="6"/>
    </w:pPr>
  </w:style>
  <w:style w:type="paragraph" w:customStyle="1" w:styleId="dldl8">
    <w:name w:val="dldl8"/>
    <w:basedOn w:val="dldl1"/>
    <w:rsid w:val="00200698"/>
    <w:pPr>
      <w:numPr>
        <w:ilvl w:val="7"/>
      </w:numPr>
      <w:tabs>
        <w:tab w:val="clear" w:pos="2880"/>
      </w:tabs>
      <w:outlineLvl w:val="7"/>
    </w:pPr>
  </w:style>
  <w:style w:type="paragraph" w:customStyle="1" w:styleId="dldl9">
    <w:name w:val="dldl9"/>
    <w:basedOn w:val="dldl1"/>
    <w:rsid w:val="0020069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0698"/>
    <w:pPr>
      <w:keepNext/>
      <w:keepLines/>
      <w:spacing w:before="60" w:after="60"/>
    </w:pPr>
    <w:rPr>
      <w:b/>
      <w:sz w:val="22"/>
      <w:szCs w:val="22"/>
    </w:rPr>
  </w:style>
  <w:style w:type="table" w:customStyle="1" w:styleId="TablePlain">
    <w:name w:val="Table Plain"/>
    <w:basedOn w:val="TableNormal"/>
    <w:rsid w:val="00200698"/>
    <w:tblPr>
      <w:tblInd w:w="0" w:type="dxa"/>
      <w:tblCellMar>
        <w:top w:w="0" w:type="dxa"/>
        <w:left w:w="108" w:type="dxa"/>
        <w:bottom w:w="0" w:type="dxa"/>
        <w:right w:w="108" w:type="dxa"/>
      </w:tblCellMar>
    </w:tblPr>
  </w:style>
  <w:style w:type="paragraph" w:customStyle="1" w:styleId="lvlSteps">
    <w:name w:val="lvlSteps"/>
    <w:basedOn w:val="Normal"/>
    <w:rsid w:val="00200698"/>
    <w:pPr>
      <w:spacing w:before="40" w:after="40"/>
    </w:pPr>
    <w:rPr>
      <w:sz w:val="22"/>
      <w:szCs w:val="22"/>
    </w:rPr>
  </w:style>
  <w:style w:type="paragraph" w:customStyle="1" w:styleId="nBodyText">
    <w:name w:val="nBody Text"/>
    <w:basedOn w:val="Normal"/>
    <w:rsid w:val="00200698"/>
    <w:pPr>
      <w:numPr>
        <w:numId w:val="3"/>
      </w:numPr>
      <w:ind w:left="0" w:firstLine="0"/>
    </w:pPr>
    <w:rPr>
      <w:sz w:val="22"/>
      <w:szCs w:val="22"/>
    </w:rPr>
  </w:style>
  <w:style w:type="paragraph" w:customStyle="1" w:styleId="OITitle">
    <w:name w:val="OI_Title"/>
    <w:basedOn w:val="Normal"/>
    <w:rsid w:val="00200698"/>
    <w:pPr>
      <w:jc w:val="center"/>
    </w:pPr>
    <w:rPr>
      <w:b/>
    </w:rPr>
  </w:style>
  <w:style w:type="numbering" w:styleId="111111">
    <w:name w:val="Outline List 2"/>
    <w:basedOn w:val="NoList"/>
    <w:rsid w:val="00200698"/>
    <w:pPr>
      <w:numPr>
        <w:numId w:val="2"/>
      </w:numPr>
    </w:pPr>
  </w:style>
  <w:style w:type="paragraph" w:customStyle="1" w:styleId="OINumber">
    <w:name w:val="OI_Number"/>
    <w:basedOn w:val="Normal"/>
    <w:rsid w:val="00200698"/>
    <w:pPr>
      <w:spacing w:before="80"/>
    </w:pPr>
    <w:rPr>
      <w:b/>
      <w:sz w:val="16"/>
    </w:rPr>
  </w:style>
  <w:style w:type="paragraph" w:styleId="BodyText">
    <w:name w:val="Body Text"/>
    <w:aliases w:val="Body Text Char1,Body Text Char Char"/>
    <w:basedOn w:val="Normal"/>
    <w:link w:val="BodyTextChar"/>
    <w:rsid w:val="00200698"/>
    <w:rPr>
      <w:szCs w:val="22"/>
    </w:rPr>
  </w:style>
  <w:style w:type="paragraph" w:styleId="BodyText2">
    <w:name w:val="Body Text 2"/>
    <w:basedOn w:val="Normal"/>
    <w:rsid w:val="00200698"/>
    <w:pPr>
      <w:spacing w:after="120" w:line="480" w:lineRule="auto"/>
    </w:pPr>
  </w:style>
  <w:style w:type="paragraph" w:customStyle="1" w:styleId="EffectiveDate0">
    <w:name w:val="Effective_Date"/>
    <w:basedOn w:val="Normal"/>
    <w:rsid w:val="00200698"/>
    <w:pPr>
      <w:spacing w:before="80"/>
    </w:pPr>
    <w:rPr>
      <w:sz w:val="16"/>
    </w:rPr>
  </w:style>
  <w:style w:type="paragraph" w:customStyle="1" w:styleId="stepsbulleted">
    <w:name w:val="steps_bulleted"/>
    <w:basedOn w:val="Normal"/>
    <w:rsid w:val="00200698"/>
    <w:pPr>
      <w:keepLines/>
      <w:numPr>
        <w:numId w:val="6"/>
      </w:numPr>
      <w:spacing w:before="40" w:after="40"/>
    </w:pPr>
    <w:rPr>
      <w:color w:val="000000"/>
    </w:rPr>
  </w:style>
  <w:style w:type="paragraph" w:customStyle="1" w:styleId="stepsnumbered">
    <w:name w:val="steps_numbered"/>
    <w:basedOn w:val="BodyText"/>
    <w:rsid w:val="00200698"/>
    <w:pPr>
      <w:numPr>
        <w:numId w:val="8"/>
      </w:numPr>
    </w:pPr>
  </w:style>
  <w:style w:type="paragraph" w:customStyle="1" w:styleId="ColumnHeader">
    <w:name w:val="ColumnHeader"/>
    <w:basedOn w:val="BodyText"/>
    <w:rsid w:val="0020069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link w:val="BulletListChar"/>
    <w:qFormat/>
    <w:rsid w:val="00200698"/>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BulletListChar">
    <w:name w:val="BulletList Char"/>
    <w:basedOn w:val="DefaultParagraphFont"/>
    <w:link w:val="BulletList"/>
    <w:rsid w:val="00874B1F"/>
    <w:rPr>
      <w:sz w:val="24"/>
    </w:rPr>
  </w:style>
  <w:style w:type="character" w:customStyle="1" w:styleId="BodyTextChar">
    <w:name w:val="Body Text Char"/>
    <w:aliases w:val="Body Text Char1 Char,Body Text Char Char Char"/>
    <w:basedOn w:val="DefaultParagraphFont"/>
    <w:link w:val="BodyText"/>
    <w:rsid w:val="008C1041"/>
    <w:rPr>
      <w:sz w:val="24"/>
      <w:szCs w:val="22"/>
    </w:rPr>
  </w:style>
  <w:style w:type="character" w:customStyle="1" w:styleId="FooterChar">
    <w:name w:val="Footer Char"/>
    <w:basedOn w:val="DefaultParagraphFont"/>
    <w:link w:val="Footer"/>
    <w:rsid w:val="001B58EC"/>
    <w:rPr>
      <w:sz w:val="24"/>
      <w:szCs w:val="24"/>
    </w:rPr>
  </w:style>
  <w:style w:type="paragraph" w:styleId="BalloonText">
    <w:name w:val="Balloon Text"/>
    <w:basedOn w:val="Normal"/>
    <w:link w:val="BalloonTextChar"/>
    <w:rsid w:val="00E234F4"/>
    <w:rPr>
      <w:rFonts w:ascii="Lucida Grande" w:hAnsi="Lucida Grande" w:cs="Lucida Grande"/>
      <w:sz w:val="18"/>
      <w:szCs w:val="18"/>
    </w:rPr>
  </w:style>
  <w:style w:type="character" w:customStyle="1" w:styleId="BalloonTextChar">
    <w:name w:val="Balloon Text Char"/>
    <w:basedOn w:val="DefaultParagraphFont"/>
    <w:link w:val="BalloonText"/>
    <w:rsid w:val="00E234F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C:%5CxtProject%5CSaf_HazMat_AC50%5Cgraphics%5CPPE_CWP.gif" TargetMode="External"/><Relationship Id="rId15" Type="http://schemas.openxmlformats.org/officeDocument/2006/relationships/hyperlink" Target="http://scme-nm.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4</Pages>
  <Words>633</Words>
  <Characters>3611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4236</CharactersWithSpaces>
  <SharedDoc>false</SharedDoc>
  <HLinks>
    <vt:vector size="18" baseType="variant">
      <vt:variant>
        <vt:i4>4194390</vt:i4>
      </vt:variant>
      <vt:variant>
        <vt:i4>6</vt:i4>
      </vt:variant>
      <vt:variant>
        <vt:i4>0</vt:i4>
      </vt:variant>
      <vt:variant>
        <vt:i4>5</vt:i4>
      </vt:variant>
      <vt:variant>
        <vt:lpwstr>http://www.free-training.com/osha/ppe/ppemenu.htm</vt:lpwstr>
      </vt:variant>
      <vt:variant>
        <vt:lpwstr/>
      </vt:variant>
      <vt:variant>
        <vt:i4>4718616</vt:i4>
      </vt:variant>
      <vt:variant>
        <vt:i4>3</vt:i4>
      </vt:variant>
      <vt:variant>
        <vt:i4>0</vt:i4>
      </vt:variant>
      <vt:variant>
        <vt:i4>5</vt:i4>
      </vt:variant>
      <vt:variant>
        <vt:lpwstr>http://www.ilpi.com/msds/ref/</vt:lpwstr>
      </vt:variant>
      <vt:variant>
        <vt:lpwstr/>
      </vt:variant>
      <vt:variant>
        <vt:i4>6815835</vt:i4>
      </vt:variant>
      <vt:variant>
        <vt:i4>3559</vt:i4>
      </vt:variant>
      <vt:variant>
        <vt:i4>1025</vt:i4>
      </vt:variant>
      <vt:variant>
        <vt:i4>1</vt:i4>
      </vt:variant>
      <vt:variant>
        <vt:lpwstr>C:\xtProject\Saf_HazMat_AC50\graphics\PPE_CWP.gif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2006-10-06T15:30:00Z</cp:lastPrinted>
  <dcterms:created xsi:type="dcterms:W3CDTF">2017-03-22T17:50:00Z</dcterms:created>
  <dcterms:modified xsi:type="dcterms:W3CDTF">2017-03-22T18:00:00Z</dcterms:modified>
</cp:coreProperties>
</file>