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2545A" w14:textId="77777777" w:rsidR="001B2F63" w:rsidRPr="00B03158" w:rsidRDefault="001B2F63" w:rsidP="001B2F63">
      <w:pPr>
        <w:jc w:val="center"/>
        <w:rPr>
          <w:b/>
          <w:sz w:val="32"/>
        </w:rPr>
      </w:pPr>
      <w:bookmarkStart w:id="0" w:name="_GoBack"/>
      <w:bookmarkEnd w:id="0"/>
      <w:r w:rsidRPr="00B03158">
        <w:rPr>
          <w:b/>
          <w:sz w:val="32"/>
        </w:rPr>
        <w:t>Southwest Center for Microsystems Education (SCME)</w:t>
      </w:r>
    </w:p>
    <w:p w14:paraId="6B7ACC72" w14:textId="77777777" w:rsidR="001B2F63" w:rsidRPr="00B03158" w:rsidRDefault="001B2F63" w:rsidP="001B2F63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610223C1" w14:textId="77777777" w:rsidR="001B2F63" w:rsidRDefault="001B2F63" w:rsidP="001B2F63">
      <w:pPr>
        <w:rPr>
          <w:b/>
          <w:sz w:val="32"/>
        </w:rPr>
      </w:pPr>
    </w:p>
    <w:p w14:paraId="2A228426" w14:textId="77777777" w:rsidR="001B2F63" w:rsidRDefault="001B2F63" w:rsidP="001B2F63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 xml:space="preserve">A Comparison of Scale:  </w:t>
      </w:r>
    </w:p>
    <w:p w14:paraId="093461E7" w14:textId="77777777" w:rsidR="001B2F63" w:rsidRPr="00A05FAF" w:rsidRDefault="001B2F63" w:rsidP="001B2F63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Macro, Micro, Nano</w:t>
      </w:r>
    </w:p>
    <w:p w14:paraId="399C81F5" w14:textId="77777777" w:rsidR="001B2F63" w:rsidRPr="00A05FAF" w:rsidRDefault="001B2F63" w:rsidP="001B2F63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Learning Module</w:t>
      </w:r>
    </w:p>
    <w:p w14:paraId="44325FD5" w14:textId="77777777" w:rsidR="001B2F63" w:rsidRDefault="001B2F63" w:rsidP="001B2F63">
      <w:pPr>
        <w:jc w:val="center"/>
        <w:rPr>
          <w:b/>
          <w:sz w:val="32"/>
        </w:rPr>
      </w:pPr>
    </w:p>
    <w:p w14:paraId="5B934153" w14:textId="77777777" w:rsidR="001B2F63" w:rsidRPr="006F35C7" w:rsidRDefault="001B2F63" w:rsidP="001B2F63">
      <w:pPr>
        <w:jc w:val="center"/>
        <w:rPr>
          <w:u w:val="single"/>
        </w:rPr>
      </w:pPr>
      <w:r w:rsidRPr="006F35C7">
        <w:rPr>
          <w:u w:val="single"/>
        </w:rPr>
        <w:t xml:space="preserve">This </w:t>
      </w:r>
      <w:r>
        <w:rPr>
          <w:u w:val="single"/>
        </w:rPr>
        <w:t>Learning Module contains six (6) units</w:t>
      </w:r>
      <w:r w:rsidRPr="006F35C7">
        <w:rPr>
          <w:u w:val="single"/>
        </w:rPr>
        <w:t>:</w:t>
      </w:r>
    </w:p>
    <w:p w14:paraId="3B3DE9EA" w14:textId="77777777" w:rsidR="001B2F63" w:rsidRPr="006F35C7" w:rsidRDefault="001B2F63" w:rsidP="001B2F63">
      <w:pPr>
        <w:jc w:val="center"/>
      </w:pPr>
      <w:r w:rsidRPr="006F35C7">
        <w:t>Knowledge Probe (KP) or Pre-test</w:t>
      </w:r>
    </w:p>
    <w:p w14:paraId="51438AE7" w14:textId="77777777" w:rsidR="001B2F63" w:rsidRPr="006F35C7" w:rsidRDefault="001B2F63" w:rsidP="001B2F63">
      <w:pPr>
        <w:jc w:val="center"/>
      </w:pPr>
      <w:r w:rsidRPr="006F35C7">
        <w:t xml:space="preserve">A Comparison of </w:t>
      </w:r>
      <w:r>
        <w:t>Scale Primary Knowledge (PK)</w:t>
      </w:r>
    </w:p>
    <w:p w14:paraId="2734920B" w14:textId="77777777" w:rsidR="001B2F63" w:rsidRPr="006F35C7" w:rsidRDefault="001B2F63" w:rsidP="001B2F63">
      <w:pPr>
        <w:jc w:val="center"/>
      </w:pPr>
      <w:r w:rsidRPr="006F35C7">
        <w:t>Inquiry Activity:  Cut-to-Size</w:t>
      </w:r>
    </w:p>
    <w:p w14:paraId="26D36679" w14:textId="77777777" w:rsidR="001B2F63" w:rsidRPr="006F35C7" w:rsidRDefault="001B2F63" w:rsidP="001B2F63">
      <w:pPr>
        <w:jc w:val="center"/>
      </w:pPr>
      <w:r w:rsidRPr="006F35C7">
        <w:t>The Scale of Biomolecules Activity</w:t>
      </w:r>
    </w:p>
    <w:p w14:paraId="170EE575" w14:textId="77777777" w:rsidR="001B2F63" w:rsidRPr="006F35C7" w:rsidRDefault="001B2F63" w:rsidP="001B2F63">
      <w:pPr>
        <w:jc w:val="center"/>
      </w:pPr>
      <w:r w:rsidRPr="006F35C7">
        <w:t>Scale Activity:  Zoom In / Zoom Out</w:t>
      </w:r>
    </w:p>
    <w:p w14:paraId="31858781" w14:textId="77777777" w:rsidR="001B2F63" w:rsidRPr="006F35C7" w:rsidRDefault="001B2F63" w:rsidP="001B2F63">
      <w:pPr>
        <w:jc w:val="center"/>
      </w:pPr>
      <w:r w:rsidRPr="006F35C7">
        <w:t>A Comparison of Scale Assessment</w:t>
      </w:r>
    </w:p>
    <w:p w14:paraId="6AAC3D12" w14:textId="77777777" w:rsidR="001B2F63" w:rsidRDefault="001B2F63" w:rsidP="001B2F63">
      <w:pPr>
        <w:jc w:val="center"/>
        <w:rPr>
          <w:sz w:val="28"/>
        </w:rPr>
      </w:pPr>
    </w:p>
    <w:p w14:paraId="0C651565" w14:textId="77777777" w:rsidR="001B2F63" w:rsidRPr="00381500" w:rsidRDefault="001B2F63" w:rsidP="001B2F63">
      <w:pPr>
        <w:keepNext/>
        <w:keepLines/>
        <w:jc w:val="center"/>
        <w:rPr>
          <w:i/>
          <w:color w:val="000000"/>
          <w:sz w:val="28"/>
        </w:rPr>
      </w:pPr>
      <w:r w:rsidRPr="00381500">
        <w:rPr>
          <w:i/>
          <w:color w:val="000000"/>
          <w:sz w:val="28"/>
        </w:rPr>
        <w:t xml:space="preserve">In order to grasp many of the concepts associated with </w:t>
      </w:r>
      <w:r>
        <w:rPr>
          <w:i/>
          <w:color w:val="000000"/>
          <w:sz w:val="28"/>
        </w:rPr>
        <w:t xml:space="preserve">micro and </w:t>
      </w:r>
      <w:proofErr w:type="spellStart"/>
      <w:r>
        <w:rPr>
          <w:i/>
          <w:color w:val="000000"/>
          <w:sz w:val="28"/>
        </w:rPr>
        <w:t>nano</w:t>
      </w:r>
      <w:proofErr w:type="spellEnd"/>
      <w:r>
        <w:rPr>
          <w:i/>
          <w:color w:val="000000"/>
          <w:sz w:val="28"/>
        </w:rPr>
        <w:t>-size</w:t>
      </w:r>
      <w:r w:rsidRPr="00381500">
        <w:rPr>
          <w:i/>
          <w:color w:val="000000"/>
          <w:sz w:val="28"/>
        </w:rPr>
        <w:t xml:space="preserve"> devices</w:t>
      </w:r>
      <w:r>
        <w:rPr>
          <w:i/>
          <w:color w:val="000000"/>
          <w:sz w:val="28"/>
        </w:rPr>
        <w:t>, one</w:t>
      </w:r>
      <w:r w:rsidRPr="00381500">
        <w:rPr>
          <w:i/>
          <w:color w:val="000000"/>
          <w:sz w:val="28"/>
        </w:rPr>
        <w:t xml:space="preserve"> need</w:t>
      </w:r>
      <w:r>
        <w:rPr>
          <w:i/>
          <w:color w:val="000000"/>
          <w:sz w:val="28"/>
        </w:rPr>
        <w:t>s</w:t>
      </w:r>
      <w:r w:rsidRPr="00381500">
        <w:rPr>
          <w:i/>
          <w:color w:val="000000"/>
          <w:sz w:val="28"/>
        </w:rPr>
        <w:t xml:space="preserve"> to understand scale and the size of objects associated with different scales.  This </w:t>
      </w:r>
      <w:r>
        <w:rPr>
          <w:i/>
          <w:color w:val="000000"/>
          <w:sz w:val="28"/>
        </w:rPr>
        <w:t>learning module</w:t>
      </w:r>
      <w:r w:rsidRPr="00381500">
        <w:rPr>
          <w:i/>
          <w:color w:val="000000"/>
          <w:sz w:val="28"/>
        </w:rPr>
        <w:t xml:space="preserve"> introduces various concepts associated with scale, and a comparison of the macro, micro and </w:t>
      </w:r>
      <w:proofErr w:type="spellStart"/>
      <w:r w:rsidRPr="00381500">
        <w:rPr>
          <w:i/>
          <w:color w:val="000000"/>
          <w:sz w:val="28"/>
        </w:rPr>
        <w:t>nano</w:t>
      </w:r>
      <w:proofErr w:type="spellEnd"/>
      <w:r w:rsidRPr="00381500">
        <w:rPr>
          <w:i/>
          <w:color w:val="000000"/>
          <w:sz w:val="28"/>
        </w:rPr>
        <w:t xml:space="preserve">-scales.  </w:t>
      </w:r>
      <w:r>
        <w:rPr>
          <w:i/>
          <w:color w:val="000000"/>
          <w:sz w:val="28"/>
        </w:rPr>
        <w:t xml:space="preserve">Activities provide the opportunity to further explore the macro, micro and </w:t>
      </w:r>
      <w:proofErr w:type="spellStart"/>
      <w:r>
        <w:rPr>
          <w:i/>
          <w:color w:val="000000"/>
          <w:sz w:val="28"/>
        </w:rPr>
        <w:t>nano</w:t>
      </w:r>
      <w:proofErr w:type="spellEnd"/>
      <w:r>
        <w:rPr>
          <w:i/>
          <w:color w:val="000000"/>
          <w:sz w:val="28"/>
        </w:rPr>
        <w:t xml:space="preserve"> scales and their associations with micro and nanotechnology.</w:t>
      </w:r>
    </w:p>
    <w:p w14:paraId="1CF27200" w14:textId="77777777" w:rsidR="001B2F63" w:rsidRDefault="001B2F63" w:rsidP="001B2F63">
      <w:pPr>
        <w:jc w:val="center"/>
        <w:rPr>
          <w:sz w:val="28"/>
        </w:rPr>
      </w:pPr>
    </w:p>
    <w:p w14:paraId="49D6E020" w14:textId="77777777" w:rsidR="001B2F63" w:rsidRPr="00766922" w:rsidRDefault="001B2F63" w:rsidP="001B2F63">
      <w:pPr>
        <w:jc w:val="center"/>
        <w:rPr>
          <w:sz w:val="28"/>
        </w:rPr>
      </w:pPr>
    </w:p>
    <w:p w14:paraId="1C0C2738" w14:textId="77777777" w:rsidR="001B2F63" w:rsidRDefault="001B2F63" w:rsidP="001B2F63">
      <w:pPr>
        <w:jc w:val="center"/>
        <w:rPr>
          <w:sz w:val="28"/>
        </w:rPr>
      </w:pPr>
      <w:r w:rsidRPr="00766922">
        <w:rPr>
          <w:sz w:val="28"/>
        </w:rPr>
        <w:t>Target audiences:</w:t>
      </w:r>
      <w:r>
        <w:rPr>
          <w:sz w:val="28"/>
        </w:rPr>
        <w:t xml:space="preserve"> High School, Community College, </w:t>
      </w:r>
      <w:proofErr w:type="gramStart"/>
      <w:r>
        <w:rPr>
          <w:sz w:val="28"/>
        </w:rPr>
        <w:t>University</w:t>
      </w:r>
      <w:proofErr w:type="gramEnd"/>
    </w:p>
    <w:p w14:paraId="1949522F" w14:textId="77777777" w:rsidR="001B2F63" w:rsidRDefault="001B2F63" w:rsidP="001B2F63">
      <w:pPr>
        <w:rPr>
          <w:b/>
          <w:sz w:val="32"/>
        </w:rPr>
      </w:pPr>
    </w:p>
    <w:p w14:paraId="53611041" w14:textId="77777777" w:rsidR="001B2F63" w:rsidRDefault="001B2F63" w:rsidP="001B2F63">
      <w:pPr>
        <w:rPr>
          <w:b/>
          <w:sz w:val="32"/>
        </w:rPr>
      </w:pPr>
    </w:p>
    <w:p w14:paraId="2CE28973" w14:textId="77777777" w:rsidR="001B2F63" w:rsidRDefault="001B2F63" w:rsidP="001B2F63">
      <w:pPr>
        <w:jc w:val="center"/>
      </w:pPr>
      <w:r>
        <w:t>Made possible through grants from the National Science Foundation Department of Undergraduate Education #0830384, 0902411, and 1205138.</w:t>
      </w:r>
    </w:p>
    <w:p w14:paraId="09BFD959" w14:textId="77777777" w:rsidR="001B2F63" w:rsidRDefault="001B2F63" w:rsidP="001B2F63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2001D345" w14:textId="77777777" w:rsidR="001B2F63" w:rsidRDefault="001B2F63" w:rsidP="001B2F63">
      <w:pPr>
        <w:rPr>
          <w:b/>
          <w:sz w:val="32"/>
        </w:rPr>
      </w:pPr>
    </w:p>
    <w:p w14:paraId="4DB96547" w14:textId="77777777" w:rsidR="001B2F63" w:rsidRDefault="001B2F63" w:rsidP="001B2F63">
      <w:pPr>
        <w:rPr>
          <w:b/>
          <w:sz w:val="32"/>
        </w:rPr>
      </w:pPr>
    </w:p>
    <w:p w14:paraId="0112D0CB" w14:textId="77777777" w:rsidR="001B2F63" w:rsidRDefault="001B2F63" w:rsidP="001B2F63">
      <w:pPr>
        <w:jc w:val="center"/>
      </w:pPr>
      <w:r>
        <w:t>Southwest Center for Microsystems Education (SCME) NSF ATE Center</w:t>
      </w:r>
    </w:p>
    <w:p w14:paraId="49E09D3D" w14:textId="77777777" w:rsidR="001B2F63" w:rsidRDefault="001B2F63" w:rsidP="001B2F63">
      <w:pPr>
        <w:ind w:left="-540" w:firstLine="540"/>
        <w:jc w:val="center"/>
      </w:pPr>
      <w:r>
        <w:t>© 2009 Regents of the University of New Mexico</w:t>
      </w:r>
    </w:p>
    <w:p w14:paraId="48FD0E6B" w14:textId="77777777" w:rsidR="001B2F63" w:rsidRDefault="001B2F63" w:rsidP="001B2F63">
      <w:pPr>
        <w:jc w:val="center"/>
      </w:pPr>
    </w:p>
    <w:p w14:paraId="2F1EFB55" w14:textId="77777777" w:rsidR="001B2F63" w:rsidRDefault="001B2F63" w:rsidP="001B2F63">
      <w:pPr>
        <w:jc w:val="center"/>
      </w:pPr>
      <w:r>
        <w:t>Content is protected by the CC Attribution Non-Commercial Share Alike license.</w:t>
      </w:r>
    </w:p>
    <w:p w14:paraId="529CCB43" w14:textId="77777777" w:rsidR="001B2F63" w:rsidRPr="001428A8" w:rsidRDefault="001B2F63" w:rsidP="001B2F63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 w:rsidRPr="008435C1">
          <w:rPr>
            <w:rStyle w:val="Hyperlink"/>
            <w:rFonts w:ascii="Calibri" w:hAnsi="Calibri"/>
          </w:rPr>
          <w:t>www.scme-nm.org</w:t>
        </w:r>
      </w:hyperlink>
      <w:r>
        <w:rPr>
          <w:rFonts w:ascii="Calibri" w:hAnsi="Calibri"/>
          <w:color w:val="0000FF"/>
          <w:u w:val="single"/>
        </w:rPr>
        <w:t xml:space="preserve"> </w:t>
      </w:r>
    </w:p>
    <w:p w14:paraId="05F2379F" w14:textId="77777777" w:rsidR="001D725E" w:rsidRDefault="001D725E"/>
    <w:p w14:paraId="786C0732" w14:textId="77777777" w:rsidR="001B2F63" w:rsidRDefault="001B2F63"/>
    <w:p w14:paraId="635D035F" w14:textId="77777777" w:rsidR="001B2F63" w:rsidRDefault="001B2F6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2DC71512" w14:textId="77777777" w:rsidTr="004A2A69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84C815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A0AB162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743E11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21EAC5C" w14:textId="77777777" w:rsidR="006217F2" w:rsidRDefault="006217F2" w:rsidP="00DF54BA"/>
        </w:tc>
      </w:tr>
    </w:tbl>
    <w:p w14:paraId="4980309A" w14:textId="77777777" w:rsidR="0005565C" w:rsidRPr="001D725E" w:rsidRDefault="0013722A" w:rsidP="001D725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 Comparison of Scale Assessment</w:t>
      </w:r>
    </w:p>
    <w:p w14:paraId="55D54E59" w14:textId="77777777" w:rsidR="0005565C" w:rsidRPr="00D57370" w:rsidRDefault="00DE2FA4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Knowledge Probe (KP) Pre-test</w:t>
      </w:r>
    </w:p>
    <w:p w14:paraId="732B9454" w14:textId="7119388D" w:rsidR="0005565C" w:rsidRPr="001A7425" w:rsidRDefault="00E12A71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69E65F3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1B2F63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720" w:bottom="1440" w:left="72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04ED9" w:rsidRPr="00F04ED9" w14:paraId="785DF73F" w14:textId="77777777" w:rsidTr="0013722A">
        <w:trPr>
          <w:cantSplit/>
          <w:trHeight w:val="143"/>
          <w:tblHeader/>
        </w:trPr>
        <w:tc>
          <w:tcPr>
            <w:tcW w:w="1125" w:type="dxa"/>
          </w:tcPr>
          <w:p w14:paraId="45DF8ED5" w14:textId="77777777" w:rsidR="00F04ED9" w:rsidRPr="00F04ED9" w:rsidRDefault="00F04ED9" w:rsidP="0013722A">
            <w:pPr>
              <w:keepNext/>
              <w:keepLines/>
              <w:rPr>
                <w:color w:val="000000"/>
              </w:rPr>
            </w:pPr>
            <w:bookmarkStart w:id="1" w:name="columnheaders"/>
          </w:p>
        </w:tc>
        <w:tc>
          <w:tcPr>
            <w:tcW w:w="9905" w:type="dxa"/>
          </w:tcPr>
          <w:p w14:paraId="2C7750A8" w14:textId="77777777" w:rsidR="00F04ED9" w:rsidRPr="0013722A" w:rsidRDefault="00F04ED9" w:rsidP="0013722A">
            <w:pPr>
              <w:keepNext/>
              <w:keepLines/>
              <w:rPr>
                <w:color w:val="000000"/>
              </w:rPr>
            </w:pPr>
          </w:p>
        </w:tc>
      </w:tr>
      <w:tr w:rsidR="000C7CC5" w:rsidRPr="00F04ED9" w14:paraId="7A77F7E0" w14:textId="77777777" w:rsidTr="0013722A">
        <w:tc>
          <w:tcPr>
            <w:tcW w:w="1125" w:type="dxa"/>
          </w:tcPr>
          <w:p w14:paraId="1B3FD51E" w14:textId="77777777" w:rsidR="000C7CC5" w:rsidRPr="00F04ED9" w:rsidRDefault="000C7CC5" w:rsidP="004A2A69">
            <w:pPr>
              <w:pStyle w:val="txtx1"/>
              <w:rPr>
                <w:sz w:val="22"/>
                <w:szCs w:val="22"/>
              </w:rPr>
            </w:pPr>
            <w:bookmarkStart w:id="2" w:name="Int_Scale_FA12_dldl161"/>
            <w:bookmarkEnd w:id="1"/>
          </w:p>
        </w:tc>
        <w:tc>
          <w:tcPr>
            <w:tcW w:w="9905" w:type="dxa"/>
          </w:tcPr>
          <w:p w14:paraId="7ADFA44E" w14:textId="77777777" w:rsidR="000C7CC5" w:rsidRDefault="000C7CC5" w:rsidP="00F04ED9">
            <w:pPr>
              <w:keepNext/>
              <w:keepLines/>
              <w:rPr>
                <w:color w:val="000000"/>
              </w:rPr>
            </w:pPr>
          </w:p>
          <w:p w14:paraId="70AF3E51" w14:textId="77777777" w:rsidR="000C7CC5" w:rsidRDefault="00277273" w:rsidP="00F04ED9">
            <w:pPr>
              <w:keepNext/>
              <w:keepLines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 Comparison of Scale </w:t>
            </w:r>
            <w:r w:rsidR="00CB6EBB">
              <w:rPr>
                <w:b/>
                <w:color w:val="000000"/>
              </w:rPr>
              <w:t xml:space="preserve">Knowledge Probe </w:t>
            </w:r>
          </w:p>
          <w:p w14:paraId="0DF69E8B" w14:textId="77777777" w:rsidR="00277273" w:rsidRDefault="00277273" w:rsidP="00F04ED9">
            <w:pPr>
              <w:keepNext/>
              <w:keepLines/>
              <w:rPr>
                <w:color w:val="000000"/>
              </w:rPr>
            </w:pPr>
          </w:p>
          <w:p w14:paraId="492CEA60" w14:textId="77777777" w:rsidR="00277273" w:rsidRPr="00277273" w:rsidRDefault="00277273" w:rsidP="00277273">
            <w:pPr>
              <w:keepNext/>
              <w:keepLines/>
              <w:rPr>
                <w:i/>
                <w:color w:val="000000"/>
              </w:rPr>
            </w:pPr>
            <w:r w:rsidRPr="00277273">
              <w:rPr>
                <w:i/>
                <w:color w:val="000000"/>
              </w:rPr>
              <w:t xml:space="preserve">In order to grasp many of the concepts associated with micro and </w:t>
            </w:r>
            <w:proofErr w:type="spellStart"/>
            <w:r w:rsidRPr="00277273">
              <w:rPr>
                <w:i/>
                <w:color w:val="000000"/>
              </w:rPr>
              <w:t>nano</w:t>
            </w:r>
            <w:proofErr w:type="spellEnd"/>
            <w:r w:rsidRPr="00277273">
              <w:rPr>
                <w:i/>
                <w:color w:val="000000"/>
              </w:rPr>
              <w:t xml:space="preserve">-size devices, one needs to understand scale and the size of objects associated with different scales.  This learning module introduces various concepts associated with scale, and a comparison of the macro, micro and </w:t>
            </w:r>
            <w:proofErr w:type="spellStart"/>
            <w:r w:rsidRPr="00277273">
              <w:rPr>
                <w:i/>
                <w:color w:val="000000"/>
              </w:rPr>
              <w:t>nano</w:t>
            </w:r>
            <w:proofErr w:type="spellEnd"/>
            <w:r w:rsidRPr="00277273">
              <w:rPr>
                <w:i/>
                <w:color w:val="000000"/>
              </w:rPr>
              <w:t xml:space="preserve">-scales.  Activities provide the opportunity to further explore the macro, micro and </w:t>
            </w:r>
            <w:proofErr w:type="spellStart"/>
            <w:r w:rsidRPr="00277273">
              <w:rPr>
                <w:i/>
                <w:color w:val="000000"/>
              </w:rPr>
              <w:t>nano</w:t>
            </w:r>
            <w:proofErr w:type="spellEnd"/>
            <w:r w:rsidRPr="00277273">
              <w:rPr>
                <w:i/>
                <w:color w:val="000000"/>
              </w:rPr>
              <w:t xml:space="preserve"> scales and their associations with micro and nanotechnology.</w:t>
            </w:r>
          </w:p>
          <w:p w14:paraId="5B284156" w14:textId="77777777" w:rsidR="00277273" w:rsidRDefault="00277273" w:rsidP="000C7CC5">
            <w:pPr>
              <w:keepNext/>
              <w:keepLines/>
              <w:rPr>
                <w:color w:val="000000"/>
              </w:rPr>
            </w:pPr>
          </w:p>
          <w:p w14:paraId="25B0B51A" w14:textId="77777777" w:rsidR="00E12A71" w:rsidRDefault="00E12A71" w:rsidP="000C7CC5">
            <w:pPr>
              <w:keepNext/>
              <w:keepLines/>
              <w:rPr>
                <w:color w:val="000000"/>
              </w:rPr>
            </w:pPr>
          </w:p>
          <w:p w14:paraId="325F5FA1" w14:textId="77777777" w:rsidR="000C7CC5" w:rsidRDefault="000C7CC5" w:rsidP="000C7CC5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This </w:t>
            </w:r>
            <w:r w:rsidR="00426736">
              <w:rPr>
                <w:color w:val="000000"/>
              </w:rPr>
              <w:t xml:space="preserve">knowledge probe </w:t>
            </w:r>
            <w:r w:rsidR="003A74BF">
              <w:rPr>
                <w:color w:val="000000"/>
              </w:rPr>
              <w:t>determines</w:t>
            </w:r>
            <w:r>
              <w:rPr>
                <w:color w:val="000000"/>
              </w:rPr>
              <w:t xml:space="preserve"> your</w:t>
            </w:r>
            <w:r w:rsidR="00426736">
              <w:rPr>
                <w:color w:val="000000"/>
              </w:rPr>
              <w:t xml:space="preserve"> current</w:t>
            </w:r>
            <w:r w:rsidRPr="0013722A">
              <w:rPr>
                <w:color w:val="000000"/>
              </w:rPr>
              <w:t xml:space="preserve"> knowledge of three </w:t>
            </w:r>
            <w:r w:rsidR="00277273">
              <w:rPr>
                <w:color w:val="000000"/>
              </w:rPr>
              <w:t xml:space="preserve">these </w:t>
            </w:r>
            <w:r w:rsidRPr="0013722A">
              <w:rPr>
                <w:color w:val="000000"/>
              </w:rPr>
              <w:t xml:space="preserve">scales (macro, micro, </w:t>
            </w:r>
            <w:proofErr w:type="spellStart"/>
            <w:r w:rsidRPr="0013722A">
              <w:rPr>
                <w:color w:val="000000"/>
              </w:rPr>
              <w:t>nano</w:t>
            </w:r>
            <w:proofErr w:type="spellEnd"/>
            <w:r w:rsidRPr="0013722A">
              <w:rPr>
                <w:color w:val="000000"/>
              </w:rPr>
              <w:t xml:space="preserve">) and the challenges faced </w:t>
            </w:r>
            <w:r>
              <w:rPr>
                <w:color w:val="000000"/>
              </w:rPr>
              <w:t xml:space="preserve">when </w:t>
            </w:r>
            <w:r w:rsidRPr="0013722A">
              <w:rPr>
                <w:color w:val="000000"/>
              </w:rPr>
              <w:t xml:space="preserve">working within these scales.  </w:t>
            </w:r>
          </w:p>
          <w:p w14:paraId="0FE45FBC" w14:textId="77777777" w:rsidR="000C7CC5" w:rsidRDefault="000C7CC5" w:rsidP="000C7CC5">
            <w:pPr>
              <w:keepNext/>
              <w:keepLines/>
              <w:rPr>
                <w:color w:val="000000"/>
              </w:rPr>
            </w:pPr>
          </w:p>
          <w:p w14:paraId="07207A98" w14:textId="77777777" w:rsidR="00E12A71" w:rsidRDefault="00E12A71" w:rsidP="000C7CC5">
            <w:pPr>
              <w:keepNext/>
              <w:keepLines/>
              <w:rPr>
                <w:color w:val="000000"/>
              </w:rPr>
            </w:pPr>
          </w:p>
          <w:p w14:paraId="70DD7254" w14:textId="773ACBFE" w:rsidR="001D725E" w:rsidRPr="000C7CC5" w:rsidRDefault="000C7CC5" w:rsidP="00F04ED9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There are 12 assessment questions below.</w:t>
            </w:r>
            <w:r w:rsidR="00277273">
              <w:rPr>
                <w:color w:val="000000"/>
              </w:rPr>
              <w:t xml:space="preserve">  Answer them to the best of your knowledge.</w:t>
            </w:r>
          </w:p>
        </w:tc>
      </w:tr>
    </w:tbl>
    <w:p w14:paraId="676D33D9" w14:textId="77777777" w:rsidR="00426736" w:rsidRDefault="00426736">
      <w:pPr>
        <w:widowControl/>
        <w:adjustRightInd/>
        <w:textAlignment w:val="auto"/>
      </w:pPr>
      <w:bookmarkStart w:id="3" w:name="Int_Scale_FA12_quid17"/>
      <w:bookmarkEnd w:id="2"/>
    </w:p>
    <w:p w14:paraId="040BCC06" w14:textId="77777777" w:rsidR="00E12A71" w:rsidRDefault="00E12A71">
      <w:pPr>
        <w:widowControl/>
        <w:adjustRightInd/>
        <w:textAlignment w:val="auto"/>
      </w:pPr>
    </w:p>
    <w:p w14:paraId="539EBB80" w14:textId="77777777" w:rsidR="00E12A71" w:rsidRPr="00E12A71" w:rsidRDefault="00E12A71">
      <w:pPr>
        <w:widowControl/>
        <w:adjustRightInd/>
        <w:textAlignment w:val="auto"/>
      </w:pPr>
    </w:p>
    <w:p w14:paraId="636B0630" w14:textId="77777777" w:rsidR="00426736" w:rsidRPr="00E12A71" w:rsidRDefault="00426736" w:rsidP="00426736">
      <w:pPr>
        <w:pStyle w:val="ListParagraph"/>
        <w:widowControl/>
        <w:numPr>
          <w:ilvl w:val="0"/>
          <w:numId w:val="14"/>
        </w:numPr>
        <w:adjustRightInd/>
        <w:ind w:left="1440"/>
        <w:textAlignment w:val="auto"/>
      </w:pPr>
      <w:r w:rsidRPr="00E12A71">
        <w:t>A micrometer is</w:t>
      </w:r>
    </w:p>
    <w:p w14:paraId="1BD95108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r w:rsidRPr="00E12A71">
        <w:t>One one-hundredth of a meter</w:t>
      </w:r>
    </w:p>
    <w:p w14:paraId="7B066177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r w:rsidRPr="00E12A71">
        <w:t>One one-thousandth of a meter</w:t>
      </w:r>
    </w:p>
    <w:p w14:paraId="3ED60FF6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r w:rsidRPr="00E12A71">
        <w:t>One one-millionth of a meter</w:t>
      </w:r>
    </w:p>
    <w:p w14:paraId="352F226A" w14:textId="77777777" w:rsidR="00426736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r w:rsidRPr="00E12A71">
        <w:t>One one-billionth of a meter</w:t>
      </w:r>
    </w:p>
    <w:p w14:paraId="10EA77B3" w14:textId="77777777" w:rsidR="00E12A71" w:rsidRPr="00E12A71" w:rsidRDefault="00E12A71" w:rsidP="00E12A71">
      <w:pPr>
        <w:widowControl/>
        <w:adjustRightInd/>
        <w:textAlignment w:val="auto"/>
      </w:pPr>
    </w:p>
    <w:p w14:paraId="6C481260" w14:textId="77777777" w:rsidR="00426736" w:rsidRPr="00E12A71" w:rsidRDefault="00426736" w:rsidP="00426736">
      <w:pPr>
        <w:pStyle w:val="ListParagraph"/>
        <w:widowControl/>
        <w:numPr>
          <w:ilvl w:val="0"/>
          <w:numId w:val="14"/>
        </w:numPr>
        <w:adjustRightInd/>
        <w:ind w:left="1440"/>
        <w:textAlignment w:val="auto"/>
      </w:pPr>
      <w:r w:rsidRPr="00E12A71">
        <w:t xml:space="preserve">A nanometer is </w:t>
      </w:r>
    </w:p>
    <w:p w14:paraId="23F5CCDC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r w:rsidRPr="00E12A71">
        <w:t>10</w:t>
      </w:r>
      <w:r w:rsidRPr="00E12A71">
        <w:rPr>
          <w:vertAlign w:val="superscript"/>
        </w:rPr>
        <w:t>-1</w:t>
      </w:r>
      <w:r w:rsidRPr="00E12A71">
        <w:t xml:space="preserve"> meter</w:t>
      </w:r>
    </w:p>
    <w:p w14:paraId="27C0E1A0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r w:rsidRPr="00E12A71">
        <w:t>10</w:t>
      </w:r>
      <w:r w:rsidRPr="00E12A71">
        <w:rPr>
          <w:vertAlign w:val="superscript"/>
        </w:rPr>
        <w:t>-3</w:t>
      </w:r>
      <w:r w:rsidRPr="00E12A71">
        <w:t xml:space="preserve"> meter</w:t>
      </w:r>
    </w:p>
    <w:p w14:paraId="2D9C7877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r w:rsidRPr="00E12A71">
        <w:t>10</w:t>
      </w:r>
      <w:r w:rsidRPr="00E12A71">
        <w:rPr>
          <w:vertAlign w:val="superscript"/>
        </w:rPr>
        <w:t>-6</w:t>
      </w:r>
      <w:r w:rsidRPr="00E12A71">
        <w:t xml:space="preserve"> meter</w:t>
      </w:r>
    </w:p>
    <w:p w14:paraId="66C62FB1" w14:textId="77777777" w:rsidR="00426736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r w:rsidRPr="00E12A71">
        <w:t>10</w:t>
      </w:r>
      <w:r w:rsidRPr="00E12A71">
        <w:rPr>
          <w:vertAlign w:val="superscript"/>
        </w:rPr>
        <w:t>-9</w:t>
      </w:r>
      <w:r w:rsidRPr="00E12A71">
        <w:t xml:space="preserve"> meter</w:t>
      </w:r>
    </w:p>
    <w:p w14:paraId="1FA914CB" w14:textId="77777777" w:rsidR="00E12A71" w:rsidRPr="00E12A71" w:rsidRDefault="00E12A71" w:rsidP="00E12A71">
      <w:pPr>
        <w:widowControl/>
        <w:adjustRightInd/>
        <w:textAlignment w:val="auto"/>
      </w:pPr>
    </w:p>
    <w:p w14:paraId="5C20778F" w14:textId="77777777" w:rsidR="00426736" w:rsidRPr="00E12A71" w:rsidRDefault="00426736" w:rsidP="00426736">
      <w:pPr>
        <w:pStyle w:val="ListParagraph"/>
        <w:widowControl/>
        <w:numPr>
          <w:ilvl w:val="0"/>
          <w:numId w:val="14"/>
        </w:numPr>
        <w:adjustRightInd/>
        <w:ind w:left="1440"/>
        <w:textAlignment w:val="auto"/>
      </w:pPr>
      <w:r w:rsidRPr="00E12A71">
        <w:t>Which of the following is a correct metric scale from largest to smallest?</w:t>
      </w:r>
    </w:p>
    <w:p w14:paraId="6497961E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proofErr w:type="spellStart"/>
      <w:r w:rsidRPr="00E12A71">
        <w:t>Deci</w:t>
      </w:r>
      <w:proofErr w:type="spellEnd"/>
      <w:r w:rsidRPr="00E12A71">
        <w:t xml:space="preserve">, </w:t>
      </w:r>
      <w:proofErr w:type="spellStart"/>
      <w:r w:rsidRPr="00E12A71">
        <w:t>milli</w:t>
      </w:r>
      <w:proofErr w:type="spellEnd"/>
      <w:r w:rsidRPr="00E12A71">
        <w:t xml:space="preserve">, micro, </w:t>
      </w:r>
      <w:proofErr w:type="spellStart"/>
      <w:r w:rsidRPr="00E12A71">
        <w:t>nano</w:t>
      </w:r>
      <w:proofErr w:type="spellEnd"/>
      <w:r w:rsidRPr="00E12A71">
        <w:t xml:space="preserve">, </w:t>
      </w:r>
      <w:proofErr w:type="spellStart"/>
      <w:r w:rsidRPr="00E12A71">
        <w:t>pico</w:t>
      </w:r>
      <w:proofErr w:type="spellEnd"/>
    </w:p>
    <w:p w14:paraId="2666EFB1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proofErr w:type="spellStart"/>
      <w:r w:rsidRPr="00E12A71">
        <w:t>Milli</w:t>
      </w:r>
      <w:proofErr w:type="spellEnd"/>
      <w:r w:rsidRPr="00E12A71">
        <w:t xml:space="preserve">, </w:t>
      </w:r>
      <w:proofErr w:type="spellStart"/>
      <w:r w:rsidRPr="00E12A71">
        <w:t>centi</w:t>
      </w:r>
      <w:proofErr w:type="spellEnd"/>
      <w:r w:rsidRPr="00E12A71">
        <w:t xml:space="preserve">, micro, </w:t>
      </w:r>
      <w:proofErr w:type="spellStart"/>
      <w:r w:rsidRPr="00E12A71">
        <w:t>nano</w:t>
      </w:r>
      <w:proofErr w:type="spellEnd"/>
      <w:r w:rsidRPr="00E12A71">
        <w:t xml:space="preserve">, </w:t>
      </w:r>
      <w:proofErr w:type="spellStart"/>
      <w:r w:rsidRPr="00E12A71">
        <w:t>pico</w:t>
      </w:r>
      <w:proofErr w:type="spellEnd"/>
    </w:p>
    <w:p w14:paraId="56061744" w14:textId="77777777" w:rsidR="00426736" w:rsidRPr="00E12A71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proofErr w:type="spellStart"/>
      <w:r w:rsidRPr="00E12A71">
        <w:t>Milli</w:t>
      </w:r>
      <w:proofErr w:type="spellEnd"/>
      <w:r w:rsidRPr="00E12A71">
        <w:t xml:space="preserve">, </w:t>
      </w:r>
      <w:proofErr w:type="spellStart"/>
      <w:r w:rsidRPr="00E12A71">
        <w:t>centi</w:t>
      </w:r>
      <w:proofErr w:type="spellEnd"/>
      <w:r w:rsidRPr="00E12A71">
        <w:t xml:space="preserve">, micro, </w:t>
      </w:r>
      <w:proofErr w:type="spellStart"/>
      <w:r w:rsidRPr="00E12A71">
        <w:t>pico</w:t>
      </w:r>
      <w:proofErr w:type="spellEnd"/>
      <w:r w:rsidRPr="00E12A71">
        <w:t xml:space="preserve">, </w:t>
      </w:r>
      <w:proofErr w:type="spellStart"/>
      <w:r w:rsidRPr="00E12A71">
        <w:t>nano</w:t>
      </w:r>
      <w:proofErr w:type="spellEnd"/>
    </w:p>
    <w:p w14:paraId="42B76DDC" w14:textId="77777777" w:rsidR="00426736" w:rsidRDefault="00426736" w:rsidP="00426736">
      <w:pPr>
        <w:pStyle w:val="ListParagraph"/>
        <w:widowControl/>
        <w:numPr>
          <w:ilvl w:val="1"/>
          <w:numId w:val="14"/>
        </w:numPr>
        <w:adjustRightInd/>
        <w:ind w:left="1800"/>
        <w:textAlignment w:val="auto"/>
      </w:pPr>
      <w:proofErr w:type="spellStart"/>
      <w:r w:rsidRPr="00E12A71">
        <w:t>Centi</w:t>
      </w:r>
      <w:proofErr w:type="spellEnd"/>
      <w:r w:rsidRPr="00E12A71">
        <w:t xml:space="preserve">, micro, </w:t>
      </w:r>
      <w:proofErr w:type="spellStart"/>
      <w:r w:rsidRPr="00E12A71">
        <w:t>milli</w:t>
      </w:r>
      <w:proofErr w:type="spellEnd"/>
      <w:r w:rsidRPr="00E12A71">
        <w:t xml:space="preserve">, </w:t>
      </w:r>
      <w:proofErr w:type="spellStart"/>
      <w:r w:rsidRPr="00E12A71">
        <w:t>nano</w:t>
      </w:r>
      <w:proofErr w:type="spellEnd"/>
      <w:r w:rsidRPr="00E12A71">
        <w:t xml:space="preserve">, </w:t>
      </w:r>
      <w:proofErr w:type="spellStart"/>
      <w:r w:rsidRPr="00E12A71">
        <w:t>pico</w:t>
      </w:r>
      <w:proofErr w:type="spellEnd"/>
    </w:p>
    <w:p w14:paraId="2AFD16AB" w14:textId="77777777" w:rsidR="00E12A71" w:rsidRDefault="00E12A71" w:rsidP="00E12A71">
      <w:pPr>
        <w:widowControl/>
        <w:adjustRightInd/>
        <w:textAlignment w:val="auto"/>
      </w:pPr>
    </w:p>
    <w:p w14:paraId="125CBB64" w14:textId="77777777" w:rsidR="00E12A71" w:rsidRDefault="00E12A71" w:rsidP="00E12A71">
      <w:pPr>
        <w:widowControl/>
        <w:adjustRightInd/>
        <w:textAlignment w:val="auto"/>
      </w:pPr>
    </w:p>
    <w:p w14:paraId="0A8D9F8F" w14:textId="77777777" w:rsidR="00E12A71" w:rsidRPr="00E12A71" w:rsidRDefault="00E12A71" w:rsidP="00E12A71">
      <w:pPr>
        <w:widowControl/>
        <w:adjustRightInd/>
        <w:textAlignment w:val="auto"/>
      </w:pPr>
    </w:p>
    <w:p w14:paraId="11FE68D1" w14:textId="77777777" w:rsidR="00426736" w:rsidRPr="00E12A71" w:rsidRDefault="00356E31" w:rsidP="00426736">
      <w:pPr>
        <w:pStyle w:val="ListParagraph"/>
        <w:widowControl/>
        <w:numPr>
          <w:ilvl w:val="0"/>
          <w:numId w:val="14"/>
        </w:numPr>
        <w:adjustRightInd/>
        <w:ind w:left="1440"/>
        <w:textAlignment w:val="auto"/>
      </w:pPr>
      <w:r w:rsidRPr="00E12A71">
        <w:lastRenderedPageBreak/>
        <w:t>A human hair that is 60 micrometers in diameter is _________ times larger than a DNA molecule that is 2 nanometers in diameter</w:t>
      </w:r>
    </w:p>
    <w:p w14:paraId="6807CFDF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tabs>
          <w:tab w:val="left" w:pos="3090"/>
        </w:tabs>
        <w:adjustRightInd/>
        <w:ind w:left="1890"/>
        <w:textAlignment w:val="auto"/>
      </w:pPr>
      <w:r w:rsidRPr="00E12A71">
        <w:t>300,000</w:t>
      </w:r>
    </w:p>
    <w:p w14:paraId="0EBE95D3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tabs>
          <w:tab w:val="left" w:pos="3090"/>
        </w:tabs>
        <w:adjustRightInd/>
        <w:ind w:left="1890"/>
        <w:textAlignment w:val="auto"/>
      </w:pPr>
      <w:r w:rsidRPr="00E12A71">
        <w:t>30,000</w:t>
      </w:r>
    </w:p>
    <w:p w14:paraId="40868423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tabs>
          <w:tab w:val="left" w:pos="3090"/>
        </w:tabs>
        <w:adjustRightInd/>
        <w:ind w:left="1890"/>
        <w:textAlignment w:val="auto"/>
      </w:pPr>
      <w:r w:rsidRPr="00E12A71">
        <w:t>3,000</w:t>
      </w:r>
    </w:p>
    <w:p w14:paraId="03880D4F" w14:textId="77777777" w:rsidR="00356E31" w:rsidRDefault="00356E31" w:rsidP="00356E31">
      <w:pPr>
        <w:pStyle w:val="ListParagraph"/>
        <w:widowControl/>
        <w:numPr>
          <w:ilvl w:val="1"/>
          <w:numId w:val="14"/>
        </w:numPr>
        <w:tabs>
          <w:tab w:val="left" w:pos="3090"/>
        </w:tabs>
        <w:adjustRightInd/>
        <w:ind w:left="1890"/>
        <w:textAlignment w:val="auto"/>
      </w:pPr>
      <w:r w:rsidRPr="00E12A71">
        <w:t>300</w:t>
      </w:r>
    </w:p>
    <w:p w14:paraId="762ED536" w14:textId="77777777" w:rsidR="00E12A71" w:rsidRPr="00E12A71" w:rsidRDefault="00E12A71" w:rsidP="00E12A71">
      <w:pPr>
        <w:widowControl/>
        <w:tabs>
          <w:tab w:val="left" w:pos="3090"/>
        </w:tabs>
        <w:adjustRightInd/>
        <w:textAlignment w:val="auto"/>
      </w:pPr>
    </w:p>
    <w:p w14:paraId="157333F8" w14:textId="77777777" w:rsidR="00356E31" w:rsidRPr="00E12A71" w:rsidRDefault="00356E31" w:rsidP="00356E31">
      <w:pPr>
        <w:pStyle w:val="ListParagraph"/>
        <w:widowControl/>
        <w:numPr>
          <w:ilvl w:val="0"/>
          <w:numId w:val="14"/>
        </w:numPr>
        <w:tabs>
          <w:tab w:val="left" w:pos="3090"/>
        </w:tabs>
        <w:adjustRightInd/>
        <w:ind w:left="1440"/>
        <w:textAlignment w:val="auto"/>
      </w:pPr>
      <w:r w:rsidRPr="00E12A71">
        <w:t>Which of the following is a “relative term”?</w:t>
      </w:r>
    </w:p>
    <w:p w14:paraId="7F9D6145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</w:pPr>
      <w:r w:rsidRPr="00E12A71">
        <w:t>Nano-sized</w:t>
      </w:r>
    </w:p>
    <w:p w14:paraId="53A98C66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</w:pPr>
      <w:r w:rsidRPr="00E12A71">
        <w:t>Micron</w:t>
      </w:r>
    </w:p>
    <w:p w14:paraId="2A7C1A78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</w:pPr>
      <w:r w:rsidRPr="00E12A71">
        <w:t>Extremely small</w:t>
      </w:r>
    </w:p>
    <w:p w14:paraId="76103945" w14:textId="77777777" w:rsidR="00356E3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</w:pPr>
      <w:r w:rsidRPr="00E12A71">
        <w:t>Approximately the width of a dime</w:t>
      </w:r>
    </w:p>
    <w:p w14:paraId="4919AF1B" w14:textId="77777777" w:rsidR="00E12A71" w:rsidRPr="00E12A71" w:rsidRDefault="00E12A71" w:rsidP="00E12A71">
      <w:pPr>
        <w:widowControl/>
        <w:adjustRightInd/>
        <w:textAlignment w:val="auto"/>
      </w:pPr>
    </w:p>
    <w:p w14:paraId="6771F770" w14:textId="77777777" w:rsidR="00356E31" w:rsidRPr="00E12A71" w:rsidRDefault="00356E31" w:rsidP="00356E31">
      <w:pPr>
        <w:pStyle w:val="ListParagraph"/>
        <w:widowControl/>
        <w:numPr>
          <w:ilvl w:val="0"/>
          <w:numId w:val="14"/>
        </w:numPr>
        <w:adjustRightInd/>
        <w:ind w:left="1530"/>
        <w:textAlignment w:val="auto"/>
      </w:pPr>
      <w:r w:rsidRPr="00E12A71">
        <w:t xml:space="preserve">The </w:t>
      </w:r>
      <w:proofErr w:type="spellStart"/>
      <w:r w:rsidRPr="00E12A71">
        <w:t>nanoscale</w:t>
      </w:r>
      <w:proofErr w:type="spellEnd"/>
      <w:r w:rsidRPr="00E12A71">
        <w:t xml:space="preserve"> is 100 </w:t>
      </w:r>
      <w:proofErr w:type="spellStart"/>
      <w:r w:rsidRPr="00E12A71">
        <w:t>nano</w:t>
      </w:r>
      <w:proofErr w:type="spellEnd"/>
      <w:r w:rsidRPr="00E12A71">
        <w:t xml:space="preserve"> to 1 </w:t>
      </w:r>
      <w:proofErr w:type="spellStart"/>
      <w:r w:rsidRPr="00E12A71">
        <w:t>nano</w:t>
      </w:r>
      <w:proofErr w:type="spellEnd"/>
      <w:r w:rsidRPr="00E12A71">
        <w:t xml:space="preserve"> in range. Which of the following objects is NOT in the </w:t>
      </w:r>
      <w:proofErr w:type="spellStart"/>
      <w:r w:rsidRPr="00E12A71">
        <w:t>nanorange</w:t>
      </w:r>
      <w:proofErr w:type="spellEnd"/>
      <w:r w:rsidRPr="00E12A71">
        <w:t>?</w:t>
      </w:r>
    </w:p>
    <w:p w14:paraId="1A2E68C5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</w:pPr>
      <w:r w:rsidRPr="00E12A71">
        <w:t>Virus agent</w:t>
      </w:r>
    </w:p>
    <w:p w14:paraId="01760252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</w:pPr>
      <w:r w:rsidRPr="00E12A71">
        <w:t>Red blood cell</w:t>
      </w:r>
    </w:p>
    <w:p w14:paraId="2743B279" w14:textId="77777777" w:rsidR="00356E31" w:rsidRPr="00E12A7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</w:pPr>
      <w:r w:rsidRPr="00E12A71">
        <w:t>Water molecule</w:t>
      </w:r>
    </w:p>
    <w:p w14:paraId="6B2285A7" w14:textId="77777777" w:rsidR="00356E31" w:rsidRDefault="00356E31" w:rsidP="00356E31">
      <w:pPr>
        <w:pStyle w:val="ListParagraph"/>
        <w:widowControl/>
        <w:numPr>
          <w:ilvl w:val="1"/>
          <w:numId w:val="14"/>
        </w:numPr>
        <w:adjustRightInd/>
        <w:ind w:left="1890"/>
        <w:textAlignment w:val="auto"/>
      </w:pPr>
      <w:r w:rsidRPr="00E12A71">
        <w:t>Silicon atom</w:t>
      </w:r>
    </w:p>
    <w:p w14:paraId="57E14B5F" w14:textId="77777777" w:rsidR="00E12A71" w:rsidRPr="00E12A71" w:rsidRDefault="00E12A71" w:rsidP="00E12A71">
      <w:pPr>
        <w:widowControl/>
        <w:adjustRightInd/>
        <w:textAlignment w:val="auto"/>
      </w:pPr>
    </w:p>
    <w:p w14:paraId="266E37C4" w14:textId="77777777" w:rsidR="00356E31" w:rsidRPr="00E12A71" w:rsidRDefault="00356E31" w:rsidP="00356E31">
      <w:pPr>
        <w:pStyle w:val="ListParagraph"/>
        <w:widowControl/>
        <w:numPr>
          <w:ilvl w:val="0"/>
          <w:numId w:val="14"/>
        </w:numPr>
        <w:adjustRightInd/>
        <w:ind w:left="1530"/>
        <w:textAlignment w:val="auto"/>
      </w:pPr>
      <w:r w:rsidRPr="00E12A71">
        <w:t xml:space="preserve">The </w:t>
      </w:r>
      <w:proofErr w:type="spellStart"/>
      <w:r w:rsidRPr="00E12A71">
        <w:t>microscale</w:t>
      </w:r>
      <w:proofErr w:type="spellEnd"/>
      <w:r w:rsidRPr="00E12A71">
        <w:t xml:space="preserve"> is considered the range of 100 </w:t>
      </w:r>
      <w:proofErr w:type="spellStart"/>
      <w:r w:rsidRPr="00E12A71">
        <w:t>nano</w:t>
      </w:r>
      <w:proofErr w:type="spellEnd"/>
      <w:r w:rsidRPr="00E12A71">
        <w:t xml:space="preserve"> </w:t>
      </w:r>
      <w:proofErr w:type="gramStart"/>
      <w:r w:rsidRPr="00E12A71">
        <w:t>to 100 micro</w:t>
      </w:r>
      <w:proofErr w:type="gramEnd"/>
      <w:r w:rsidRPr="00E12A71">
        <w:t>.  Which of the following objects is NOT in the micro-scale range</w:t>
      </w:r>
    </w:p>
    <w:p w14:paraId="6D5E1F36" w14:textId="77777777" w:rsidR="00356E31" w:rsidRPr="00E12A71" w:rsidRDefault="000C5689" w:rsidP="00356E3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Red blood cell</w:t>
      </w:r>
    </w:p>
    <w:p w14:paraId="4EE03F9F" w14:textId="77777777" w:rsidR="000C5689" w:rsidRPr="00E12A71" w:rsidRDefault="000C5689" w:rsidP="00356E3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The diameter of a human hair</w:t>
      </w:r>
    </w:p>
    <w:p w14:paraId="0BF58AE9" w14:textId="77777777" w:rsidR="000C5689" w:rsidRPr="00E12A71" w:rsidRDefault="00422291" w:rsidP="00356E3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ATP synthase motor</w:t>
      </w:r>
    </w:p>
    <w:p w14:paraId="65DEBF72" w14:textId="77777777" w:rsidR="00422291" w:rsidRDefault="00422291" w:rsidP="00356E3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 xml:space="preserve">Bacteria </w:t>
      </w:r>
    </w:p>
    <w:p w14:paraId="01FA3A23" w14:textId="77777777" w:rsidR="00E12A71" w:rsidRPr="00E12A71" w:rsidRDefault="00E12A71" w:rsidP="00E12A71">
      <w:pPr>
        <w:widowControl/>
        <w:tabs>
          <w:tab w:val="left" w:pos="1890"/>
        </w:tabs>
        <w:adjustRightInd/>
        <w:textAlignment w:val="auto"/>
      </w:pPr>
    </w:p>
    <w:p w14:paraId="2D635819" w14:textId="77777777" w:rsidR="00422291" w:rsidRPr="00E12A71" w:rsidRDefault="00422291" w:rsidP="00422291">
      <w:pPr>
        <w:pStyle w:val="ListParagraph"/>
        <w:widowControl/>
        <w:numPr>
          <w:ilvl w:val="0"/>
          <w:numId w:val="14"/>
        </w:numPr>
        <w:tabs>
          <w:tab w:val="left" w:pos="1890"/>
        </w:tabs>
        <w:adjustRightInd/>
        <w:ind w:left="1530"/>
        <w:textAlignment w:val="auto"/>
      </w:pPr>
      <w:r w:rsidRPr="00E12A71">
        <w:t>Which of the following BEST defines microtechnology?</w:t>
      </w:r>
    </w:p>
    <w:p w14:paraId="57378F32" w14:textId="77777777" w:rsidR="00422291" w:rsidRPr="00E12A71" w:rsidRDefault="00422291" w:rsidP="0042229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The exploitation of the properties of particles and molecules in the micro-scale.</w:t>
      </w:r>
    </w:p>
    <w:p w14:paraId="097D6262" w14:textId="77777777" w:rsidR="00422291" w:rsidRPr="00E12A71" w:rsidRDefault="00422291" w:rsidP="0042229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The mass production of micro-sized components used to replace components with equivalent tasks in the macro-scale.</w:t>
      </w:r>
    </w:p>
    <w:p w14:paraId="2A340EB0" w14:textId="77777777" w:rsidR="00422291" w:rsidRPr="00E12A71" w:rsidRDefault="00422291" w:rsidP="00422291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The technology that copies tasks found in nature to create artificial devices and components that perform the same tasks.</w:t>
      </w:r>
    </w:p>
    <w:p w14:paraId="2A243B8C" w14:textId="77777777" w:rsidR="00EE1599" w:rsidRDefault="00422291" w:rsidP="001D725E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 xml:space="preserve">The art of creating, manufacturing, or using miniature components, equipment, and systems that have been </w:t>
      </w:r>
      <w:r w:rsidR="001D725E" w:rsidRPr="00E12A71">
        <w:t>mass-produced</w:t>
      </w:r>
      <w:r w:rsidRPr="00E12A71">
        <w:t>.</w:t>
      </w:r>
    </w:p>
    <w:p w14:paraId="09FDAE4C" w14:textId="77777777" w:rsidR="00E12A71" w:rsidRDefault="00E12A71" w:rsidP="00E12A71">
      <w:pPr>
        <w:widowControl/>
        <w:tabs>
          <w:tab w:val="left" w:pos="1890"/>
        </w:tabs>
        <w:adjustRightInd/>
        <w:textAlignment w:val="auto"/>
      </w:pPr>
    </w:p>
    <w:p w14:paraId="19EBDE1A" w14:textId="77777777" w:rsidR="00E12A71" w:rsidRPr="00E12A71" w:rsidRDefault="00E12A71" w:rsidP="00E12A71">
      <w:pPr>
        <w:widowControl/>
        <w:tabs>
          <w:tab w:val="left" w:pos="1890"/>
        </w:tabs>
        <w:adjustRightInd/>
        <w:textAlignment w:val="auto"/>
      </w:pPr>
    </w:p>
    <w:p w14:paraId="4B0D39E2" w14:textId="77777777" w:rsidR="00940D50" w:rsidRPr="00E12A71" w:rsidRDefault="00940D50" w:rsidP="00940D50">
      <w:pPr>
        <w:pStyle w:val="ListParagraph"/>
        <w:widowControl/>
        <w:numPr>
          <w:ilvl w:val="0"/>
          <w:numId w:val="14"/>
        </w:numPr>
        <w:tabs>
          <w:tab w:val="left" w:pos="1890"/>
        </w:tabs>
        <w:adjustRightInd/>
        <w:ind w:left="1530"/>
        <w:textAlignment w:val="auto"/>
      </w:pPr>
      <w:r w:rsidRPr="00E12A71">
        <w:t>Which of the following microsystems applications was one of the first applications to use piezoelectric crystals to move fluid from a reservoir and through a nozzle?</w:t>
      </w:r>
    </w:p>
    <w:p w14:paraId="55726CA4" w14:textId="77777777" w:rsidR="00940D50" w:rsidRPr="00E12A71" w:rsidRDefault="00940D50" w:rsidP="00940D50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 xml:space="preserve">Inkjet </w:t>
      </w:r>
      <w:proofErr w:type="spellStart"/>
      <w:r w:rsidRPr="00E12A71">
        <w:t>printheads</w:t>
      </w:r>
      <w:proofErr w:type="spellEnd"/>
    </w:p>
    <w:p w14:paraId="21BEABBE" w14:textId="77777777" w:rsidR="00940D50" w:rsidRPr="00E12A71" w:rsidRDefault="00940D50" w:rsidP="00940D50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Drug delivery systems</w:t>
      </w:r>
    </w:p>
    <w:p w14:paraId="2ACF5B89" w14:textId="77777777" w:rsidR="00940D50" w:rsidRPr="00E12A71" w:rsidRDefault="00940D50" w:rsidP="00940D50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Gas delivery systems</w:t>
      </w:r>
    </w:p>
    <w:p w14:paraId="6FF7637E" w14:textId="77777777" w:rsidR="00940D50" w:rsidRDefault="00940D50" w:rsidP="00940D50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The artificial heart</w:t>
      </w:r>
    </w:p>
    <w:p w14:paraId="08B453AE" w14:textId="77777777" w:rsidR="00E12A71" w:rsidRDefault="00E12A71" w:rsidP="00E12A71">
      <w:pPr>
        <w:widowControl/>
        <w:tabs>
          <w:tab w:val="left" w:pos="1890"/>
        </w:tabs>
        <w:adjustRightInd/>
        <w:textAlignment w:val="auto"/>
      </w:pPr>
    </w:p>
    <w:p w14:paraId="669CD813" w14:textId="77777777" w:rsidR="00E12A71" w:rsidRPr="00E12A71" w:rsidRDefault="00E12A71" w:rsidP="00E12A71">
      <w:pPr>
        <w:widowControl/>
        <w:tabs>
          <w:tab w:val="left" w:pos="1890"/>
        </w:tabs>
        <w:adjustRightInd/>
        <w:textAlignment w:val="auto"/>
      </w:pPr>
    </w:p>
    <w:p w14:paraId="00B0D8FB" w14:textId="77777777" w:rsidR="00940D50" w:rsidRPr="00E12A71" w:rsidRDefault="00992EF4" w:rsidP="007B77F9">
      <w:pPr>
        <w:pStyle w:val="ListParagraph"/>
        <w:widowControl/>
        <w:numPr>
          <w:ilvl w:val="0"/>
          <w:numId w:val="14"/>
        </w:numPr>
        <w:adjustRightInd/>
        <w:ind w:left="1530"/>
        <w:textAlignment w:val="auto"/>
      </w:pPr>
      <w:r w:rsidRPr="00E12A71">
        <w:lastRenderedPageBreak/>
        <w:t>Homeland security is currently using which of the following MEMS in its baggage check procedures?</w:t>
      </w:r>
    </w:p>
    <w:p w14:paraId="1B80C092" w14:textId="77777777" w:rsidR="00992EF4" w:rsidRPr="00E12A71" w:rsidRDefault="00992EF4" w:rsidP="00992EF4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Digital communication systems</w:t>
      </w:r>
    </w:p>
    <w:p w14:paraId="35685B09" w14:textId="77777777" w:rsidR="00992EF4" w:rsidRPr="00E12A71" w:rsidRDefault="00992EF4" w:rsidP="00992EF4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Vibration sensors</w:t>
      </w:r>
    </w:p>
    <w:p w14:paraId="7F793DDF" w14:textId="77777777" w:rsidR="00992EF4" w:rsidRPr="00E12A71" w:rsidRDefault="00992EF4" w:rsidP="00992EF4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Gas detection sensors</w:t>
      </w:r>
    </w:p>
    <w:p w14:paraId="69479530" w14:textId="77777777" w:rsidR="00992EF4" w:rsidRDefault="00992EF4" w:rsidP="00992EF4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Pressure sensors</w:t>
      </w:r>
    </w:p>
    <w:p w14:paraId="2A1A4677" w14:textId="77777777" w:rsidR="00E12A71" w:rsidRPr="00E12A71" w:rsidRDefault="00E12A71" w:rsidP="00E12A71">
      <w:pPr>
        <w:widowControl/>
        <w:tabs>
          <w:tab w:val="left" w:pos="1890"/>
        </w:tabs>
        <w:adjustRightInd/>
        <w:textAlignment w:val="auto"/>
      </w:pPr>
    </w:p>
    <w:p w14:paraId="7A3331F8" w14:textId="77777777" w:rsidR="00992EF4" w:rsidRPr="00E12A71" w:rsidRDefault="00EA7C5A" w:rsidP="00EA7C5A">
      <w:pPr>
        <w:pStyle w:val="ListParagraph"/>
        <w:widowControl/>
        <w:numPr>
          <w:ilvl w:val="0"/>
          <w:numId w:val="14"/>
        </w:numPr>
        <w:tabs>
          <w:tab w:val="left" w:pos="1890"/>
        </w:tabs>
        <w:adjustRightInd/>
        <w:ind w:left="1530"/>
        <w:textAlignment w:val="auto"/>
      </w:pPr>
      <w:r w:rsidRPr="00E12A71">
        <w:t>When constructing micro-sized systems, microtechnology normally uses the _____________ approach to fabrication.</w:t>
      </w:r>
    </w:p>
    <w:p w14:paraId="1910E7A4" w14:textId="77777777" w:rsidR="00EA7C5A" w:rsidRPr="00E12A71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proofErr w:type="gramStart"/>
      <w:r w:rsidRPr="00E12A71">
        <w:t>top</w:t>
      </w:r>
      <w:proofErr w:type="gramEnd"/>
      <w:r w:rsidRPr="00E12A71">
        <w:t xml:space="preserve"> down </w:t>
      </w:r>
    </w:p>
    <w:p w14:paraId="38932B76" w14:textId="77777777" w:rsidR="00EA7C5A" w:rsidRPr="00E12A71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proofErr w:type="gramStart"/>
      <w:r w:rsidRPr="00E12A71">
        <w:t>bottom</w:t>
      </w:r>
      <w:proofErr w:type="gramEnd"/>
      <w:r w:rsidRPr="00E12A71">
        <w:t xml:space="preserve">-up </w:t>
      </w:r>
    </w:p>
    <w:p w14:paraId="00F72025" w14:textId="77777777" w:rsidR="00EA7C5A" w:rsidRPr="00E12A71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proofErr w:type="gramStart"/>
      <w:r w:rsidRPr="00E12A71">
        <w:t>piece</w:t>
      </w:r>
      <w:proofErr w:type="gramEnd"/>
      <w:r w:rsidRPr="00E12A71">
        <w:t xml:space="preserve">-mill </w:t>
      </w:r>
    </w:p>
    <w:p w14:paraId="2398C97D" w14:textId="77777777" w:rsidR="00EA7C5A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proofErr w:type="gramStart"/>
      <w:r w:rsidRPr="00E12A71">
        <w:t>molding</w:t>
      </w:r>
      <w:proofErr w:type="gramEnd"/>
    </w:p>
    <w:p w14:paraId="0BCF5974" w14:textId="77777777" w:rsidR="00E12A71" w:rsidRPr="00E12A71" w:rsidRDefault="00E12A71" w:rsidP="00E12A71">
      <w:pPr>
        <w:widowControl/>
        <w:tabs>
          <w:tab w:val="left" w:pos="1890"/>
        </w:tabs>
        <w:adjustRightInd/>
        <w:textAlignment w:val="auto"/>
      </w:pPr>
    </w:p>
    <w:p w14:paraId="37769408" w14:textId="77777777" w:rsidR="00EA7C5A" w:rsidRPr="00E12A71" w:rsidRDefault="00EA7C5A" w:rsidP="00EA7C5A">
      <w:pPr>
        <w:pStyle w:val="ListParagraph"/>
        <w:widowControl/>
        <w:numPr>
          <w:ilvl w:val="0"/>
          <w:numId w:val="14"/>
        </w:numPr>
        <w:tabs>
          <w:tab w:val="left" w:pos="1890"/>
        </w:tabs>
        <w:adjustRightInd/>
        <w:ind w:left="1530"/>
        <w:textAlignment w:val="auto"/>
      </w:pPr>
      <w:r w:rsidRPr="00E12A71">
        <w:t xml:space="preserve">In today’s world, micro and nanotechnology have merged. Many MEMS have </w:t>
      </w:r>
      <w:proofErr w:type="spellStart"/>
      <w:r w:rsidRPr="00E12A71">
        <w:t>nano</w:t>
      </w:r>
      <w:proofErr w:type="spellEnd"/>
      <w:r w:rsidRPr="00E12A71">
        <w:t xml:space="preserve">-sized components.  Which of the following is a </w:t>
      </w:r>
      <w:proofErr w:type="spellStart"/>
      <w:r w:rsidRPr="00E12A71">
        <w:t>nano</w:t>
      </w:r>
      <w:proofErr w:type="spellEnd"/>
      <w:r w:rsidRPr="00E12A71">
        <w:t>-sized component that is currently found in MEMS?</w:t>
      </w:r>
    </w:p>
    <w:p w14:paraId="5B19D128" w14:textId="77777777" w:rsidR="00EA7C5A" w:rsidRPr="00E12A71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Electrode arrays</w:t>
      </w:r>
    </w:p>
    <w:p w14:paraId="0879D063" w14:textId="77777777" w:rsidR="00EA7C5A" w:rsidRPr="00E12A71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Monolayer films</w:t>
      </w:r>
    </w:p>
    <w:p w14:paraId="443C2C2C" w14:textId="77777777" w:rsidR="00EA7C5A" w:rsidRPr="00E12A71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Pressure sensors</w:t>
      </w:r>
    </w:p>
    <w:p w14:paraId="53777564" w14:textId="77777777" w:rsidR="00EA7C5A" w:rsidRPr="00E12A71" w:rsidRDefault="00EA7C5A" w:rsidP="00EA7C5A">
      <w:pPr>
        <w:pStyle w:val="ListParagraph"/>
        <w:widowControl/>
        <w:numPr>
          <w:ilvl w:val="1"/>
          <w:numId w:val="14"/>
        </w:numPr>
        <w:tabs>
          <w:tab w:val="left" w:pos="1890"/>
        </w:tabs>
        <w:adjustRightInd/>
        <w:ind w:left="1890"/>
        <w:textAlignment w:val="auto"/>
      </w:pPr>
      <w:r w:rsidRPr="00E12A71">
        <w:t>Cantilever arrays</w:t>
      </w:r>
    </w:p>
    <w:p w14:paraId="28DF5C44" w14:textId="77777777" w:rsidR="00EA7C5A" w:rsidRDefault="00EA7C5A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1BE35580" w14:textId="77777777" w:rsidR="00CB6EBB" w:rsidRDefault="00CB6EBB" w:rsidP="001D725E">
      <w:pPr>
        <w:widowControl/>
        <w:tabs>
          <w:tab w:val="left" w:pos="1890"/>
        </w:tabs>
        <w:adjustRightInd/>
        <w:textAlignment w:val="auto"/>
      </w:pPr>
    </w:p>
    <w:p w14:paraId="7B53DD33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5B59D53A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2055FAE6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1D870174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5F4F85F2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08D287B5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0FACE8B9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7768BCFF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082780E5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6E888736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06B82166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60E6066B" w14:textId="77777777" w:rsidR="00CB6EBB" w:rsidRDefault="00CB6EBB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52522512" w14:textId="77777777" w:rsidR="00E12A71" w:rsidRDefault="00E12A71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3464F330" w14:textId="77777777" w:rsidR="00E12A71" w:rsidRDefault="00E12A71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1FD25580" w14:textId="77777777" w:rsidR="00E12A71" w:rsidRDefault="00E12A71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6326D9E7" w14:textId="77777777" w:rsidR="00E12A71" w:rsidRDefault="00E12A71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64825AEB" w14:textId="77777777" w:rsidR="00E12A71" w:rsidRDefault="00E12A71" w:rsidP="00EA7C5A">
      <w:pPr>
        <w:pStyle w:val="ListParagraph"/>
        <w:widowControl/>
        <w:tabs>
          <w:tab w:val="left" w:pos="1890"/>
        </w:tabs>
        <w:adjustRightInd/>
        <w:ind w:left="1530"/>
        <w:textAlignment w:val="auto"/>
      </w:pPr>
    </w:p>
    <w:p w14:paraId="739111D5" w14:textId="77777777" w:rsidR="00992EF4" w:rsidRDefault="00992EF4" w:rsidP="00992EF4">
      <w:pPr>
        <w:pStyle w:val="ListParagraph"/>
        <w:widowControl/>
        <w:adjustRightInd/>
        <w:ind w:left="2430"/>
        <w:textAlignment w:val="auto"/>
      </w:pPr>
    </w:p>
    <w:p w14:paraId="1F6605DA" w14:textId="77777777" w:rsidR="000C7CC5" w:rsidRDefault="000C7CC5"/>
    <w:bookmarkEnd w:id="3"/>
    <w:p w14:paraId="27FB3E35" w14:textId="77777777" w:rsidR="001D725E" w:rsidRPr="001428A8" w:rsidRDefault="001D725E" w:rsidP="001D725E">
      <w:pPr>
        <w:ind w:left="720"/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14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6C8E5211" w14:textId="77777777" w:rsidR="000C7CC5" w:rsidRDefault="000C7CC5" w:rsidP="001D725E">
      <w:pPr>
        <w:pStyle w:val="Header"/>
      </w:pPr>
    </w:p>
    <w:sectPr w:rsidR="000C7CC5" w:rsidSect="001D725E">
      <w:headerReference w:type="default" r:id="rId15"/>
      <w:type w:val="continuous"/>
      <w:pgSz w:w="12240" w:h="15840"/>
      <w:pgMar w:top="1530" w:right="720" w:bottom="1530" w:left="720" w:header="432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85E36" w14:textId="77777777" w:rsidR="009D7E6C" w:rsidRDefault="009D7E6C">
      <w:r>
        <w:separator/>
      </w:r>
    </w:p>
  </w:endnote>
  <w:endnote w:type="continuationSeparator" w:id="0">
    <w:p w14:paraId="28D54748" w14:textId="77777777" w:rsidR="009D7E6C" w:rsidRDefault="009D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3DBA8" w14:textId="77777777" w:rsidR="00D57370" w:rsidRDefault="00D57370">
    <w:pPr>
      <w:pStyle w:val="Footer"/>
    </w:pPr>
  </w:p>
  <w:p w14:paraId="232E937A" w14:textId="77777777" w:rsidR="00D57370" w:rsidRDefault="00610EB2" w:rsidP="00EC6A39">
    <w:pPr>
      <w:pStyle w:val="Footer"/>
      <w:jc w:val="right"/>
    </w:pPr>
    <w:r>
      <w:rPr>
        <w:noProof/>
      </w:rPr>
      <w:drawing>
        <wp:inline distT="0" distB="0" distL="0" distR="0" wp14:anchorId="531AE7EC" wp14:editId="4A401E74">
          <wp:extent cx="940435" cy="300355"/>
          <wp:effectExtent l="19050" t="0" r="0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300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19F77" w14:textId="77777777" w:rsidR="000C7CC5" w:rsidRPr="004B6382" w:rsidRDefault="000C7CC5" w:rsidP="000C7CC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3D3170">
      <w:rPr>
        <w:i/>
        <w:sz w:val="22"/>
      </w:rPr>
      <w:tab/>
    </w:r>
    <w:r w:rsidR="003D3170">
      <w:rPr>
        <w:i/>
        <w:sz w:val="22"/>
      </w:rPr>
      <w:tab/>
    </w:r>
    <w:r w:rsidR="003D3170" w:rsidRPr="004B6382">
      <w:rPr>
        <w:b/>
        <w:i/>
        <w:sz w:val="22"/>
      </w:rPr>
      <w:t xml:space="preserve">Page </w:t>
    </w:r>
    <w:r w:rsidR="003D3170" w:rsidRPr="004B6382">
      <w:rPr>
        <w:b/>
        <w:i/>
        <w:sz w:val="22"/>
      </w:rPr>
      <w:fldChar w:fldCharType="begin"/>
    </w:r>
    <w:r w:rsidR="003D3170" w:rsidRPr="004B6382">
      <w:rPr>
        <w:b/>
        <w:i/>
        <w:sz w:val="22"/>
      </w:rPr>
      <w:instrText xml:space="preserve"> PAGE </w:instrText>
    </w:r>
    <w:r w:rsidR="003D3170" w:rsidRPr="004B6382">
      <w:rPr>
        <w:b/>
        <w:i/>
        <w:sz w:val="22"/>
      </w:rPr>
      <w:fldChar w:fldCharType="separate"/>
    </w:r>
    <w:r w:rsidR="00620478">
      <w:rPr>
        <w:b/>
        <w:i/>
        <w:noProof/>
        <w:sz w:val="22"/>
      </w:rPr>
      <w:t>2</w:t>
    </w:r>
    <w:r w:rsidR="003D3170" w:rsidRPr="004B6382">
      <w:rPr>
        <w:b/>
        <w:i/>
        <w:sz w:val="22"/>
      </w:rPr>
      <w:fldChar w:fldCharType="end"/>
    </w:r>
    <w:r w:rsidR="003D3170" w:rsidRPr="004B6382">
      <w:rPr>
        <w:b/>
        <w:i/>
        <w:sz w:val="22"/>
      </w:rPr>
      <w:t xml:space="preserve"> of </w:t>
    </w:r>
    <w:r w:rsidR="003D3170" w:rsidRPr="004B6382">
      <w:rPr>
        <w:b/>
        <w:i/>
        <w:sz w:val="22"/>
      </w:rPr>
      <w:fldChar w:fldCharType="begin"/>
    </w:r>
    <w:r w:rsidR="003D3170" w:rsidRPr="004B6382">
      <w:rPr>
        <w:b/>
        <w:i/>
        <w:sz w:val="22"/>
      </w:rPr>
      <w:instrText xml:space="preserve"> NUMPAGES </w:instrText>
    </w:r>
    <w:r w:rsidR="003D3170" w:rsidRPr="004B6382">
      <w:rPr>
        <w:b/>
        <w:i/>
        <w:sz w:val="22"/>
      </w:rPr>
      <w:fldChar w:fldCharType="separate"/>
    </w:r>
    <w:r w:rsidR="00620478">
      <w:rPr>
        <w:b/>
        <w:i/>
        <w:noProof/>
        <w:sz w:val="22"/>
      </w:rPr>
      <w:t>4</w:t>
    </w:r>
    <w:r w:rsidR="003D3170" w:rsidRPr="004B6382">
      <w:rPr>
        <w:b/>
        <w:i/>
        <w:sz w:val="22"/>
      </w:rPr>
      <w:fldChar w:fldCharType="end"/>
    </w:r>
  </w:p>
  <w:p w14:paraId="7C6F5A77" w14:textId="77777777" w:rsidR="00D57370" w:rsidRPr="000C7CC5" w:rsidRDefault="000C7CC5" w:rsidP="000C7CC5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88338C">
      <w:rPr>
        <w:i/>
        <w:noProof/>
        <w:sz w:val="22"/>
      </w:rPr>
      <w:t>Int_Scale_KP_PG_May2017.docx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3D3170">
      <w:rPr>
        <w:b/>
        <w:i/>
        <w:sz w:val="22"/>
      </w:rPr>
      <w:t xml:space="preserve">Comparison of Scale </w:t>
    </w:r>
    <w:r w:rsidR="00CB6EBB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1C457" w14:textId="77777777" w:rsidR="00D57370" w:rsidRDefault="00D57370">
    <w:pPr>
      <w:pStyle w:val="Footer"/>
    </w:pPr>
  </w:p>
  <w:p w14:paraId="0ED632B9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F35B6" w14:textId="77777777" w:rsidR="009D7E6C" w:rsidRDefault="009D7E6C">
      <w:r>
        <w:separator/>
      </w:r>
    </w:p>
  </w:footnote>
  <w:footnote w:type="continuationSeparator" w:id="0">
    <w:p w14:paraId="45FA8393" w14:textId="77777777" w:rsidR="009D7E6C" w:rsidRDefault="009D7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8FC3D" w14:textId="77777777" w:rsidR="00D57370" w:rsidRDefault="00610EB2" w:rsidP="00EC6A39">
    <w:pPr>
      <w:pStyle w:val="Header"/>
      <w:jc w:val="right"/>
    </w:pPr>
    <w:r>
      <w:rPr>
        <w:noProof/>
      </w:rPr>
      <w:drawing>
        <wp:inline distT="0" distB="0" distL="0" distR="0" wp14:anchorId="2C4B5ADC" wp14:editId="61E96D81">
          <wp:extent cx="940435" cy="30035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300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C19457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61B87" w14:textId="77777777" w:rsidR="00D57370" w:rsidRDefault="00D57370" w:rsidP="00EC6A39">
    <w:pPr>
      <w:pStyle w:val="Header"/>
      <w:jc w:val="right"/>
    </w:pPr>
  </w:p>
  <w:p w14:paraId="236AB5F4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B8F75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A0BB3"/>
    <w:multiLevelType w:val="hybridMultilevel"/>
    <w:tmpl w:val="F6F6FF4C"/>
    <w:lvl w:ilvl="0" w:tplc="9D5ECACA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B07376"/>
    <w:multiLevelType w:val="hybridMultilevel"/>
    <w:tmpl w:val="74601B56"/>
    <w:lvl w:ilvl="0" w:tplc="55C858E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8">
    <w:nsid w:val="4D2B4221"/>
    <w:multiLevelType w:val="hybridMultilevel"/>
    <w:tmpl w:val="3AECD5BE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">
    <w:nsid w:val="606B323F"/>
    <w:multiLevelType w:val="hybridMultilevel"/>
    <w:tmpl w:val="BAD4E40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DA25E1"/>
    <w:multiLevelType w:val="hybridMultilevel"/>
    <w:tmpl w:val="C75CADCE"/>
    <w:lvl w:ilvl="0" w:tplc="5156CAF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D1DB9"/>
    <w:multiLevelType w:val="hybridMultilevel"/>
    <w:tmpl w:val="EE200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6"/>
  </w:num>
  <w:num w:numId="12">
    <w:abstractNumId w:val="9"/>
  </w:num>
  <w:num w:numId="13">
    <w:abstractNumId w:val="10"/>
  </w:num>
  <w:num w:numId="14">
    <w:abstractNumId w:val="8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12C8F"/>
    <w:rsid w:val="00040D75"/>
    <w:rsid w:val="00042BBF"/>
    <w:rsid w:val="000519F8"/>
    <w:rsid w:val="0005565C"/>
    <w:rsid w:val="00097CC8"/>
    <w:rsid w:val="000C04B3"/>
    <w:rsid w:val="000C4088"/>
    <w:rsid w:val="000C5689"/>
    <w:rsid w:val="000C7CC5"/>
    <w:rsid w:val="000F1F79"/>
    <w:rsid w:val="00111E39"/>
    <w:rsid w:val="001131A8"/>
    <w:rsid w:val="0012192B"/>
    <w:rsid w:val="00131F84"/>
    <w:rsid w:val="0013722A"/>
    <w:rsid w:val="0014607B"/>
    <w:rsid w:val="00155C96"/>
    <w:rsid w:val="00172A45"/>
    <w:rsid w:val="00172E99"/>
    <w:rsid w:val="00190D4B"/>
    <w:rsid w:val="001A7425"/>
    <w:rsid w:val="001B2F63"/>
    <w:rsid w:val="001D725E"/>
    <w:rsid w:val="001F56A7"/>
    <w:rsid w:val="002454C1"/>
    <w:rsid w:val="00260895"/>
    <w:rsid w:val="00271CEF"/>
    <w:rsid w:val="00277273"/>
    <w:rsid w:val="00293B60"/>
    <w:rsid w:val="002A1736"/>
    <w:rsid w:val="002B64EE"/>
    <w:rsid w:val="002F7867"/>
    <w:rsid w:val="003237FA"/>
    <w:rsid w:val="003531C6"/>
    <w:rsid w:val="00355290"/>
    <w:rsid w:val="00356E31"/>
    <w:rsid w:val="003A0197"/>
    <w:rsid w:val="003A23E4"/>
    <w:rsid w:val="003A52A8"/>
    <w:rsid w:val="003A5B8A"/>
    <w:rsid w:val="003A74BF"/>
    <w:rsid w:val="003C78FA"/>
    <w:rsid w:val="003D3170"/>
    <w:rsid w:val="003E3BB8"/>
    <w:rsid w:val="003E624B"/>
    <w:rsid w:val="00401B67"/>
    <w:rsid w:val="00410493"/>
    <w:rsid w:val="00422291"/>
    <w:rsid w:val="00426736"/>
    <w:rsid w:val="0043567D"/>
    <w:rsid w:val="00456E84"/>
    <w:rsid w:val="0046023B"/>
    <w:rsid w:val="0046131F"/>
    <w:rsid w:val="00476BBB"/>
    <w:rsid w:val="004A2A69"/>
    <w:rsid w:val="004A55B0"/>
    <w:rsid w:val="004D202C"/>
    <w:rsid w:val="004D5193"/>
    <w:rsid w:val="004E43AF"/>
    <w:rsid w:val="004E489A"/>
    <w:rsid w:val="00516480"/>
    <w:rsid w:val="00525AEF"/>
    <w:rsid w:val="00526947"/>
    <w:rsid w:val="00530481"/>
    <w:rsid w:val="005460FD"/>
    <w:rsid w:val="00597BC3"/>
    <w:rsid w:val="005A0047"/>
    <w:rsid w:val="005A0723"/>
    <w:rsid w:val="005C593C"/>
    <w:rsid w:val="005D0DFB"/>
    <w:rsid w:val="005D25E4"/>
    <w:rsid w:val="005E0B74"/>
    <w:rsid w:val="005F0D7E"/>
    <w:rsid w:val="005F2B0F"/>
    <w:rsid w:val="00610EB2"/>
    <w:rsid w:val="0062015A"/>
    <w:rsid w:val="00620478"/>
    <w:rsid w:val="006217F2"/>
    <w:rsid w:val="00672E85"/>
    <w:rsid w:val="006922A2"/>
    <w:rsid w:val="006E75CB"/>
    <w:rsid w:val="006F0C56"/>
    <w:rsid w:val="007113A2"/>
    <w:rsid w:val="00721A67"/>
    <w:rsid w:val="00732368"/>
    <w:rsid w:val="00754242"/>
    <w:rsid w:val="007914DB"/>
    <w:rsid w:val="007B77F9"/>
    <w:rsid w:val="00810584"/>
    <w:rsid w:val="0082592A"/>
    <w:rsid w:val="00844AFD"/>
    <w:rsid w:val="00857197"/>
    <w:rsid w:val="00881286"/>
    <w:rsid w:val="0088338C"/>
    <w:rsid w:val="008B666B"/>
    <w:rsid w:val="008C7A99"/>
    <w:rsid w:val="008F6A44"/>
    <w:rsid w:val="00911D63"/>
    <w:rsid w:val="0093016F"/>
    <w:rsid w:val="0093397E"/>
    <w:rsid w:val="00940D50"/>
    <w:rsid w:val="00943632"/>
    <w:rsid w:val="009475C1"/>
    <w:rsid w:val="00973FF2"/>
    <w:rsid w:val="0098351A"/>
    <w:rsid w:val="00992EF4"/>
    <w:rsid w:val="0099785A"/>
    <w:rsid w:val="009A257F"/>
    <w:rsid w:val="009A79C4"/>
    <w:rsid w:val="009D7E6C"/>
    <w:rsid w:val="009F1EA9"/>
    <w:rsid w:val="00A00F97"/>
    <w:rsid w:val="00A31583"/>
    <w:rsid w:val="00A52691"/>
    <w:rsid w:val="00AD14AE"/>
    <w:rsid w:val="00B05761"/>
    <w:rsid w:val="00B32AC3"/>
    <w:rsid w:val="00B74DAA"/>
    <w:rsid w:val="00B81B6F"/>
    <w:rsid w:val="00BD0D14"/>
    <w:rsid w:val="00BF4FEC"/>
    <w:rsid w:val="00BF5C1E"/>
    <w:rsid w:val="00C16675"/>
    <w:rsid w:val="00C31830"/>
    <w:rsid w:val="00C461F7"/>
    <w:rsid w:val="00C61365"/>
    <w:rsid w:val="00C61390"/>
    <w:rsid w:val="00C779C0"/>
    <w:rsid w:val="00C90A22"/>
    <w:rsid w:val="00CA03F1"/>
    <w:rsid w:val="00CA38E0"/>
    <w:rsid w:val="00CB5329"/>
    <w:rsid w:val="00CB6EBB"/>
    <w:rsid w:val="00CC6B4B"/>
    <w:rsid w:val="00CE3EBD"/>
    <w:rsid w:val="00CE4AC4"/>
    <w:rsid w:val="00CE6E24"/>
    <w:rsid w:val="00CF4FB9"/>
    <w:rsid w:val="00D11481"/>
    <w:rsid w:val="00D15029"/>
    <w:rsid w:val="00D37436"/>
    <w:rsid w:val="00D42FDB"/>
    <w:rsid w:val="00D57370"/>
    <w:rsid w:val="00D64023"/>
    <w:rsid w:val="00D7491B"/>
    <w:rsid w:val="00D95942"/>
    <w:rsid w:val="00DA23E5"/>
    <w:rsid w:val="00DA2E34"/>
    <w:rsid w:val="00DD25B4"/>
    <w:rsid w:val="00DD4998"/>
    <w:rsid w:val="00DE2FA4"/>
    <w:rsid w:val="00DF54BA"/>
    <w:rsid w:val="00E12A71"/>
    <w:rsid w:val="00E507A5"/>
    <w:rsid w:val="00E54B53"/>
    <w:rsid w:val="00EA31C9"/>
    <w:rsid w:val="00EA7C5A"/>
    <w:rsid w:val="00EC364A"/>
    <w:rsid w:val="00EC58CF"/>
    <w:rsid w:val="00EC6A39"/>
    <w:rsid w:val="00ED5C03"/>
    <w:rsid w:val="00EE1599"/>
    <w:rsid w:val="00EE47F6"/>
    <w:rsid w:val="00EE7A36"/>
    <w:rsid w:val="00F04ED9"/>
    <w:rsid w:val="00F32980"/>
    <w:rsid w:val="00F473EE"/>
    <w:rsid w:val="00F65E74"/>
    <w:rsid w:val="00F72140"/>
    <w:rsid w:val="00F7215A"/>
    <w:rsid w:val="00F77B61"/>
    <w:rsid w:val="00F91CB4"/>
    <w:rsid w:val="00FF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427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9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A00F9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00F9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F9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F9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F9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F9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F9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F9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F9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A00F9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A00F9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A00F97"/>
    <w:rPr>
      <w:color w:val="800080"/>
      <w:u w:val="single"/>
    </w:rPr>
  </w:style>
  <w:style w:type="character" w:styleId="Hyperlink">
    <w:name w:val="Hyperlink"/>
    <w:basedOn w:val="DefaultParagraphFont"/>
    <w:rsid w:val="00A00F9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A00F97"/>
  </w:style>
  <w:style w:type="paragraph" w:styleId="TOC2">
    <w:name w:val="toc 2"/>
    <w:basedOn w:val="Normal"/>
    <w:next w:val="Normal"/>
    <w:autoRedefine/>
    <w:semiHidden/>
    <w:rsid w:val="00A00F97"/>
    <w:pPr>
      <w:ind w:left="240"/>
    </w:pPr>
  </w:style>
  <w:style w:type="paragraph" w:styleId="TOC3">
    <w:name w:val="toc 3"/>
    <w:basedOn w:val="Normal"/>
    <w:next w:val="Normal"/>
    <w:autoRedefine/>
    <w:semiHidden/>
    <w:rsid w:val="00A00F9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A00F97"/>
    <w:pPr>
      <w:keepLines/>
    </w:pPr>
    <w:rPr>
      <w:color w:val="000000"/>
    </w:rPr>
  </w:style>
  <w:style w:type="paragraph" w:customStyle="1" w:styleId="dldl1">
    <w:name w:val="dldl1"/>
    <w:basedOn w:val="BodyText"/>
    <w:rsid w:val="00A00F9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A00F9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A00F9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A00F9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A00F9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A00F9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A00F9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A00F9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A00F9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A00F9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A00F9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A00F9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A00F97"/>
    <w:pPr>
      <w:jc w:val="center"/>
    </w:pPr>
    <w:rPr>
      <w:b/>
    </w:rPr>
  </w:style>
  <w:style w:type="numbering" w:styleId="111111">
    <w:name w:val="Outline List 2"/>
    <w:basedOn w:val="NoList"/>
    <w:rsid w:val="00A00F97"/>
    <w:pPr>
      <w:numPr>
        <w:numId w:val="2"/>
      </w:numPr>
    </w:pPr>
  </w:style>
  <w:style w:type="paragraph" w:customStyle="1" w:styleId="OINumber">
    <w:name w:val="OI_Number"/>
    <w:basedOn w:val="Normal"/>
    <w:rsid w:val="00A00F97"/>
    <w:pPr>
      <w:spacing w:before="80"/>
    </w:pPr>
    <w:rPr>
      <w:b/>
      <w:sz w:val="16"/>
    </w:rPr>
  </w:style>
  <w:style w:type="paragraph" w:styleId="BodyText">
    <w:name w:val="Body Text"/>
    <w:basedOn w:val="Normal"/>
    <w:rsid w:val="00A00F97"/>
    <w:rPr>
      <w:szCs w:val="22"/>
    </w:rPr>
  </w:style>
  <w:style w:type="paragraph" w:styleId="BodyText2">
    <w:name w:val="Body Text 2"/>
    <w:basedOn w:val="Normal"/>
    <w:rsid w:val="00A00F97"/>
    <w:pPr>
      <w:spacing w:after="120" w:line="480" w:lineRule="auto"/>
    </w:pPr>
  </w:style>
  <w:style w:type="paragraph" w:customStyle="1" w:styleId="EffectiveDate0">
    <w:name w:val="Effective_Date"/>
    <w:basedOn w:val="Normal"/>
    <w:rsid w:val="00A00F9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A00F9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A00F97"/>
    <w:pPr>
      <w:numPr>
        <w:numId w:val="8"/>
      </w:numPr>
    </w:pPr>
  </w:style>
  <w:style w:type="paragraph" w:customStyle="1" w:styleId="ColumnHeader">
    <w:name w:val="ColumnHeader"/>
    <w:basedOn w:val="BodyText"/>
    <w:rsid w:val="00A00F9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A00F9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A00F9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42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B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B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B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C7CC5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B666B"/>
    <w:pPr>
      <w:widowControl/>
      <w:adjustRightInd/>
      <w:spacing w:before="100" w:beforeAutospacing="1" w:after="100" w:afterAutospacing="1"/>
      <w:textAlignment w:val="auto"/>
    </w:pPr>
  </w:style>
  <w:style w:type="paragraph" w:styleId="ListParagraph">
    <w:name w:val="List Paragraph"/>
    <w:basedOn w:val="Normal"/>
    <w:uiPriority w:val="34"/>
    <w:qFormat/>
    <w:rsid w:val="004267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F9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A00F9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00F9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F9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F9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F9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F9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F9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F9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F9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A00F9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A00F9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A00F97"/>
    <w:rPr>
      <w:color w:val="800080"/>
      <w:u w:val="single"/>
    </w:rPr>
  </w:style>
  <w:style w:type="character" w:styleId="Hyperlink">
    <w:name w:val="Hyperlink"/>
    <w:basedOn w:val="DefaultParagraphFont"/>
    <w:rsid w:val="00A00F9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A00F97"/>
  </w:style>
  <w:style w:type="paragraph" w:styleId="TOC2">
    <w:name w:val="toc 2"/>
    <w:basedOn w:val="Normal"/>
    <w:next w:val="Normal"/>
    <w:autoRedefine/>
    <w:semiHidden/>
    <w:rsid w:val="00A00F97"/>
    <w:pPr>
      <w:ind w:left="240"/>
    </w:pPr>
  </w:style>
  <w:style w:type="paragraph" w:styleId="TOC3">
    <w:name w:val="toc 3"/>
    <w:basedOn w:val="Normal"/>
    <w:next w:val="Normal"/>
    <w:autoRedefine/>
    <w:semiHidden/>
    <w:rsid w:val="00A00F9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A00F97"/>
    <w:pPr>
      <w:keepLines/>
    </w:pPr>
    <w:rPr>
      <w:color w:val="000000"/>
    </w:rPr>
  </w:style>
  <w:style w:type="paragraph" w:customStyle="1" w:styleId="dldl1">
    <w:name w:val="dldl1"/>
    <w:basedOn w:val="BodyText"/>
    <w:rsid w:val="00A00F9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A00F9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A00F9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A00F9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A00F9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A00F9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A00F9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A00F9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A00F9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A00F9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A00F9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A00F9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A00F9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A00F97"/>
    <w:pPr>
      <w:jc w:val="center"/>
    </w:pPr>
    <w:rPr>
      <w:b/>
    </w:rPr>
  </w:style>
  <w:style w:type="numbering" w:styleId="111111">
    <w:name w:val="Outline List 2"/>
    <w:basedOn w:val="NoList"/>
    <w:rsid w:val="00A00F97"/>
    <w:pPr>
      <w:numPr>
        <w:numId w:val="2"/>
      </w:numPr>
    </w:pPr>
  </w:style>
  <w:style w:type="paragraph" w:customStyle="1" w:styleId="OINumber">
    <w:name w:val="OI_Number"/>
    <w:basedOn w:val="Normal"/>
    <w:rsid w:val="00A00F97"/>
    <w:pPr>
      <w:spacing w:before="80"/>
    </w:pPr>
    <w:rPr>
      <w:b/>
      <w:sz w:val="16"/>
    </w:rPr>
  </w:style>
  <w:style w:type="paragraph" w:styleId="BodyText">
    <w:name w:val="Body Text"/>
    <w:basedOn w:val="Normal"/>
    <w:rsid w:val="00A00F97"/>
    <w:rPr>
      <w:szCs w:val="22"/>
    </w:rPr>
  </w:style>
  <w:style w:type="paragraph" w:styleId="BodyText2">
    <w:name w:val="Body Text 2"/>
    <w:basedOn w:val="Normal"/>
    <w:rsid w:val="00A00F97"/>
    <w:pPr>
      <w:spacing w:after="120" w:line="480" w:lineRule="auto"/>
    </w:pPr>
  </w:style>
  <w:style w:type="paragraph" w:customStyle="1" w:styleId="EffectiveDate0">
    <w:name w:val="Effective_Date"/>
    <w:basedOn w:val="Normal"/>
    <w:rsid w:val="00A00F9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A00F9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A00F97"/>
    <w:pPr>
      <w:numPr>
        <w:numId w:val="8"/>
      </w:numPr>
    </w:pPr>
  </w:style>
  <w:style w:type="paragraph" w:customStyle="1" w:styleId="ColumnHeader">
    <w:name w:val="ColumnHeader"/>
    <w:basedOn w:val="BodyText"/>
    <w:rsid w:val="00A00F9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A00F9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A00F9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42B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B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B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B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B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2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B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C7CC5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B666B"/>
    <w:pPr>
      <w:widowControl/>
      <w:adjustRightInd/>
      <w:spacing w:before="100" w:beforeAutospacing="1" w:after="100" w:afterAutospacing="1"/>
      <w:textAlignment w:val="auto"/>
    </w:pPr>
  </w:style>
  <w:style w:type="paragraph" w:styleId="ListParagraph">
    <w:name w:val="List Paragraph"/>
    <w:basedOn w:val="Normal"/>
    <w:uiPriority w:val="34"/>
    <w:qFormat/>
    <w:rsid w:val="00426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8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4</Pages>
  <Words>743</Words>
  <Characters>4236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4970</CharactersWithSpaces>
  <SharedDoc>false</SharedDoc>
  <HLinks>
    <vt:vector size="18" baseType="variant"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2</cp:revision>
  <cp:lastPrinted>2013-04-03T18:08:00Z</cp:lastPrinted>
  <dcterms:created xsi:type="dcterms:W3CDTF">2017-05-22T18:31:00Z</dcterms:created>
  <dcterms:modified xsi:type="dcterms:W3CDTF">2017-05-22T18:31:00Z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 Comparison of Scale - Macro, Micro, Nano</vt:lpwstr>
  </property>
  <property fmtid="{D5CDD505-2E9C-101B-9397-08002B2CF9AE}" pid="3" name="Module Title">
    <vt:lpwstr>Final Assessment</vt:lpwstr>
  </property>
  <property fmtid="{D5CDD505-2E9C-101B-9397-08002B2CF9AE}" pid="4" name="docID">
    <vt:lpwstr>Int_Scale_FA12</vt:lpwstr>
  </property>
  <property fmtid="{D5CDD505-2E9C-101B-9397-08002B2CF9AE}" pid="5" name="docPath">
    <vt:lpwstr>C:\xtProject\Int_Scale_FA12\Int_Scale_FA12.doc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