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F8464D8" w14:textId="77777777" w:rsidTr="00C827EB">
        <w:trPr>
          <w:trHeight w:hRule="exact" w:val="20"/>
        </w:trPr>
        <w:tc>
          <w:tcPr>
            <w:tcW w:w="1250" w:type="pct"/>
            <w:tcBorders>
              <w:top w:val="single" w:sz="4" w:space="0" w:color="auto"/>
              <w:bottom w:val="nil"/>
            </w:tcBorders>
          </w:tcPr>
          <w:p w14:paraId="2544FE32" w14:textId="77777777" w:rsidR="006217F2" w:rsidRPr="00CA03F1" w:rsidRDefault="006217F2" w:rsidP="00D11481">
            <w:bookmarkStart w:id="0" w:name="_GoBack" w:colFirst="0" w:colLast="0"/>
          </w:p>
        </w:tc>
        <w:tc>
          <w:tcPr>
            <w:tcW w:w="1250" w:type="pct"/>
            <w:tcBorders>
              <w:top w:val="single" w:sz="4" w:space="0" w:color="auto"/>
              <w:bottom w:val="nil"/>
              <w:right w:val="single" w:sz="4" w:space="0" w:color="auto"/>
            </w:tcBorders>
          </w:tcPr>
          <w:p w14:paraId="62D878C3" w14:textId="77777777" w:rsidR="006217F2" w:rsidRDefault="006217F2" w:rsidP="00D11481"/>
        </w:tc>
        <w:tc>
          <w:tcPr>
            <w:tcW w:w="1250" w:type="pct"/>
            <w:tcBorders>
              <w:top w:val="single" w:sz="4" w:space="0" w:color="auto"/>
              <w:left w:val="single" w:sz="4" w:space="0" w:color="auto"/>
              <w:bottom w:val="nil"/>
            </w:tcBorders>
          </w:tcPr>
          <w:p w14:paraId="259DBE50" w14:textId="77777777" w:rsidR="006217F2" w:rsidRPr="00CA03F1" w:rsidRDefault="006217F2" w:rsidP="00DF54BA"/>
        </w:tc>
        <w:tc>
          <w:tcPr>
            <w:tcW w:w="1250" w:type="pct"/>
            <w:tcBorders>
              <w:top w:val="single" w:sz="4" w:space="0" w:color="auto"/>
              <w:bottom w:val="nil"/>
            </w:tcBorders>
          </w:tcPr>
          <w:p w14:paraId="2F9AC500" w14:textId="77777777" w:rsidR="006217F2" w:rsidRDefault="006217F2" w:rsidP="00DF54BA"/>
        </w:tc>
      </w:tr>
    </w:tbl>
    <w:bookmarkEnd w:id="0"/>
    <w:p w14:paraId="751D961F" w14:textId="77777777" w:rsidR="004E5837" w:rsidRPr="004E5837" w:rsidRDefault="00256EC3" w:rsidP="0053254F">
      <w:pPr>
        <w:jc w:val="center"/>
        <w:rPr>
          <w:b/>
          <w:sz w:val="48"/>
          <w:szCs w:val="48"/>
        </w:rPr>
      </w:pPr>
      <w:r>
        <w:rPr>
          <w:b/>
          <w:sz w:val="48"/>
          <w:szCs w:val="48"/>
        </w:rPr>
        <w:t xml:space="preserve">Etch </w:t>
      </w:r>
      <w:r w:rsidR="0053254F">
        <w:rPr>
          <w:b/>
          <w:sz w:val="48"/>
          <w:szCs w:val="48"/>
        </w:rPr>
        <w:t xml:space="preserve">Terminology </w:t>
      </w:r>
      <w:r w:rsidR="004E5837">
        <w:rPr>
          <w:b/>
          <w:sz w:val="48"/>
          <w:szCs w:val="48"/>
        </w:rPr>
        <w:t>Activity</w:t>
      </w:r>
    </w:p>
    <w:p w14:paraId="0B15136F" w14:textId="77777777" w:rsidR="00576FCB" w:rsidRPr="001A7425" w:rsidRDefault="00576FCB" w:rsidP="00576FCB">
      <w:pPr>
        <w:jc w:val="center"/>
        <w:rPr>
          <w:b/>
          <w:i/>
          <w:sz w:val="48"/>
          <w:szCs w:val="48"/>
        </w:rPr>
      </w:pPr>
    </w:p>
    <w:p w14:paraId="429739A7" w14:textId="77777777" w:rsidR="0053254F" w:rsidRDefault="0053254F" w:rsidP="00576FCB">
      <w:pPr>
        <w:jc w:val="center"/>
        <w:rPr>
          <w:b/>
          <w:sz w:val="36"/>
          <w:szCs w:val="36"/>
        </w:rPr>
      </w:pPr>
      <w:r>
        <w:rPr>
          <w:b/>
          <w:sz w:val="36"/>
          <w:szCs w:val="36"/>
        </w:rPr>
        <w:t>Etch Overview for Microsystems Learning Module</w:t>
      </w:r>
    </w:p>
    <w:p w14:paraId="3E8B9B94" w14:textId="77777777" w:rsidR="00576FCB" w:rsidRPr="001A7425" w:rsidRDefault="00A43603" w:rsidP="00576FCB">
      <w:pPr>
        <w:jc w:val="center"/>
        <w:rPr>
          <w:b/>
          <w:sz w:val="36"/>
          <w:szCs w:val="36"/>
        </w:rPr>
      </w:pPr>
      <w:r>
        <w:rPr>
          <w:b/>
          <w:sz w:val="36"/>
          <w:szCs w:val="36"/>
        </w:rPr>
        <w:t xml:space="preserve">Participant </w:t>
      </w:r>
      <w:r w:rsidR="00576FCB" w:rsidRPr="001A7425">
        <w:rPr>
          <w:b/>
          <w:sz w:val="36"/>
          <w:szCs w:val="36"/>
        </w:rPr>
        <w:t>Guide</w:t>
      </w:r>
    </w:p>
    <w:p w14:paraId="0CDC436D" w14:textId="77777777" w:rsidR="00EC58CF" w:rsidRPr="004E5837" w:rsidRDefault="00EC58CF" w:rsidP="00EC58CF">
      <w:pPr>
        <w:jc w:val="center"/>
        <w:rPr>
          <w:b/>
          <w:color w:val="C00000"/>
          <w:sz w:val="44"/>
          <w:szCs w:val="48"/>
        </w:rPr>
        <w:sectPr w:rsidR="00EC58CF" w:rsidRPr="004E5837" w:rsidSect="00627080">
          <w:headerReference w:type="even" r:id="rId8"/>
          <w:footerReference w:type="even" r:id="rId9"/>
          <w:footerReference w:type="default" r:id="rId10"/>
          <w:headerReference w:type="first" r:id="rId11"/>
          <w:footerReference w:type="first" r:id="rId12"/>
          <w:pgSz w:w="12240" w:h="15840"/>
          <w:pgMar w:top="1080" w:right="720" w:bottom="1440" w:left="720" w:header="720" w:footer="720"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7900178F" w14:textId="77777777" w:rsidTr="001F5DA6">
        <w:trPr>
          <w:cantSplit/>
          <w:trHeight w:val="143"/>
          <w:tblHeader/>
        </w:trPr>
        <w:tc>
          <w:tcPr>
            <w:tcW w:w="9450" w:type="dxa"/>
          </w:tcPr>
          <w:p w14:paraId="79136B16" w14:textId="77777777" w:rsidR="00CA0F64" w:rsidRPr="009D3D76" w:rsidRDefault="00CA0F64" w:rsidP="00CA6ED1">
            <w:pPr>
              <w:keepNext/>
              <w:keepLines/>
              <w:rPr>
                <w:color w:val="000000"/>
              </w:rPr>
            </w:pPr>
            <w:bookmarkStart w:id="1" w:name="columnheaders"/>
          </w:p>
        </w:tc>
      </w:tr>
      <w:tr w:rsidR="00CA0F64" w:rsidRPr="00101042" w14:paraId="55525836" w14:textId="77777777" w:rsidTr="001F5DA6">
        <w:trPr>
          <w:cantSplit/>
          <w:trHeight w:val="576"/>
        </w:trPr>
        <w:tc>
          <w:tcPr>
            <w:tcW w:w="9450" w:type="dxa"/>
            <w:vAlign w:val="bottom"/>
          </w:tcPr>
          <w:p w14:paraId="1394D0CC" w14:textId="77777777" w:rsidR="00CA0F64" w:rsidRDefault="00CA0F64" w:rsidP="00CA6ED1">
            <w:pPr>
              <w:pStyle w:val="lvl1Text"/>
              <w:rPr>
                <w:sz w:val="24"/>
                <w:szCs w:val="24"/>
              </w:rPr>
            </w:pPr>
            <w:bookmarkStart w:id="2" w:name="App_bioMEM_AC50_dldl108"/>
            <w:bookmarkEnd w:id="1"/>
          </w:p>
          <w:p w14:paraId="4F1AE1B9"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5BFEE0B4" w14:textId="77777777" w:rsidTr="001F5DA6">
        <w:tc>
          <w:tcPr>
            <w:tcW w:w="9450" w:type="dxa"/>
          </w:tcPr>
          <w:p w14:paraId="530EFFEF" w14:textId="77777777" w:rsidR="00CA0F64" w:rsidRPr="004C5E5B" w:rsidRDefault="00CA0F64" w:rsidP="00101042">
            <w:pPr>
              <w:keepNext/>
              <w:keepLines/>
            </w:pPr>
          </w:p>
          <w:p w14:paraId="017D5862" w14:textId="77777777" w:rsidR="00627080" w:rsidRDefault="00CA0F64" w:rsidP="00686AC5">
            <w:pPr>
              <w:keepNext/>
              <w:keepLines/>
            </w:pPr>
            <w:r w:rsidRPr="004C5E5B">
              <w:t xml:space="preserve">In this activity you will </w:t>
            </w:r>
            <w:r w:rsidR="004C5E5B">
              <w:t xml:space="preserve">demonstrate your knowledge of </w:t>
            </w:r>
            <w:r w:rsidR="00256EC3">
              <w:t>etch for microsystems</w:t>
            </w:r>
            <w:r w:rsidR="004C5E5B">
              <w:t xml:space="preserve"> terminology</w:t>
            </w:r>
            <w:r w:rsidR="00686AC5">
              <w:t>.</w:t>
            </w:r>
            <w:r w:rsidR="00627080">
              <w:t xml:space="preserve"> </w:t>
            </w:r>
          </w:p>
          <w:p w14:paraId="40B451F0" w14:textId="77777777" w:rsidR="00686AC5" w:rsidRPr="004E3279" w:rsidRDefault="00686AC5" w:rsidP="00686AC5">
            <w:pPr>
              <w:keepNext/>
              <w:keepLines/>
            </w:pPr>
            <w:r w:rsidRPr="004E3279">
              <w:t>Th</w:t>
            </w:r>
            <w:r>
              <w:t>is activity consists of two parts:</w:t>
            </w:r>
          </w:p>
          <w:p w14:paraId="60B82FB7" w14:textId="77777777" w:rsidR="00686AC5" w:rsidRPr="004E3279" w:rsidRDefault="00686AC5" w:rsidP="00686AC5">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Pr>
                <w:szCs w:val="24"/>
              </w:rPr>
              <w:t>s</w:t>
            </w:r>
            <w:r w:rsidRPr="004E3279">
              <w:rPr>
                <w:szCs w:val="24"/>
              </w:rPr>
              <w:t xml:space="preserve"> your knowledge of the terminology and acronyms associated with </w:t>
            </w:r>
            <w:r w:rsidR="00040DD6">
              <w:rPr>
                <w:szCs w:val="24"/>
              </w:rPr>
              <w:t>etch</w:t>
            </w:r>
            <w:r>
              <w:rPr>
                <w:szCs w:val="24"/>
              </w:rPr>
              <w:t xml:space="preserve"> </w:t>
            </w:r>
            <w:r w:rsidR="00256EC3">
              <w:rPr>
                <w:szCs w:val="24"/>
              </w:rPr>
              <w:t>processing</w:t>
            </w:r>
            <w:r w:rsidRPr="004E3279">
              <w:rPr>
                <w:szCs w:val="24"/>
              </w:rPr>
              <w:t>, and</w:t>
            </w:r>
          </w:p>
          <w:p w14:paraId="150B6862" w14:textId="77777777" w:rsidR="00686AC5" w:rsidRPr="004E3279" w:rsidRDefault="00686AC5" w:rsidP="00686AC5">
            <w:pPr>
              <w:pStyle w:val="BulletList"/>
              <w:rPr>
                <w:szCs w:val="24"/>
              </w:rPr>
            </w:pPr>
            <w:r w:rsidRPr="004E3279">
              <w:rPr>
                <w:b/>
                <w:szCs w:val="24"/>
              </w:rPr>
              <w:t>Post-activity questions</w:t>
            </w:r>
            <w:r w:rsidRPr="004E3279">
              <w:rPr>
                <w:szCs w:val="24"/>
              </w:rPr>
              <w:t xml:space="preserve"> that ask you to </w:t>
            </w:r>
            <w:r>
              <w:rPr>
                <w:szCs w:val="24"/>
              </w:rPr>
              <w:t xml:space="preserve">demonstrate a better understanding of </w:t>
            </w:r>
            <w:r w:rsidR="00040DD6">
              <w:rPr>
                <w:szCs w:val="24"/>
              </w:rPr>
              <w:t>etch</w:t>
            </w:r>
            <w:r>
              <w:rPr>
                <w:szCs w:val="24"/>
              </w:rPr>
              <w:t xml:space="preserve"> and its application to MEMS fabrication.</w:t>
            </w:r>
          </w:p>
          <w:p w14:paraId="71B03677" w14:textId="77777777" w:rsidR="00686AC5" w:rsidRPr="004C5E5B" w:rsidRDefault="00686AC5" w:rsidP="00101042">
            <w:pPr>
              <w:keepNext/>
              <w:keepLines/>
            </w:pPr>
          </w:p>
          <w:p w14:paraId="10265C48" w14:textId="77777777" w:rsidR="00CA0F64" w:rsidRPr="00627080" w:rsidRDefault="00CA0F64" w:rsidP="00101042">
            <w:pPr>
              <w:keepNext/>
              <w:keepLines/>
              <w:rPr>
                <w:b/>
              </w:rPr>
            </w:pPr>
            <w:r w:rsidRPr="00627080">
              <w:rPr>
                <w:b/>
              </w:rPr>
              <w:t xml:space="preserve">If you have not reviewed the unit </w:t>
            </w:r>
            <w:r w:rsidR="00040DD6" w:rsidRPr="00627080">
              <w:rPr>
                <w:b/>
                <w:i/>
              </w:rPr>
              <w:t>Etch</w:t>
            </w:r>
            <w:r w:rsidR="004C5E5B" w:rsidRPr="00627080">
              <w:rPr>
                <w:b/>
                <w:i/>
              </w:rPr>
              <w:t xml:space="preserve"> Overview for</w:t>
            </w:r>
            <w:r w:rsidRPr="00627080">
              <w:rPr>
                <w:b/>
                <w:i/>
              </w:rPr>
              <w:t xml:space="preserve"> M</w:t>
            </w:r>
            <w:r w:rsidR="00040DD6" w:rsidRPr="00627080">
              <w:rPr>
                <w:b/>
                <w:i/>
              </w:rPr>
              <w:t>icrosystems</w:t>
            </w:r>
            <w:r w:rsidRPr="00627080">
              <w:rPr>
                <w:b/>
              </w:rPr>
              <w:t xml:space="preserve">, you should do so before completing this activity.  </w:t>
            </w:r>
          </w:p>
          <w:p w14:paraId="2AAF031C" w14:textId="77777777" w:rsidR="00CA0F64" w:rsidRPr="004C5E5B" w:rsidRDefault="00CA0F64" w:rsidP="00101042">
            <w:pPr>
              <w:keepNext/>
              <w:keepLines/>
            </w:pPr>
          </w:p>
          <w:p w14:paraId="1717118E" w14:textId="77777777" w:rsidR="00CA0F64" w:rsidRPr="004C5E5B" w:rsidRDefault="00CA0F64" w:rsidP="00101042">
            <w:pPr>
              <w:keepNext/>
              <w:keepLines/>
              <w:rPr>
                <w:u w:val="single"/>
              </w:rPr>
            </w:pPr>
            <w:r w:rsidRPr="004C5E5B">
              <w:rPr>
                <w:u w:val="single"/>
              </w:rPr>
              <w:t>Estimated Time to Complete</w:t>
            </w:r>
          </w:p>
          <w:p w14:paraId="6B0939E4" w14:textId="77777777" w:rsidR="00CA0F64" w:rsidRPr="004C5E5B" w:rsidRDefault="00CA0F64" w:rsidP="004C5E5B">
            <w:pPr>
              <w:keepNext/>
              <w:keepLines/>
            </w:pPr>
            <w:r w:rsidRPr="004C5E5B">
              <w:t xml:space="preserve">Allow at least </w:t>
            </w:r>
            <w:r w:rsidR="004C5E5B">
              <w:t>30 minutes</w:t>
            </w:r>
            <w:r w:rsidRPr="004C5E5B">
              <w:t xml:space="preserve"> to complete this activity.</w:t>
            </w:r>
          </w:p>
        </w:tc>
      </w:tr>
    </w:tbl>
    <w:p w14:paraId="5BFF436A" w14:textId="77777777" w:rsidR="00DD6253" w:rsidRDefault="00DD6253">
      <w:bookmarkStart w:id="3" w:name="App_bioMEM_AC50_dldl76"/>
      <w:bookmarkEnd w:id="2"/>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6574AD94" w14:textId="77777777" w:rsidTr="001F5DA6">
        <w:trPr>
          <w:cantSplit/>
          <w:trHeight w:val="576"/>
        </w:trPr>
        <w:tc>
          <w:tcPr>
            <w:tcW w:w="9540" w:type="dxa"/>
            <w:vAlign w:val="bottom"/>
          </w:tcPr>
          <w:bookmarkEnd w:id="3"/>
          <w:p w14:paraId="6ACA142B" w14:textId="77777777" w:rsidR="00CA0F64" w:rsidRPr="009D3D76" w:rsidRDefault="00CA0F64" w:rsidP="00CA6ED1">
            <w:pPr>
              <w:pStyle w:val="lvl1Text"/>
              <w:rPr>
                <w:sz w:val="24"/>
                <w:szCs w:val="24"/>
              </w:rPr>
            </w:pPr>
            <w:r w:rsidRPr="009D3D76">
              <w:rPr>
                <w:sz w:val="24"/>
                <w:szCs w:val="24"/>
              </w:rPr>
              <w:lastRenderedPageBreak/>
              <w:t>Introduction</w:t>
            </w:r>
          </w:p>
        </w:tc>
      </w:tr>
      <w:tr w:rsidR="004C5E5B" w:rsidRPr="009D3D76" w14:paraId="0E95BEDD" w14:textId="77777777" w:rsidTr="001F5DA6">
        <w:tc>
          <w:tcPr>
            <w:tcW w:w="9540" w:type="dxa"/>
          </w:tcPr>
          <w:p w14:paraId="4833FFA0" w14:textId="77777777" w:rsidR="004C5E5B" w:rsidRPr="008D0532" w:rsidRDefault="004C5E5B" w:rsidP="0064588E">
            <w:pPr>
              <w:keepNext/>
              <w:keepLines/>
              <w:rPr>
                <w:color w:val="000000"/>
              </w:rPr>
            </w:pPr>
          </w:p>
          <w:p w14:paraId="0DE27671" w14:textId="77777777" w:rsidR="00040DD6" w:rsidRPr="00276F78" w:rsidRDefault="00040DD6" w:rsidP="00040DD6">
            <w:pPr>
              <w:keepNext/>
              <w:keepLines/>
              <w:rPr>
                <w:color w:val="000000"/>
              </w:rPr>
            </w:pPr>
            <w:r w:rsidRPr="00276F78">
              <w:rPr>
                <w:color w:val="000000"/>
              </w:rPr>
              <w:t xml:space="preserve">For microsystems fabrication etch is a process that removes select materials from </w:t>
            </w:r>
          </w:p>
          <w:p w14:paraId="43E6944F" w14:textId="77777777" w:rsidR="00040DD6" w:rsidRPr="00276F78" w:rsidRDefault="00040DD6" w:rsidP="00040DD6">
            <w:pPr>
              <w:keepNext/>
              <w:keepLines/>
              <w:numPr>
                <w:ilvl w:val="0"/>
                <w:numId w:val="24"/>
              </w:numPr>
              <w:rPr>
                <w:color w:val="000000"/>
              </w:rPr>
            </w:pPr>
            <w:r w:rsidRPr="00276F78">
              <w:rPr>
                <w:color w:val="000000"/>
              </w:rPr>
              <w:t xml:space="preserve">the wafer's surface, </w:t>
            </w:r>
          </w:p>
          <w:p w14:paraId="7FD46A92" w14:textId="77777777" w:rsidR="00040DD6" w:rsidRPr="00276F78" w:rsidRDefault="00040DD6" w:rsidP="00040DD6">
            <w:pPr>
              <w:keepNext/>
              <w:keepLines/>
              <w:numPr>
                <w:ilvl w:val="0"/>
                <w:numId w:val="24"/>
              </w:numPr>
              <w:rPr>
                <w:color w:val="000000"/>
              </w:rPr>
            </w:pPr>
            <w:r w:rsidRPr="00276F78">
              <w:rPr>
                <w:color w:val="000000"/>
              </w:rPr>
              <w:t xml:space="preserve">below the wafer's surface, or </w:t>
            </w:r>
          </w:p>
          <w:p w14:paraId="13095502" w14:textId="77777777" w:rsidR="00040DD6" w:rsidRPr="00276F78" w:rsidRDefault="00040DD6" w:rsidP="00040DD6">
            <w:pPr>
              <w:keepNext/>
              <w:keepLines/>
              <w:numPr>
                <w:ilvl w:val="0"/>
                <w:numId w:val="24"/>
              </w:numPr>
              <w:rPr>
                <w:color w:val="000000"/>
              </w:rPr>
            </w:pPr>
            <w:proofErr w:type="gramStart"/>
            <w:r w:rsidRPr="00276F78">
              <w:rPr>
                <w:color w:val="000000"/>
              </w:rPr>
              <w:t>from</w:t>
            </w:r>
            <w:proofErr w:type="gramEnd"/>
            <w:r w:rsidRPr="00276F78">
              <w:rPr>
                <w:color w:val="000000"/>
              </w:rPr>
              <w:t xml:space="preserve"> within the substrate.  </w:t>
            </w:r>
          </w:p>
          <w:p w14:paraId="680EEBD7" w14:textId="77777777" w:rsidR="00040DD6" w:rsidRDefault="00040DD6" w:rsidP="00040DD6">
            <w:pPr>
              <w:keepNext/>
              <w:keepLines/>
              <w:rPr>
                <w:color w:val="000000"/>
              </w:rPr>
            </w:pPr>
          </w:p>
          <w:p w14:paraId="1F7A8733" w14:textId="77777777" w:rsidR="00040DD6" w:rsidRDefault="00040DD6" w:rsidP="00040DD6">
            <w:pPr>
              <w:keepNext/>
              <w:keepLines/>
              <w:rPr>
                <w:color w:val="000000"/>
              </w:rPr>
            </w:pPr>
            <w:r w:rsidRPr="00276F78">
              <w:rPr>
                <w:color w:val="000000"/>
              </w:rPr>
              <w:t xml:space="preserve">The etch process normally follows photolithography or deposition during which a protective mask or layer is applied to the wafer's surface.  The protective mask is to identify the material to be etched and to protect material that is to remain.  The graphic (Pattern Transfer) illustrates a patterned mask incorporated into a photosensitive layer (or protective mask) on the wafer's surface (Photolithography Process).  During the Etch Process (right), that pattern is transferred into the surface layer, exposing areas of the underlying layer.    </w:t>
            </w:r>
          </w:p>
          <w:p w14:paraId="3AA17F2D" w14:textId="77777777" w:rsidR="004C5E5B" w:rsidRDefault="004C5E5B" w:rsidP="0064588E">
            <w:pPr>
              <w:keepNext/>
              <w:keepLines/>
              <w:rPr>
                <w:color w:val="000000"/>
              </w:rPr>
            </w:pPr>
          </w:p>
          <w:p w14:paraId="6098BE68" w14:textId="77777777" w:rsidR="00040DD6" w:rsidRDefault="00040DD6" w:rsidP="00040DD6">
            <w:pPr>
              <w:keepNext/>
              <w:keepLines/>
              <w:jc w:val="center"/>
              <w:rPr>
                <w:color w:val="000000"/>
              </w:rPr>
            </w:pPr>
            <w:r>
              <w:rPr>
                <w:noProof/>
                <w:color w:val="000000"/>
              </w:rPr>
              <w:drawing>
                <wp:inline distT="0" distB="0" distL="0" distR="0" wp14:anchorId="4333CB3D" wp14:editId="3508C82A">
                  <wp:extent cx="5275698" cy="2577782"/>
                  <wp:effectExtent l="19050" t="0" r="1152" b="0"/>
                  <wp:docPr id="6" name="Picture 5" descr="CircuitEtch1_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Etch1_16.jpg"/>
                          <pic:cNvPicPr/>
                        </pic:nvPicPr>
                        <pic:blipFill>
                          <a:blip r:embed="rId13" cstate="print"/>
                          <a:stretch>
                            <a:fillRect/>
                          </a:stretch>
                        </pic:blipFill>
                        <pic:spPr>
                          <a:xfrm>
                            <a:off x="0" y="0"/>
                            <a:ext cx="5280341" cy="2580051"/>
                          </a:xfrm>
                          <a:prstGeom prst="rect">
                            <a:avLst/>
                          </a:prstGeom>
                        </pic:spPr>
                      </pic:pic>
                    </a:graphicData>
                  </a:graphic>
                </wp:inline>
              </w:drawing>
            </w:r>
          </w:p>
          <w:p w14:paraId="5ECD8C8C" w14:textId="77777777" w:rsidR="00040DD6" w:rsidRPr="00040DD6" w:rsidRDefault="00040DD6" w:rsidP="00040DD6">
            <w:pPr>
              <w:keepNext/>
              <w:keepLines/>
              <w:jc w:val="center"/>
              <w:rPr>
                <w:i/>
                <w:color w:val="000000"/>
              </w:rPr>
            </w:pPr>
            <w:r>
              <w:rPr>
                <w:i/>
                <w:color w:val="000000"/>
              </w:rPr>
              <w:t>Pattern Transfer</w:t>
            </w:r>
          </w:p>
        </w:tc>
      </w:tr>
      <w:tr w:rsidR="00CA0F64" w:rsidRPr="009D3D76" w14:paraId="0B599DC1" w14:textId="77777777" w:rsidTr="001F5DA6">
        <w:trPr>
          <w:cantSplit/>
          <w:trHeight w:val="576"/>
        </w:trPr>
        <w:tc>
          <w:tcPr>
            <w:tcW w:w="9540" w:type="dxa"/>
            <w:vAlign w:val="bottom"/>
          </w:tcPr>
          <w:p w14:paraId="21C7DC42" w14:textId="77777777" w:rsidR="00CA0F64" w:rsidRPr="009D3D76" w:rsidRDefault="00CA0F64" w:rsidP="004C5E5B">
            <w:pPr>
              <w:pStyle w:val="lvl1Text"/>
              <w:rPr>
                <w:sz w:val="24"/>
                <w:szCs w:val="24"/>
              </w:rPr>
            </w:pPr>
            <w:bookmarkStart w:id="4" w:name="App_bioMEM_AC50_dldl77"/>
            <w:r w:rsidRPr="009D3D76">
              <w:rPr>
                <w:sz w:val="24"/>
                <w:szCs w:val="24"/>
              </w:rPr>
              <w:t>Activity Objective</w:t>
            </w:r>
          </w:p>
        </w:tc>
      </w:tr>
      <w:tr w:rsidR="00CA0F64" w:rsidRPr="009D3D76" w14:paraId="7F1694C9" w14:textId="77777777" w:rsidTr="001F5DA6">
        <w:tc>
          <w:tcPr>
            <w:tcW w:w="9540" w:type="dxa"/>
          </w:tcPr>
          <w:p w14:paraId="0805BD6C" w14:textId="77777777" w:rsidR="00CA0F64" w:rsidRPr="004C5E5B" w:rsidRDefault="00CA0F64" w:rsidP="00101042">
            <w:pPr>
              <w:keepNext/>
              <w:keepLines/>
              <w:rPr>
                <w:u w:val="single"/>
              </w:rPr>
            </w:pPr>
          </w:p>
          <w:p w14:paraId="5F409693" w14:textId="77777777" w:rsidR="00CA0F64" w:rsidRPr="004C5E5B" w:rsidRDefault="00CA0F64" w:rsidP="00101042">
            <w:pPr>
              <w:keepNext/>
              <w:keepLines/>
              <w:rPr>
                <w:u w:val="single"/>
              </w:rPr>
            </w:pPr>
            <w:r w:rsidRPr="004C5E5B">
              <w:rPr>
                <w:u w:val="single"/>
              </w:rPr>
              <w:t>Activity Objectives</w:t>
            </w:r>
          </w:p>
          <w:p w14:paraId="4BDD6409" w14:textId="77777777" w:rsidR="00CA0F64" w:rsidRDefault="004C5E5B" w:rsidP="004C5E5B">
            <w:pPr>
              <w:pStyle w:val="BulletList"/>
              <w:numPr>
                <w:ilvl w:val="0"/>
                <w:numId w:val="18"/>
              </w:numPr>
              <w:tabs>
                <w:tab w:val="clear" w:pos="720"/>
                <w:tab w:val="left" w:pos="335"/>
              </w:tabs>
            </w:pPr>
            <w:r>
              <w:t xml:space="preserve">Identify the correct terms used for several definitions or statements related to </w:t>
            </w:r>
            <w:r w:rsidR="00695696">
              <w:t>etch</w:t>
            </w:r>
            <w:r>
              <w:t>.</w:t>
            </w:r>
          </w:p>
          <w:p w14:paraId="075396EC" w14:textId="77777777" w:rsidR="00437E12" w:rsidRDefault="00437E12" w:rsidP="004C5E5B">
            <w:pPr>
              <w:pStyle w:val="BulletList"/>
              <w:numPr>
                <w:ilvl w:val="0"/>
                <w:numId w:val="18"/>
              </w:numPr>
              <w:tabs>
                <w:tab w:val="clear" w:pos="720"/>
                <w:tab w:val="left" w:pos="335"/>
              </w:tabs>
            </w:pPr>
            <w:r>
              <w:t xml:space="preserve">Describe the </w:t>
            </w:r>
            <w:r w:rsidR="00695696">
              <w:t>etch</w:t>
            </w:r>
            <w:r>
              <w:t xml:space="preserve"> process as it applies to microsystems fabrication.</w:t>
            </w:r>
          </w:p>
          <w:p w14:paraId="2CD1938F" w14:textId="77777777" w:rsidR="004C5E5B" w:rsidRPr="004C5E5B" w:rsidRDefault="004C5E5B" w:rsidP="004C5E5B">
            <w:pPr>
              <w:pStyle w:val="BulletList"/>
              <w:numPr>
                <w:ilvl w:val="0"/>
                <w:numId w:val="0"/>
              </w:numPr>
              <w:ind w:left="360"/>
            </w:pPr>
          </w:p>
        </w:tc>
      </w:tr>
      <w:tr w:rsidR="00CA0F64" w:rsidRPr="00CA0F64" w14:paraId="22AEC477" w14:textId="77777777" w:rsidTr="001F5DA6">
        <w:trPr>
          <w:cantSplit/>
          <w:trHeight w:val="576"/>
        </w:trPr>
        <w:tc>
          <w:tcPr>
            <w:tcW w:w="9540" w:type="dxa"/>
            <w:vAlign w:val="bottom"/>
          </w:tcPr>
          <w:p w14:paraId="2056D9EF" w14:textId="77777777" w:rsidR="00CA0F64" w:rsidRPr="00686AC5" w:rsidRDefault="00CA0F64" w:rsidP="00CA6ED1">
            <w:pPr>
              <w:pStyle w:val="lvl1Text"/>
              <w:rPr>
                <w:sz w:val="24"/>
                <w:szCs w:val="24"/>
              </w:rPr>
            </w:pPr>
            <w:r w:rsidRPr="00686AC5">
              <w:rPr>
                <w:sz w:val="24"/>
                <w:szCs w:val="24"/>
              </w:rPr>
              <w:t>Resources</w:t>
            </w:r>
          </w:p>
          <w:p w14:paraId="3EF3637E" w14:textId="77777777" w:rsidR="00CA0F64" w:rsidRPr="00686AC5" w:rsidRDefault="00686AC5" w:rsidP="00686AC5">
            <w:pPr>
              <w:keepNext/>
              <w:keepLines/>
            </w:pPr>
            <w:r>
              <w:t xml:space="preserve">SCME’s </w:t>
            </w:r>
            <w:r w:rsidR="00695696" w:rsidRPr="00627080">
              <w:rPr>
                <w:i/>
              </w:rPr>
              <w:t>Etch Overview for Microsystems</w:t>
            </w:r>
            <w:r w:rsidRPr="00627080">
              <w:rPr>
                <w:i/>
              </w:rPr>
              <w:t xml:space="preserve"> PK</w:t>
            </w:r>
          </w:p>
          <w:p w14:paraId="1A3C9F0F" w14:textId="77777777" w:rsidR="00CA0F64" w:rsidRPr="00686AC5" w:rsidRDefault="00CA0F64" w:rsidP="00CA6ED1">
            <w:pPr>
              <w:pStyle w:val="lvl1Text"/>
              <w:rPr>
                <w:sz w:val="24"/>
                <w:szCs w:val="24"/>
              </w:rPr>
            </w:pPr>
          </w:p>
        </w:tc>
      </w:tr>
      <w:tr w:rsidR="00686AC5" w:rsidRPr="009D3D76" w14:paraId="784EE101" w14:textId="77777777" w:rsidTr="001F5DA6">
        <w:trPr>
          <w:cantSplit/>
          <w:trHeight w:val="576"/>
        </w:trPr>
        <w:tc>
          <w:tcPr>
            <w:tcW w:w="9540" w:type="dxa"/>
            <w:vAlign w:val="bottom"/>
          </w:tcPr>
          <w:p w14:paraId="25B3BDAF" w14:textId="77777777" w:rsidR="00686AC5" w:rsidRDefault="00686AC5" w:rsidP="0064588E">
            <w:pPr>
              <w:pStyle w:val="lvl1Text"/>
              <w:rPr>
                <w:sz w:val="24"/>
                <w:szCs w:val="24"/>
              </w:rPr>
            </w:pPr>
            <w:bookmarkStart w:id="5" w:name="App_bioMEM_AC50_dldl164"/>
            <w:bookmarkEnd w:id="4"/>
          </w:p>
          <w:p w14:paraId="7B809BBE" w14:textId="77777777" w:rsidR="00686AC5" w:rsidRPr="00372161" w:rsidRDefault="00686AC5" w:rsidP="0064588E">
            <w:pPr>
              <w:pStyle w:val="lvl1Text"/>
              <w:rPr>
                <w:sz w:val="24"/>
                <w:szCs w:val="24"/>
              </w:rPr>
            </w:pPr>
            <w:r w:rsidRPr="00372161">
              <w:rPr>
                <w:sz w:val="24"/>
                <w:szCs w:val="24"/>
              </w:rPr>
              <w:t>Documentation</w:t>
            </w:r>
          </w:p>
          <w:p w14:paraId="0FE3B892" w14:textId="77777777" w:rsidR="00686AC5" w:rsidRDefault="00686AC5" w:rsidP="00686AC5">
            <w:pPr>
              <w:keepNext/>
              <w:keepLines/>
              <w:numPr>
                <w:ilvl w:val="0"/>
                <w:numId w:val="19"/>
              </w:numPr>
            </w:pPr>
            <w:r>
              <w:t xml:space="preserve">Completed Crossword Puzzle </w:t>
            </w:r>
          </w:p>
          <w:p w14:paraId="2E2C65EC" w14:textId="77777777" w:rsidR="00686AC5" w:rsidRPr="00372161" w:rsidRDefault="00686AC5" w:rsidP="00686AC5">
            <w:pPr>
              <w:keepNext/>
              <w:keepLines/>
              <w:numPr>
                <w:ilvl w:val="0"/>
                <w:numId w:val="19"/>
              </w:numPr>
            </w:pPr>
            <w:r>
              <w:t>Questions and Answers to the Post-Activity Questions</w:t>
            </w:r>
          </w:p>
        </w:tc>
      </w:tr>
      <w:bookmarkEnd w:id="5"/>
    </w:tbl>
    <w:p w14:paraId="051ACE24" w14:textId="77777777" w:rsidR="00686AC5" w:rsidRDefault="00686AC5">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1D7AD9DD" w14:textId="77777777" w:rsidTr="001F5DA6">
        <w:trPr>
          <w:cantSplit/>
          <w:trHeight w:val="576"/>
        </w:trPr>
        <w:tc>
          <w:tcPr>
            <w:tcW w:w="9540" w:type="dxa"/>
            <w:vAlign w:val="bottom"/>
          </w:tcPr>
          <w:p w14:paraId="7062E868" w14:textId="77777777" w:rsidR="001F5DA6" w:rsidRPr="009D3D76" w:rsidRDefault="00686AC5" w:rsidP="00695696">
            <w:pPr>
              <w:pStyle w:val="lvl1Text"/>
              <w:rPr>
                <w:sz w:val="24"/>
                <w:szCs w:val="24"/>
              </w:rPr>
            </w:pPr>
            <w:r>
              <w:rPr>
                <w:b w:val="0"/>
                <w:sz w:val="24"/>
                <w:szCs w:val="24"/>
              </w:rPr>
              <w:lastRenderedPageBreak/>
              <w:br w:type="page"/>
            </w:r>
            <w:r w:rsidR="001F5DA6">
              <w:rPr>
                <w:sz w:val="24"/>
                <w:szCs w:val="24"/>
              </w:rPr>
              <w:t xml:space="preserve">Activity: </w:t>
            </w:r>
            <w:r w:rsidR="00695696">
              <w:rPr>
                <w:sz w:val="24"/>
                <w:szCs w:val="24"/>
              </w:rPr>
              <w:t xml:space="preserve">Etch </w:t>
            </w:r>
            <w:r>
              <w:rPr>
                <w:sz w:val="24"/>
                <w:szCs w:val="24"/>
              </w:rPr>
              <w:t>Terminology</w:t>
            </w:r>
          </w:p>
        </w:tc>
      </w:tr>
      <w:tr w:rsidR="001F5DA6" w:rsidRPr="009D3D76" w14:paraId="6927004E" w14:textId="77777777" w:rsidTr="001F5DA6">
        <w:tc>
          <w:tcPr>
            <w:tcW w:w="9540" w:type="dxa"/>
          </w:tcPr>
          <w:p w14:paraId="0D04C556" w14:textId="77777777" w:rsidR="001F5DA6" w:rsidRPr="00686AC5" w:rsidRDefault="001F5DA6" w:rsidP="00101042">
            <w:pPr>
              <w:keepNext/>
              <w:keepLines/>
            </w:pPr>
          </w:p>
          <w:p w14:paraId="0B1323C0" w14:textId="77777777" w:rsidR="001F5DA6" w:rsidRPr="00686AC5" w:rsidRDefault="001F5DA6" w:rsidP="00101042">
            <w:pPr>
              <w:keepNext/>
              <w:keepLines/>
            </w:pPr>
            <w:r w:rsidRPr="00686AC5">
              <w:rPr>
                <w:u w:val="single"/>
              </w:rPr>
              <w:t>Procedure</w:t>
            </w:r>
            <w:r w:rsidRPr="00686AC5">
              <w:t>:</w:t>
            </w:r>
          </w:p>
          <w:p w14:paraId="784F365E" w14:textId="77777777" w:rsidR="001F5DA6" w:rsidRPr="00686AC5" w:rsidRDefault="00686AC5" w:rsidP="001F5DA6">
            <w:pPr>
              <w:pStyle w:val="lvl1Text"/>
              <w:rPr>
                <w:sz w:val="24"/>
                <w:szCs w:val="24"/>
              </w:rPr>
            </w:pPr>
            <w:r>
              <w:rPr>
                <w:b w:val="0"/>
                <w:sz w:val="24"/>
                <w:szCs w:val="24"/>
              </w:rPr>
              <w:t>Complete the crossword puzzle using the clues on the following page.</w:t>
            </w:r>
          </w:p>
          <w:p w14:paraId="11E5A824" w14:textId="77777777" w:rsidR="001F5DA6" w:rsidRDefault="001F5DA6" w:rsidP="00101042">
            <w:pPr>
              <w:keepNext/>
              <w:keepLines/>
            </w:pPr>
          </w:p>
          <w:p w14:paraId="32702773" w14:textId="77777777" w:rsidR="00686AC5" w:rsidRPr="00686AC5" w:rsidRDefault="00695696" w:rsidP="00101042">
            <w:pPr>
              <w:keepNext/>
              <w:keepLines/>
            </w:pPr>
            <w:r>
              <w:rPr>
                <w:noProof/>
              </w:rPr>
              <w:drawing>
                <wp:inline distT="0" distB="0" distL="0" distR="0" wp14:anchorId="2CF3C767" wp14:editId="1F359396">
                  <wp:extent cx="5934075" cy="6047258"/>
                  <wp:effectExtent l="19050" t="0" r="9525" b="0"/>
                  <wp:docPr id="7" name="Picture 6" descr="etchovervie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choverview.wmf"/>
                          <pic:cNvPicPr/>
                        </pic:nvPicPr>
                        <pic:blipFill>
                          <a:blip r:embed="rId14" cstate="print"/>
                          <a:stretch>
                            <a:fillRect/>
                          </a:stretch>
                        </pic:blipFill>
                        <pic:spPr>
                          <a:xfrm>
                            <a:off x="0" y="0"/>
                            <a:ext cx="5939469" cy="6052755"/>
                          </a:xfrm>
                          <a:prstGeom prst="rect">
                            <a:avLst/>
                          </a:prstGeom>
                        </pic:spPr>
                      </pic:pic>
                    </a:graphicData>
                  </a:graphic>
                </wp:inline>
              </w:drawing>
            </w:r>
          </w:p>
          <w:p w14:paraId="13A62D5D" w14:textId="77777777" w:rsidR="006554E7" w:rsidRPr="00686AC5" w:rsidRDefault="006554E7" w:rsidP="00686AC5">
            <w:pPr>
              <w:keepNext/>
              <w:keepLines/>
            </w:pPr>
          </w:p>
        </w:tc>
      </w:tr>
    </w:tbl>
    <w:p w14:paraId="1843A108" w14:textId="77777777" w:rsidR="00412ED5" w:rsidRDefault="00412ED5"/>
    <w:p w14:paraId="75856A92" w14:textId="77777777" w:rsidR="00FC4FA8" w:rsidRDefault="00412ED5">
      <w:pPr>
        <w:widowControl/>
        <w:adjustRightInd/>
        <w:textAlignment w:val="auto"/>
      </w:pPr>
      <w:r>
        <w:br w:type="page"/>
      </w:r>
    </w:p>
    <w:p w14:paraId="1A566BDC" w14:textId="77777777" w:rsidR="004F7F67" w:rsidRDefault="004F7F67" w:rsidP="00412ED5">
      <w:pPr>
        <w:widowControl/>
        <w:adjustRightInd/>
        <w:textAlignment w:val="auto"/>
      </w:pPr>
    </w:p>
    <w:tbl>
      <w:tblPr>
        <w:tblStyle w:val="TableGrid"/>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3978"/>
      </w:tblGrid>
      <w:tr w:rsidR="0025190E" w:rsidRPr="007D27BC" w14:paraId="635476E9" w14:textId="77777777" w:rsidTr="00412ED5">
        <w:tc>
          <w:tcPr>
            <w:tcW w:w="6390" w:type="dxa"/>
          </w:tcPr>
          <w:p w14:paraId="0074A47A" w14:textId="77777777" w:rsidR="0025190E" w:rsidRPr="007D27BC" w:rsidRDefault="0025190E" w:rsidP="003C7BE9">
            <w:pPr>
              <w:widowControl/>
              <w:adjustRightInd/>
              <w:textAlignment w:val="auto"/>
              <w:rPr>
                <w:b/>
                <w:szCs w:val="22"/>
              </w:rPr>
            </w:pPr>
            <w:r w:rsidRPr="007D27BC">
              <w:rPr>
                <w:b/>
                <w:szCs w:val="22"/>
              </w:rPr>
              <w:t>ACROSS</w:t>
            </w:r>
          </w:p>
        </w:tc>
        <w:tc>
          <w:tcPr>
            <w:tcW w:w="3978" w:type="dxa"/>
          </w:tcPr>
          <w:p w14:paraId="15D68FB9" w14:textId="77777777" w:rsidR="0025190E" w:rsidRPr="007D27BC" w:rsidRDefault="0025190E" w:rsidP="003C7BE9">
            <w:pPr>
              <w:widowControl/>
              <w:adjustRightInd/>
              <w:textAlignment w:val="auto"/>
              <w:rPr>
                <w:b/>
                <w:szCs w:val="22"/>
              </w:rPr>
            </w:pPr>
            <w:r w:rsidRPr="007D27BC">
              <w:rPr>
                <w:b/>
                <w:szCs w:val="22"/>
              </w:rPr>
              <w:t>Answers</w:t>
            </w:r>
          </w:p>
        </w:tc>
      </w:tr>
      <w:tr w:rsidR="0025190E" w:rsidRPr="00A04B0F" w14:paraId="6070FF28" w14:textId="77777777" w:rsidTr="00412ED5">
        <w:tc>
          <w:tcPr>
            <w:tcW w:w="6390" w:type="dxa"/>
          </w:tcPr>
          <w:p w14:paraId="3A62B1A8" w14:textId="77777777" w:rsidR="0025190E" w:rsidRPr="00A04B0F" w:rsidRDefault="0025190E" w:rsidP="003C7BE9">
            <w:pPr>
              <w:pStyle w:val="lvl1Text"/>
              <w:tabs>
                <w:tab w:val="left" w:pos="432"/>
              </w:tabs>
              <w:ind w:left="342" w:hanging="342"/>
              <w:rPr>
                <w:b w:val="0"/>
              </w:rPr>
            </w:pPr>
            <w:r w:rsidRPr="00A04B0F">
              <w:rPr>
                <w:b w:val="0"/>
              </w:rPr>
              <w:t>7.    The ratio of the etch rate of material to be etched divided by etch rate of masking material.</w:t>
            </w:r>
          </w:p>
        </w:tc>
        <w:tc>
          <w:tcPr>
            <w:tcW w:w="3978" w:type="dxa"/>
          </w:tcPr>
          <w:p w14:paraId="7746567D" w14:textId="77777777" w:rsidR="0025190E" w:rsidRPr="00A04B0F" w:rsidRDefault="0025190E" w:rsidP="003C7BE9">
            <w:pPr>
              <w:widowControl/>
              <w:adjustRightInd/>
              <w:textAlignment w:val="auto"/>
              <w:rPr>
                <w:sz w:val="22"/>
                <w:szCs w:val="22"/>
              </w:rPr>
            </w:pPr>
          </w:p>
        </w:tc>
      </w:tr>
      <w:tr w:rsidR="0025190E" w:rsidRPr="00A04B0F" w14:paraId="76215C8F" w14:textId="77777777" w:rsidTr="00412ED5">
        <w:tc>
          <w:tcPr>
            <w:tcW w:w="6390" w:type="dxa"/>
          </w:tcPr>
          <w:p w14:paraId="69F98436" w14:textId="77777777" w:rsidR="0025190E" w:rsidRPr="00A04B0F" w:rsidRDefault="0025190E" w:rsidP="003C7BE9">
            <w:pPr>
              <w:pStyle w:val="lvl1Text"/>
              <w:tabs>
                <w:tab w:val="left" w:pos="432"/>
              </w:tabs>
              <w:ind w:left="342" w:hanging="342"/>
              <w:rPr>
                <w:b w:val="0"/>
              </w:rPr>
            </w:pPr>
            <w:r w:rsidRPr="00A04B0F">
              <w:rPr>
                <w:b w:val="0"/>
              </w:rPr>
              <w:t>8.    Second step of the wet etch process.</w:t>
            </w:r>
          </w:p>
        </w:tc>
        <w:tc>
          <w:tcPr>
            <w:tcW w:w="3978" w:type="dxa"/>
          </w:tcPr>
          <w:p w14:paraId="2451EDED" w14:textId="77777777" w:rsidR="0025190E" w:rsidRPr="00A04B0F" w:rsidRDefault="0025190E" w:rsidP="003C7BE9">
            <w:pPr>
              <w:widowControl/>
              <w:adjustRightInd/>
              <w:textAlignment w:val="auto"/>
              <w:rPr>
                <w:sz w:val="22"/>
                <w:szCs w:val="22"/>
              </w:rPr>
            </w:pPr>
          </w:p>
        </w:tc>
      </w:tr>
      <w:tr w:rsidR="0025190E" w:rsidRPr="00A04B0F" w14:paraId="08A786BC" w14:textId="77777777" w:rsidTr="00412ED5">
        <w:tc>
          <w:tcPr>
            <w:tcW w:w="6390" w:type="dxa"/>
          </w:tcPr>
          <w:p w14:paraId="78E8D461" w14:textId="77777777" w:rsidR="0025190E" w:rsidRPr="00A04B0F" w:rsidRDefault="0025190E" w:rsidP="003C7BE9">
            <w:pPr>
              <w:pStyle w:val="lvl1Text"/>
              <w:tabs>
                <w:tab w:val="left" w:pos="432"/>
              </w:tabs>
              <w:ind w:left="342" w:hanging="342"/>
              <w:rPr>
                <w:b w:val="0"/>
              </w:rPr>
            </w:pPr>
            <w:r w:rsidRPr="00A04B0F">
              <w:rPr>
                <w:b w:val="0"/>
              </w:rPr>
              <w:t>9.    Type of films used for conductive layers.</w:t>
            </w:r>
          </w:p>
        </w:tc>
        <w:tc>
          <w:tcPr>
            <w:tcW w:w="3978" w:type="dxa"/>
          </w:tcPr>
          <w:p w14:paraId="172885F3" w14:textId="77777777" w:rsidR="0025190E" w:rsidRPr="00A04B0F" w:rsidRDefault="0025190E" w:rsidP="003C7BE9">
            <w:pPr>
              <w:widowControl/>
              <w:adjustRightInd/>
              <w:textAlignment w:val="auto"/>
              <w:rPr>
                <w:sz w:val="22"/>
                <w:szCs w:val="22"/>
              </w:rPr>
            </w:pPr>
          </w:p>
        </w:tc>
      </w:tr>
      <w:tr w:rsidR="0025190E" w:rsidRPr="00A04B0F" w14:paraId="44706E41" w14:textId="77777777" w:rsidTr="00412ED5">
        <w:tc>
          <w:tcPr>
            <w:tcW w:w="6390" w:type="dxa"/>
          </w:tcPr>
          <w:p w14:paraId="1DE88A67" w14:textId="77777777" w:rsidR="0025190E" w:rsidRPr="00A04B0F" w:rsidRDefault="0025190E" w:rsidP="003C7BE9">
            <w:pPr>
              <w:pStyle w:val="lvl1Text"/>
              <w:tabs>
                <w:tab w:val="left" w:pos="432"/>
              </w:tabs>
              <w:ind w:left="342" w:hanging="342"/>
              <w:rPr>
                <w:b w:val="0"/>
              </w:rPr>
            </w:pPr>
            <w:r w:rsidRPr="00A04B0F">
              <w:rPr>
                <w:b w:val="0"/>
              </w:rPr>
              <w:t>11.  An etch that frees a microsystem component from an underlying layer.</w:t>
            </w:r>
          </w:p>
        </w:tc>
        <w:tc>
          <w:tcPr>
            <w:tcW w:w="3978" w:type="dxa"/>
          </w:tcPr>
          <w:p w14:paraId="7D125C6B" w14:textId="77777777" w:rsidR="0025190E" w:rsidRPr="00A04B0F" w:rsidRDefault="0025190E" w:rsidP="003C7BE9">
            <w:pPr>
              <w:widowControl/>
              <w:adjustRightInd/>
              <w:textAlignment w:val="auto"/>
              <w:rPr>
                <w:sz w:val="22"/>
                <w:szCs w:val="22"/>
              </w:rPr>
            </w:pPr>
          </w:p>
        </w:tc>
      </w:tr>
      <w:tr w:rsidR="0025190E" w:rsidRPr="00A04B0F" w14:paraId="3E5EDA85" w14:textId="77777777" w:rsidTr="00412ED5">
        <w:tc>
          <w:tcPr>
            <w:tcW w:w="6390" w:type="dxa"/>
          </w:tcPr>
          <w:p w14:paraId="28429758" w14:textId="77777777" w:rsidR="0025190E" w:rsidRPr="00A04B0F" w:rsidRDefault="0025190E" w:rsidP="003C7BE9">
            <w:pPr>
              <w:pStyle w:val="lvl1Text"/>
              <w:tabs>
                <w:tab w:val="left" w:pos="432"/>
              </w:tabs>
              <w:ind w:left="342" w:hanging="342"/>
              <w:rPr>
                <w:b w:val="0"/>
              </w:rPr>
            </w:pPr>
            <w:r w:rsidRPr="00A04B0F">
              <w:rPr>
                <w:b w:val="0"/>
              </w:rPr>
              <w:t>14.  An etch process that uses a high energy plasma</w:t>
            </w:r>
          </w:p>
        </w:tc>
        <w:tc>
          <w:tcPr>
            <w:tcW w:w="3978" w:type="dxa"/>
          </w:tcPr>
          <w:p w14:paraId="1DB4DBBE" w14:textId="77777777" w:rsidR="0025190E" w:rsidRPr="00A04B0F" w:rsidRDefault="0025190E" w:rsidP="003C7BE9">
            <w:pPr>
              <w:widowControl/>
              <w:adjustRightInd/>
              <w:textAlignment w:val="auto"/>
              <w:rPr>
                <w:sz w:val="22"/>
                <w:szCs w:val="22"/>
              </w:rPr>
            </w:pPr>
          </w:p>
        </w:tc>
      </w:tr>
      <w:tr w:rsidR="0025190E" w:rsidRPr="00A04B0F" w14:paraId="706C990B" w14:textId="77777777" w:rsidTr="00412ED5">
        <w:tc>
          <w:tcPr>
            <w:tcW w:w="6390" w:type="dxa"/>
          </w:tcPr>
          <w:p w14:paraId="57F1F9A1" w14:textId="77777777" w:rsidR="0025190E" w:rsidRPr="00A04B0F" w:rsidRDefault="0025190E" w:rsidP="003C7BE9">
            <w:pPr>
              <w:pStyle w:val="lvl1Text"/>
              <w:tabs>
                <w:tab w:val="left" w:pos="432"/>
              </w:tabs>
              <w:ind w:left="342" w:hanging="342"/>
              <w:rPr>
                <w:b w:val="0"/>
              </w:rPr>
            </w:pPr>
            <w:r w:rsidRPr="00A04B0F">
              <w:rPr>
                <w:b w:val="0"/>
              </w:rPr>
              <w:t>15.  The layer that is completely removed to allow mechanical devices to move.</w:t>
            </w:r>
          </w:p>
        </w:tc>
        <w:tc>
          <w:tcPr>
            <w:tcW w:w="3978" w:type="dxa"/>
          </w:tcPr>
          <w:p w14:paraId="7902831B" w14:textId="77777777" w:rsidR="0025190E" w:rsidRPr="00A04B0F" w:rsidRDefault="0025190E" w:rsidP="003C7BE9">
            <w:pPr>
              <w:widowControl/>
              <w:adjustRightInd/>
              <w:textAlignment w:val="auto"/>
              <w:rPr>
                <w:sz w:val="22"/>
                <w:szCs w:val="22"/>
              </w:rPr>
            </w:pPr>
          </w:p>
        </w:tc>
      </w:tr>
      <w:tr w:rsidR="0025190E" w:rsidRPr="00A04B0F" w14:paraId="0D09CB59" w14:textId="77777777" w:rsidTr="00412ED5">
        <w:tc>
          <w:tcPr>
            <w:tcW w:w="6390" w:type="dxa"/>
          </w:tcPr>
          <w:p w14:paraId="11382D1D" w14:textId="77777777" w:rsidR="0025190E" w:rsidRPr="00A04B0F" w:rsidRDefault="0025190E" w:rsidP="003C7BE9">
            <w:pPr>
              <w:pStyle w:val="lvl1Text"/>
              <w:tabs>
                <w:tab w:val="left" w:pos="432"/>
              </w:tabs>
              <w:ind w:left="342" w:hanging="342"/>
              <w:rPr>
                <w:b w:val="0"/>
              </w:rPr>
            </w:pPr>
            <w:r w:rsidRPr="00A04B0F">
              <w:rPr>
                <w:b w:val="0"/>
              </w:rPr>
              <w:t xml:space="preserve">18.  The </w:t>
            </w:r>
            <w:r>
              <w:rPr>
                <w:b w:val="0"/>
              </w:rPr>
              <w:t xml:space="preserve">mask  ______ </w:t>
            </w:r>
            <w:r w:rsidRPr="00A04B0F">
              <w:rPr>
                <w:b w:val="0"/>
              </w:rPr>
              <w:t xml:space="preserve">layer determines the endpoint of </w:t>
            </w:r>
            <w:proofErr w:type="gramStart"/>
            <w:r w:rsidRPr="00A04B0F">
              <w:rPr>
                <w:b w:val="0"/>
              </w:rPr>
              <w:t>the etch</w:t>
            </w:r>
            <w:proofErr w:type="gramEnd"/>
            <w:r w:rsidRPr="00A04B0F">
              <w:rPr>
                <w:b w:val="0"/>
              </w:rPr>
              <w:t>.</w:t>
            </w:r>
          </w:p>
        </w:tc>
        <w:tc>
          <w:tcPr>
            <w:tcW w:w="3978" w:type="dxa"/>
          </w:tcPr>
          <w:p w14:paraId="33277D97" w14:textId="77777777" w:rsidR="0025190E" w:rsidRPr="00A04B0F" w:rsidRDefault="0025190E" w:rsidP="003C7BE9">
            <w:pPr>
              <w:widowControl/>
              <w:adjustRightInd/>
              <w:textAlignment w:val="auto"/>
              <w:rPr>
                <w:sz w:val="22"/>
                <w:szCs w:val="22"/>
              </w:rPr>
            </w:pPr>
          </w:p>
        </w:tc>
      </w:tr>
      <w:tr w:rsidR="0025190E" w:rsidRPr="00A04B0F" w14:paraId="2515EC2E" w14:textId="77777777" w:rsidTr="00412ED5">
        <w:tc>
          <w:tcPr>
            <w:tcW w:w="6390" w:type="dxa"/>
          </w:tcPr>
          <w:p w14:paraId="4BCABF5E" w14:textId="77777777" w:rsidR="0025190E" w:rsidRPr="00A04B0F" w:rsidRDefault="0025190E" w:rsidP="003C7BE9">
            <w:pPr>
              <w:pStyle w:val="lvl1Text"/>
              <w:tabs>
                <w:tab w:val="left" w:pos="432"/>
              </w:tabs>
              <w:ind w:left="342" w:hanging="342"/>
              <w:rPr>
                <w:b w:val="0"/>
              </w:rPr>
            </w:pPr>
            <w:r w:rsidRPr="00A04B0F">
              <w:rPr>
                <w:b w:val="0"/>
              </w:rPr>
              <w:t>20.  The microsystems fabrication process that removes material from a wafer chemically and/or physically.</w:t>
            </w:r>
          </w:p>
        </w:tc>
        <w:tc>
          <w:tcPr>
            <w:tcW w:w="3978" w:type="dxa"/>
          </w:tcPr>
          <w:p w14:paraId="3C1C4F2B" w14:textId="77777777" w:rsidR="0025190E" w:rsidRPr="00A04B0F" w:rsidRDefault="0025190E" w:rsidP="003C7BE9">
            <w:pPr>
              <w:widowControl/>
              <w:adjustRightInd/>
              <w:textAlignment w:val="auto"/>
              <w:rPr>
                <w:sz w:val="22"/>
                <w:szCs w:val="22"/>
              </w:rPr>
            </w:pPr>
          </w:p>
        </w:tc>
      </w:tr>
      <w:tr w:rsidR="0025190E" w:rsidRPr="00A04B0F" w14:paraId="5CECF26E" w14:textId="77777777" w:rsidTr="00412ED5">
        <w:tc>
          <w:tcPr>
            <w:tcW w:w="6390" w:type="dxa"/>
          </w:tcPr>
          <w:p w14:paraId="55126618" w14:textId="77777777" w:rsidR="0025190E" w:rsidRPr="00A04B0F" w:rsidRDefault="0025190E" w:rsidP="003C7BE9">
            <w:pPr>
              <w:pStyle w:val="lvl1Text"/>
              <w:tabs>
                <w:tab w:val="left" w:pos="432"/>
              </w:tabs>
              <w:ind w:left="342" w:hanging="342"/>
              <w:rPr>
                <w:b w:val="0"/>
              </w:rPr>
            </w:pPr>
            <w:r w:rsidRPr="00A04B0F">
              <w:rPr>
                <w:b w:val="0"/>
              </w:rPr>
              <w:t>21.  Straight wall geometries result from this type of etch.</w:t>
            </w:r>
          </w:p>
        </w:tc>
        <w:tc>
          <w:tcPr>
            <w:tcW w:w="3978" w:type="dxa"/>
          </w:tcPr>
          <w:p w14:paraId="3DE38833" w14:textId="77777777" w:rsidR="0025190E" w:rsidRPr="00A04B0F" w:rsidRDefault="0025190E" w:rsidP="003C7BE9">
            <w:pPr>
              <w:widowControl/>
              <w:adjustRightInd/>
              <w:textAlignment w:val="auto"/>
              <w:rPr>
                <w:sz w:val="22"/>
                <w:szCs w:val="22"/>
              </w:rPr>
            </w:pPr>
          </w:p>
        </w:tc>
      </w:tr>
      <w:tr w:rsidR="0025190E" w:rsidRPr="00A04B0F" w14:paraId="153F9C16" w14:textId="77777777" w:rsidTr="00412ED5">
        <w:tc>
          <w:tcPr>
            <w:tcW w:w="6390" w:type="dxa"/>
          </w:tcPr>
          <w:p w14:paraId="091D4101" w14:textId="77777777" w:rsidR="0025190E" w:rsidRPr="00A04B0F" w:rsidRDefault="0025190E" w:rsidP="003C7BE9">
            <w:pPr>
              <w:pStyle w:val="lvl1Text"/>
              <w:tabs>
                <w:tab w:val="left" w:pos="432"/>
              </w:tabs>
              <w:ind w:left="342" w:hanging="342"/>
              <w:rPr>
                <w:b w:val="0"/>
              </w:rPr>
            </w:pPr>
            <w:r w:rsidRPr="00A04B0F">
              <w:rPr>
                <w:b w:val="0"/>
              </w:rPr>
              <w:t>22.  A layer that defines the pattern to be etched.</w:t>
            </w:r>
          </w:p>
        </w:tc>
        <w:tc>
          <w:tcPr>
            <w:tcW w:w="3978" w:type="dxa"/>
          </w:tcPr>
          <w:p w14:paraId="42536B13" w14:textId="77777777" w:rsidR="0025190E" w:rsidRPr="00A04B0F" w:rsidRDefault="0025190E" w:rsidP="003C7BE9">
            <w:pPr>
              <w:widowControl/>
              <w:adjustRightInd/>
              <w:textAlignment w:val="auto"/>
              <w:rPr>
                <w:sz w:val="22"/>
                <w:szCs w:val="22"/>
              </w:rPr>
            </w:pPr>
          </w:p>
        </w:tc>
      </w:tr>
      <w:tr w:rsidR="0025190E" w:rsidRPr="00A04B0F" w14:paraId="3904C04B" w14:textId="77777777" w:rsidTr="00412ED5">
        <w:tc>
          <w:tcPr>
            <w:tcW w:w="6390" w:type="dxa"/>
          </w:tcPr>
          <w:p w14:paraId="4453A5D9" w14:textId="77777777" w:rsidR="0025190E" w:rsidRPr="00A04B0F" w:rsidRDefault="0025190E" w:rsidP="003C7BE9">
            <w:pPr>
              <w:pStyle w:val="lvl1Text"/>
              <w:tabs>
                <w:tab w:val="left" w:pos="432"/>
              </w:tabs>
              <w:ind w:left="342" w:hanging="342"/>
              <w:rPr>
                <w:b w:val="0"/>
              </w:rPr>
            </w:pPr>
            <w:r w:rsidRPr="00A04B0F">
              <w:rPr>
                <w:b w:val="0"/>
              </w:rPr>
              <w:t xml:space="preserve">24.  A type of dry </w:t>
            </w:r>
            <w:proofErr w:type="gramStart"/>
            <w:r w:rsidRPr="00A04B0F">
              <w:rPr>
                <w:b w:val="0"/>
              </w:rPr>
              <w:t>etch</w:t>
            </w:r>
            <w:proofErr w:type="gramEnd"/>
            <w:r w:rsidRPr="00A04B0F">
              <w:rPr>
                <w:b w:val="0"/>
              </w:rPr>
              <w:t xml:space="preserve"> process that uses a focused beam of ions to physically etch select material on the wafer.</w:t>
            </w:r>
          </w:p>
        </w:tc>
        <w:tc>
          <w:tcPr>
            <w:tcW w:w="3978" w:type="dxa"/>
          </w:tcPr>
          <w:p w14:paraId="580E55F7" w14:textId="77777777" w:rsidR="0025190E" w:rsidRPr="00A04B0F" w:rsidRDefault="0025190E" w:rsidP="003C7BE9">
            <w:pPr>
              <w:widowControl/>
              <w:adjustRightInd/>
              <w:textAlignment w:val="auto"/>
              <w:rPr>
                <w:sz w:val="22"/>
                <w:szCs w:val="22"/>
              </w:rPr>
            </w:pPr>
          </w:p>
        </w:tc>
      </w:tr>
      <w:tr w:rsidR="0025190E" w:rsidRPr="007D27BC" w14:paraId="5E58391D" w14:textId="77777777" w:rsidTr="00412ED5">
        <w:tc>
          <w:tcPr>
            <w:tcW w:w="6390" w:type="dxa"/>
          </w:tcPr>
          <w:p w14:paraId="0651D5BE" w14:textId="77777777" w:rsidR="0025190E" w:rsidRPr="007D27BC" w:rsidRDefault="0025190E" w:rsidP="003C7BE9">
            <w:pPr>
              <w:pStyle w:val="lvl1Text"/>
              <w:tabs>
                <w:tab w:val="left" w:pos="432"/>
              </w:tabs>
              <w:ind w:left="342" w:hanging="342"/>
              <w:rPr>
                <w:sz w:val="24"/>
              </w:rPr>
            </w:pPr>
            <w:r w:rsidRPr="007D27BC">
              <w:rPr>
                <w:sz w:val="24"/>
              </w:rPr>
              <w:t>DOWN</w:t>
            </w:r>
          </w:p>
        </w:tc>
        <w:tc>
          <w:tcPr>
            <w:tcW w:w="3978" w:type="dxa"/>
          </w:tcPr>
          <w:p w14:paraId="0C817AFF" w14:textId="77777777" w:rsidR="0025190E" w:rsidRPr="007D27BC" w:rsidRDefault="0025190E" w:rsidP="003C7BE9">
            <w:pPr>
              <w:widowControl/>
              <w:adjustRightInd/>
              <w:textAlignment w:val="auto"/>
              <w:rPr>
                <w:szCs w:val="22"/>
              </w:rPr>
            </w:pPr>
          </w:p>
        </w:tc>
      </w:tr>
      <w:tr w:rsidR="0025190E" w:rsidRPr="00A04B0F" w14:paraId="00D78823" w14:textId="77777777" w:rsidTr="00412ED5">
        <w:tc>
          <w:tcPr>
            <w:tcW w:w="6390" w:type="dxa"/>
          </w:tcPr>
          <w:p w14:paraId="7993FB60" w14:textId="77777777" w:rsidR="0025190E" w:rsidRPr="00A04B0F" w:rsidRDefault="0025190E" w:rsidP="003C7BE9">
            <w:pPr>
              <w:pStyle w:val="lvl1Text"/>
              <w:tabs>
                <w:tab w:val="left" w:pos="432"/>
              </w:tabs>
              <w:ind w:left="342" w:hanging="342"/>
              <w:rPr>
                <w:b w:val="0"/>
              </w:rPr>
            </w:pPr>
            <w:r w:rsidRPr="00A04B0F">
              <w:rPr>
                <w:b w:val="0"/>
              </w:rPr>
              <w:t>1.    Quick-dump-rinse.</w:t>
            </w:r>
          </w:p>
        </w:tc>
        <w:tc>
          <w:tcPr>
            <w:tcW w:w="3978" w:type="dxa"/>
          </w:tcPr>
          <w:p w14:paraId="3D1F9D04" w14:textId="77777777" w:rsidR="0025190E" w:rsidRPr="00A04B0F" w:rsidRDefault="0025190E" w:rsidP="003C7BE9">
            <w:pPr>
              <w:widowControl/>
              <w:adjustRightInd/>
              <w:textAlignment w:val="auto"/>
              <w:rPr>
                <w:sz w:val="22"/>
                <w:szCs w:val="22"/>
              </w:rPr>
            </w:pPr>
          </w:p>
        </w:tc>
      </w:tr>
      <w:tr w:rsidR="0025190E" w:rsidRPr="00A04B0F" w14:paraId="3267CC91" w14:textId="77777777" w:rsidTr="00412ED5">
        <w:tc>
          <w:tcPr>
            <w:tcW w:w="6390" w:type="dxa"/>
          </w:tcPr>
          <w:p w14:paraId="678E467B" w14:textId="77777777" w:rsidR="0025190E" w:rsidRPr="00A04B0F" w:rsidRDefault="0025190E" w:rsidP="003C7BE9">
            <w:pPr>
              <w:pStyle w:val="lvl1Text"/>
              <w:tabs>
                <w:tab w:val="left" w:pos="432"/>
              </w:tabs>
              <w:ind w:left="342" w:hanging="342"/>
              <w:rPr>
                <w:b w:val="0"/>
              </w:rPr>
            </w:pPr>
            <w:r w:rsidRPr="00A04B0F">
              <w:rPr>
                <w:b w:val="0"/>
              </w:rPr>
              <w:t>2.    Type of etch that removes select material through a chemical reaction.</w:t>
            </w:r>
          </w:p>
        </w:tc>
        <w:tc>
          <w:tcPr>
            <w:tcW w:w="3978" w:type="dxa"/>
          </w:tcPr>
          <w:p w14:paraId="5832DD7C" w14:textId="77777777" w:rsidR="0025190E" w:rsidRPr="00A04B0F" w:rsidRDefault="0025190E" w:rsidP="003C7BE9">
            <w:pPr>
              <w:widowControl/>
              <w:adjustRightInd/>
              <w:textAlignment w:val="auto"/>
              <w:rPr>
                <w:sz w:val="22"/>
                <w:szCs w:val="22"/>
              </w:rPr>
            </w:pPr>
          </w:p>
        </w:tc>
      </w:tr>
      <w:tr w:rsidR="0025190E" w:rsidRPr="00A04B0F" w14:paraId="1C3CA300" w14:textId="77777777" w:rsidTr="00412ED5">
        <w:tc>
          <w:tcPr>
            <w:tcW w:w="6390" w:type="dxa"/>
          </w:tcPr>
          <w:p w14:paraId="531FAD71" w14:textId="77777777" w:rsidR="0025190E" w:rsidRPr="00A04B0F" w:rsidRDefault="0025190E" w:rsidP="003C7BE9">
            <w:pPr>
              <w:pStyle w:val="lvl1Text"/>
              <w:tabs>
                <w:tab w:val="left" w:pos="432"/>
              </w:tabs>
              <w:ind w:left="342" w:hanging="342"/>
              <w:rPr>
                <w:b w:val="0"/>
              </w:rPr>
            </w:pPr>
            <w:r w:rsidRPr="00A04B0F">
              <w:rPr>
                <w:b w:val="0"/>
              </w:rPr>
              <w:t>3.    The ratio of the height of an etched feature divided by its width (2 words)</w:t>
            </w:r>
          </w:p>
        </w:tc>
        <w:tc>
          <w:tcPr>
            <w:tcW w:w="3978" w:type="dxa"/>
          </w:tcPr>
          <w:p w14:paraId="014DAEEE" w14:textId="77777777" w:rsidR="0025190E" w:rsidRPr="00A04B0F" w:rsidRDefault="0025190E" w:rsidP="003C7BE9">
            <w:pPr>
              <w:widowControl/>
              <w:adjustRightInd/>
              <w:textAlignment w:val="auto"/>
              <w:rPr>
                <w:sz w:val="22"/>
                <w:szCs w:val="22"/>
              </w:rPr>
            </w:pPr>
          </w:p>
        </w:tc>
      </w:tr>
      <w:tr w:rsidR="0025190E" w:rsidRPr="00A04B0F" w14:paraId="7E63D427" w14:textId="77777777" w:rsidTr="00412ED5">
        <w:tc>
          <w:tcPr>
            <w:tcW w:w="6390" w:type="dxa"/>
          </w:tcPr>
          <w:p w14:paraId="5D45F5DD" w14:textId="77777777" w:rsidR="0025190E" w:rsidRPr="00A04B0F" w:rsidRDefault="0025190E" w:rsidP="003C7BE9">
            <w:pPr>
              <w:pStyle w:val="lvl1Text"/>
              <w:tabs>
                <w:tab w:val="left" w:pos="432"/>
              </w:tabs>
              <w:ind w:left="342" w:hanging="342"/>
              <w:rPr>
                <w:b w:val="0"/>
              </w:rPr>
            </w:pPr>
            <w:r w:rsidRPr="00A04B0F">
              <w:rPr>
                <w:b w:val="0"/>
              </w:rPr>
              <w:t>4.    The type of etch process that uses liquid etchants.</w:t>
            </w:r>
          </w:p>
        </w:tc>
        <w:tc>
          <w:tcPr>
            <w:tcW w:w="3978" w:type="dxa"/>
          </w:tcPr>
          <w:p w14:paraId="5FF613D6" w14:textId="77777777" w:rsidR="0025190E" w:rsidRPr="00A04B0F" w:rsidRDefault="0025190E" w:rsidP="003C7BE9">
            <w:pPr>
              <w:widowControl/>
              <w:adjustRightInd/>
              <w:textAlignment w:val="auto"/>
              <w:rPr>
                <w:sz w:val="22"/>
                <w:szCs w:val="22"/>
              </w:rPr>
            </w:pPr>
          </w:p>
        </w:tc>
      </w:tr>
      <w:tr w:rsidR="0025190E" w:rsidRPr="00A04B0F" w14:paraId="1CB934A4" w14:textId="77777777" w:rsidTr="00412ED5">
        <w:tc>
          <w:tcPr>
            <w:tcW w:w="6390" w:type="dxa"/>
          </w:tcPr>
          <w:p w14:paraId="56CECD15" w14:textId="77777777" w:rsidR="0025190E" w:rsidRPr="00A04B0F" w:rsidRDefault="0025190E" w:rsidP="003C7BE9">
            <w:pPr>
              <w:pStyle w:val="lvl1Text"/>
              <w:tabs>
                <w:tab w:val="left" w:pos="432"/>
              </w:tabs>
              <w:ind w:left="342" w:hanging="342"/>
              <w:rPr>
                <w:b w:val="0"/>
              </w:rPr>
            </w:pPr>
            <w:r w:rsidRPr="00A04B0F">
              <w:rPr>
                <w:b w:val="0"/>
              </w:rPr>
              <w:t>5.   An active chemical solution</w:t>
            </w:r>
            <w:r>
              <w:rPr>
                <w:b w:val="0"/>
              </w:rPr>
              <w:t xml:space="preserve"> or mixture</w:t>
            </w:r>
            <w:r w:rsidRPr="00A04B0F">
              <w:rPr>
                <w:b w:val="0"/>
              </w:rPr>
              <w:t xml:space="preserve"> used to etch films.</w:t>
            </w:r>
          </w:p>
        </w:tc>
        <w:tc>
          <w:tcPr>
            <w:tcW w:w="3978" w:type="dxa"/>
          </w:tcPr>
          <w:p w14:paraId="569E94A4" w14:textId="77777777" w:rsidR="0025190E" w:rsidRPr="00A04B0F" w:rsidRDefault="0025190E" w:rsidP="003C7BE9">
            <w:pPr>
              <w:widowControl/>
              <w:adjustRightInd/>
              <w:textAlignment w:val="auto"/>
              <w:rPr>
                <w:sz w:val="22"/>
                <w:szCs w:val="22"/>
              </w:rPr>
            </w:pPr>
          </w:p>
        </w:tc>
      </w:tr>
      <w:tr w:rsidR="0025190E" w:rsidRPr="00A04B0F" w14:paraId="61694368" w14:textId="77777777" w:rsidTr="00412ED5">
        <w:tc>
          <w:tcPr>
            <w:tcW w:w="6390" w:type="dxa"/>
          </w:tcPr>
          <w:p w14:paraId="082541FC" w14:textId="77777777" w:rsidR="0025190E" w:rsidRPr="00A04B0F" w:rsidRDefault="0025190E" w:rsidP="003C7BE9">
            <w:pPr>
              <w:pStyle w:val="lvl1Text"/>
              <w:tabs>
                <w:tab w:val="left" w:pos="432"/>
              </w:tabs>
              <w:ind w:left="342" w:hanging="342"/>
              <w:rPr>
                <w:b w:val="0"/>
              </w:rPr>
            </w:pPr>
            <w:r w:rsidRPr="00A04B0F">
              <w:rPr>
                <w:b w:val="0"/>
              </w:rPr>
              <w:t xml:space="preserve">6.   Angstroms of film removed </w:t>
            </w:r>
            <w:proofErr w:type="gramStart"/>
            <w:r w:rsidRPr="00A04B0F">
              <w:rPr>
                <w:b w:val="0"/>
              </w:rPr>
              <w:t>divided  by</w:t>
            </w:r>
            <w:proofErr w:type="gramEnd"/>
            <w:r w:rsidRPr="00A04B0F">
              <w:rPr>
                <w:b w:val="0"/>
              </w:rPr>
              <w:t xml:space="preserve"> time (2 words).</w:t>
            </w:r>
          </w:p>
        </w:tc>
        <w:tc>
          <w:tcPr>
            <w:tcW w:w="3978" w:type="dxa"/>
          </w:tcPr>
          <w:p w14:paraId="18612230" w14:textId="77777777" w:rsidR="0025190E" w:rsidRPr="00A04B0F" w:rsidRDefault="0025190E" w:rsidP="003C7BE9">
            <w:pPr>
              <w:widowControl/>
              <w:adjustRightInd/>
              <w:textAlignment w:val="auto"/>
              <w:rPr>
                <w:sz w:val="22"/>
                <w:szCs w:val="22"/>
              </w:rPr>
            </w:pPr>
          </w:p>
        </w:tc>
      </w:tr>
      <w:tr w:rsidR="0025190E" w:rsidRPr="00A04B0F" w14:paraId="0F231257" w14:textId="77777777" w:rsidTr="00412ED5">
        <w:tc>
          <w:tcPr>
            <w:tcW w:w="6390" w:type="dxa"/>
          </w:tcPr>
          <w:p w14:paraId="1E4BE0EC" w14:textId="77777777" w:rsidR="0025190E" w:rsidRPr="00A04B0F" w:rsidRDefault="0025190E" w:rsidP="003C7BE9">
            <w:pPr>
              <w:pStyle w:val="lvl1Text"/>
              <w:tabs>
                <w:tab w:val="left" w:pos="432"/>
              </w:tabs>
              <w:ind w:left="342" w:hanging="342"/>
              <w:rPr>
                <w:b w:val="0"/>
              </w:rPr>
            </w:pPr>
            <w:r w:rsidRPr="00A04B0F">
              <w:rPr>
                <w:b w:val="0"/>
              </w:rPr>
              <w:t>10. A layer having the mechanical and electrical properties needed for a MEMS component.</w:t>
            </w:r>
          </w:p>
        </w:tc>
        <w:tc>
          <w:tcPr>
            <w:tcW w:w="3978" w:type="dxa"/>
          </w:tcPr>
          <w:p w14:paraId="6000860A" w14:textId="77777777" w:rsidR="0025190E" w:rsidRPr="00A04B0F" w:rsidRDefault="0025190E" w:rsidP="003C7BE9">
            <w:pPr>
              <w:widowControl/>
              <w:adjustRightInd/>
              <w:textAlignment w:val="auto"/>
              <w:rPr>
                <w:sz w:val="22"/>
                <w:szCs w:val="22"/>
              </w:rPr>
            </w:pPr>
          </w:p>
        </w:tc>
      </w:tr>
      <w:tr w:rsidR="0025190E" w:rsidRPr="00A04B0F" w14:paraId="32A7565E" w14:textId="77777777" w:rsidTr="00412ED5">
        <w:tc>
          <w:tcPr>
            <w:tcW w:w="6390" w:type="dxa"/>
          </w:tcPr>
          <w:p w14:paraId="4F834BE0" w14:textId="77777777" w:rsidR="0025190E" w:rsidRPr="00A04B0F" w:rsidRDefault="0025190E" w:rsidP="003C7BE9">
            <w:pPr>
              <w:pStyle w:val="lvl1Text"/>
              <w:tabs>
                <w:tab w:val="left" w:pos="432"/>
              </w:tabs>
              <w:ind w:left="342" w:hanging="342"/>
              <w:rPr>
                <w:b w:val="0"/>
              </w:rPr>
            </w:pPr>
            <w:r w:rsidRPr="00A04B0F">
              <w:rPr>
                <w:b w:val="0"/>
              </w:rPr>
              <w:t>12. Etch process that creates high aspect ratio holes and trenches.</w:t>
            </w:r>
          </w:p>
        </w:tc>
        <w:tc>
          <w:tcPr>
            <w:tcW w:w="3978" w:type="dxa"/>
          </w:tcPr>
          <w:p w14:paraId="7B02BA05" w14:textId="77777777" w:rsidR="0025190E" w:rsidRPr="00A04B0F" w:rsidRDefault="0025190E" w:rsidP="003C7BE9">
            <w:pPr>
              <w:widowControl/>
              <w:adjustRightInd/>
              <w:textAlignment w:val="auto"/>
              <w:rPr>
                <w:sz w:val="22"/>
                <w:szCs w:val="22"/>
              </w:rPr>
            </w:pPr>
          </w:p>
        </w:tc>
      </w:tr>
      <w:tr w:rsidR="0025190E" w:rsidRPr="00A04B0F" w14:paraId="0F35535A" w14:textId="77777777" w:rsidTr="00412ED5">
        <w:tc>
          <w:tcPr>
            <w:tcW w:w="6390" w:type="dxa"/>
          </w:tcPr>
          <w:p w14:paraId="58A91410" w14:textId="77777777" w:rsidR="0025190E" w:rsidRPr="00A04B0F" w:rsidRDefault="0025190E" w:rsidP="003C7BE9">
            <w:pPr>
              <w:pStyle w:val="lvl1Text"/>
              <w:tabs>
                <w:tab w:val="left" w:pos="432"/>
              </w:tabs>
              <w:ind w:left="342" w:hanging="342"/>
              <w:rPr>
                <w:b w:val="0"/>
              </w:rPr>
            </w:pPr>
            <w:r w:rsidRPr="00A04B0F">
              <w:rPr>
                <w:b w:val="0"/>
              </w:rPr>
              <w:t>13. Also called substrate etching (2 words).</w:t>
            </w:r>
          </w:p>
        </w:tc>
        <w:tc>
          <w:tcPr>
            <w:tcW w:w="3978" w:type="dxa"/>
          </w:tcPr>
          <w:p w14:paraId="69738154" w14:textId="77777777" w:rsidR="0025190E" w:rsidRPr="00A04B0F" w:rsidRDefault="0025190E" w:rsidP="003C7BE9">
            <w:pPr>
              <w:widowControl/>
              <w:adjustRightInd/>
              <w:textAlignment w:val="auto"/>
              <w:rPr>
                <w:sz w:val="22"/>
                <w:szCs w:val="22"/>
              </w:rPr>
            </w:pPr>
          </w:p>
        </w:tc>
      </w:tr>
      <w:tr w:rsidR="0025190E" w:rsidRPr="00A04B0F" w14:paraId="5480E699" w14:textId="77777777" w:rsidTr="00412ED5">
        <w:tc>
          <w:tcPr>
            <w:tcW w:w="6390" w:type="dxa"/>
          </w:tcPr>
          <w:p w14:paraId="0BCB6363" w14:textId="77777777" w:rsidR="0025190E" w:rsidRPr="00A04B0F" w:rsidRDefault="0025190E" w:rsidP="003C7BE9">
            <w:pPr>
              <w:pStyle w:val="lvl1Text"/>
              <w:tabs>
                <w:tab w:val="left" w:pos="432"/>
              </w:tabs>
              <w:ind w:left="342" w:hanging="342"/>
              <w:rPr>
                <w:b w:val="0"/>
              </w:rPr>
            </w:pPr>
            <w:r w:rsidRPr="00A04B0F">
              <w:rPr>
                <w:b w:val="0"/>
              </w:rPr>
              <w:t>16. The type of etch profile that results from a chemical etch.</w:t>
            </w:r>
          </w:p>
        </w:tc>
        <w:tc>
          <w:tcPr>
            <w:tcW w:w="3978" w:type="dxa"/>
          </w:tcPr>
          <w:p w14:paraId="14B08F94" w14:textId="77777777" w:rsidR="0025190E" w:rsidRPr="00A04B0F" w:rsidRDefault="0025190E" w:rsidP="003C7BE9">
            <w:pPr>
              <w:widowControl/>
              <w:adjustRightInd/>
              <w:textAlignment w:val="auto"/>
              <w:rPr>
                <w:sz w:val="22"/>
                <w:szCs w:val="22"/>
              </w:rPr>
            </w:pPr>
          </w:p>
        </w:tc>
      </w:tr>
      <w:tr w:rsidR="0025190E" w:rsidRPr="00A04B0F" w14:paraId="21A492A4" w14:textId="77777777" w:rsidTr="00412ED5">
        <w:tc>
          <w:tcPr>
            <w:tcW w:w="6390" w:type="dxa"/>
          </w:tcPr>
          <w:p w14:paraId="701B6082" w14:textId="77777777" w:rsidR="0025190E" w:rsidRPr="00A04B0F" w:rsidRDefault="0025190E" w:rsidP="003C7BE9">
            <w:pPr>
              <w:pStyle w:val="lvl1Text"/>
              <w:tabs>
                <w:tab w:val="left" w:pos="432"/>
              </w:tabs>
              <w:ind w:left="342" w:hanging="342"/>
              <w:rPr>
                <w:b w:val="0"/>
              </w:rPr>
            </w:pPr>
            <w:r w:rsidRPr="00A04B0F">
              <w:rPr>
                <w:b w:val="0"/>
              </w:rPr>
              <w:t>17. A type of etch where ions bombard the surface of the wafer causing a sputter of surface material.</w:t>
            </w:r>
          </w:p>
        </w:tc>
        <w:tc>
          <w:tcPr>
            <w:tcW w:w="3978" w:type="dxa"/>
          </w:tcPr>
          <w:p w14:paraId="65524EC4" w14:textId="77777777" w:rsidR="0025190E" w:rsidRPr="00A04B0F" w:rsidRDefault="0025190E" w:rsidP="003C7BE9">
            <w:pPr>
              <w:widowControl/>
              <w:adjustRightInd/>
              <w:textAlignment w:val="auto"/>
              <w:rPr>
                <w:sz w:val="22"/>
                <w:szCs w:val="22"/>
              </w:rPr>
            </w:pPr>
          </w:p>
        </w:tc>
      </w:tr>
      <w:tr w:rsidR="0025190E" w:rsidRPr="00A04B0F" w14:paraId="1684A88D" w14:textId="77777777" w:rsidTr="00412ED5">
        <w:tc>
          <w:tcPr>
            <w:tcW w:w="6390" w:type="dxa"/>
          </w:tcPr>
          <w:p w14:paraId="419A6476" w14:textId="77777777" w:rsidR="0025190E" w:rsidRPr="00A04B0F" w:rsidRDefault="0025190E" w:rsidP="003C7BE9">
            <w:pPr>
              <w:pStyle w:val="lvl1Text"/>
              <w:tabs>
                <w:tab w:val="left" w:pos="432"/>
              </w:tabs>
              <w:ind w:left="342" w:hanging="342"/>
              <w:rPr>
                <w:b w:val="0"/>
              </w:rPr>
            </w:pPr>
            <w:r w:rsidRPr="00A04B0F">
              <w:rPr>
                <w:b w:val="0"/>
              </w:rPr>
              <w:t>19. An ionized and energized gas consisting of ions, electrons, and radicals.</w:t>
            </w:r>
          </w:p>
        </w:tc>
        <w:tc>
          <w:tcPr>
            <w:tcW w:w="3978" w:type="dxa"/>
          </w:tcPr>
          <w:p w14:paraId="5B0CD643" w14:textId="77777777" w:rsidR="0025190E" w:rsidRPr="00A04B0F" w:rsidRDefault="0025190E" w:rsidP="003C7BE9">
            <w:pPr>
              <w:widowControl/>
              <w:adjustRightInd/>
              <w:textAlignment w:val="auto"/>
              <w:rPr>
                <w:sz w:val="22"/>
                <w:szCs w:val="22"/>
              </w:rPr>
            </w:pPr>
          </w:p>
        </w:tc>
      </w:tr>
      <w:tr w:rsidR="0025190E" w:rsidRPr="00A04B0F" w14:paraId="51B8F7E2" w14:textId="77777777" w:rsidTr="00412ED5">
        <w:tc>
          <w:tcPr>
            <w:tcW w:w="6390" w:type="dxa"/>
          </w:tcPr>
          <w:p w14:paraId="7A42E563" w14:textId="77777777" w:rsidR="0025190E" w:rsidRPr="00A04B0F" w:rsidRDefault="0025190E" w:rsidP="003C7BE9">
            <w:pPr>
              <w:pStyle w:val="lvl1Text"/>
              <w:tabs>
                <w:tab w:val="left" w:pos="432"/>
              </w:tabs>
              <w:ind w:left="342" w:hanging="342"/>
              <w:rPr>
                <w:b w:val="0"/>
              </w:rPr>
            </w:pPr>
            <w:r w:rsidRPr="00A04B0F">
              <w:rPr>
                <w:b w:val="0"/>
              </w:rPr>
              <w:t xml:space="preserve">23. A process that uses a </w:t>
            </w:r>
            <w:proofErr w:type="gramStart"/>
            <w:r w:rsidRPr="00A04B0F">
              <w:rPr>
                <w:b w:val="0"/>
              </w:rPr>
              <w:t>low pressure</w:t>
            </w:r>
            <w:proofErr w:type="gramEnd"/>
            <w:r w:rsidRPr="00A04B0F">
              <w:rPr>
                <w:b w:val="0"/>
              </w:rPr>
              <w:t xml:space="preserve"> plasma allowing for a combination of both chemical and physical etching.</w:t>
            </w:r>
          </w:p>
        </w:tc>
        <w:tc>
          <w:tcPr>
            <w:tcW w:w="3978" w:type="dxa"/>
          </w:tcPr>
          <w:p w14:paraId="736701B2" w14:textId="77777777" w:rsidR="0025190E" w:rsidRPr="00A04B0F" w:rsidRDefault="0025190E" w:rsidP="003C7BE9">
            <w:pPr>
              <w:widowControl/>
              <w:adjustRightInd/>
              <w:textAlignment w:val="auto"/>
              <w:rPr>
                <w:sz w:val="22"/>
                <w:szCs w:val="22"/>
              </w:rPr>
            </w:pPr>
          </w:p>
        </w:tc>
      </w:tr>
    </w:tbl>
    <w:p w14:paraId="400A7A6F" w14:textId="77777777" w:rsidR="00412ED5" w:rsidRDefault="00412ED5">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5F351629" w14:textId="77777777" w:rsidTr="001F5DA6">
        <w:trPr>
          <w:cantSplit/>
          <w:trHeight w:val="576"/>
        </w:trPr>
        <w:tc>
          <w:tcPr>
            <w:tcW w:w="9540" w:type="dxa"/>
            <w:vAlign w:val="bottom"/>
          </w:tcPr>
          <w:p w14:paraId="6D07CC4A" w14:textId="77777777" w:rsidR="001F5DA6" w:rsidRPr="00412ED5" w:rsidRDefault="005A75DA" w:rsidP="00CA6ED1">
            <w:pPr>
              <w:pStyle w:val="lvl1Text"/>
            </w:pPr>
            <w:r>
              <w:lastRenderedPageBreak/>
              <w:br w:type="page"/>
            </w:r>
            <w:r w:rsidR="001F5DA6" w:rsidRPr="009D3D76">
              <w:rPr>
                <w:sz w:val="24"/>
                <w:szCs w:val="24"/>
              </w:rPr>
              <w:t>Post-Activity Questions /  Answers</w:t>
            </w:r>
          </w:p>
        </w:tc>
      </w:tr>
      <w:tr w:rsidR="007247B2" w:rsidRPr="009D3D76" w14:paraId="26059AD7" w14:textId="77777777" w:rsidTr="001F5DA6">
        <w:tc>
          <w:tcPr>
            <w:tcW w:w="9540" w:type="dxa"/>
          </w:tcPr>
          <w:p w14:paraId="12A016A9" w14:textId="77777777" w:rsidR="007247B2" w:rsidRPr="00434AE3" w:rsidRDefault="007247B2" w:rsidP="00D71982">
            <w:pPr>
              <w:keepNext/>
              <w:keepLines/>
            </w:pPr>
          </w:p>
          <w:p w14:paraId="22921D39" w14:textId="77777777" w:rsidR="007247B2" w:rsidRDefault="007247B2" w:rsidP="0003168E">
            <w:pPr>
              <w:pStyle w:val="ListParagraph"/>
              <w:keepNext/>
              <w:keepLines/>
              <w:numPr>
                <w:ilvl w:val="0"/>
                <w:numId w:val="25"/>
              </w:numPr>
              <w:spacing w:after="120"/>
              <w:contextualSpacing w:val="0"/>
            </w:pPr>
            <w:r>
              <w:t xml:space="preserve">The etch process can be performed several times during the fabrication of a microsystem; however, the purpose of </w:t>
            </w:r>
            <w:proofErr w:type="gramStart"/>
            <w:r>
              <w:t>the etch</w:t>
            </w:r>
            <w:proofErr w:type="gramEnd"/>
            <w:r>
              <w:t xml:space="preserve"> as well as the type etch process can be different.  Describe the purpose(s) and applications of surface etch and bulk</w:t>
            </w:r>
            <w:r w:rsidR="0003168E">
              <w:t>/release</w:t>
            </w:r>
            <w:r>
              <w:t xml:space="preserve"> etch in the fabrication of microsystems.</w:t>
            </w:r>
          </w:p>
          <w:p w14:paraId="5A77E6A7" w14:textId="77777777" w:rsidR="00A43603" w:rsidRDefault="00A43603" w:rsidP="00A43603">
            <w:pPr>
              <w:keepNext/>
              <w:keepLines/>
              <w:spacing w:after="120"/>
            </w:pPr>
          </w:p>
          <w:p w14:paraId="44D8716E" w14:textId="77777777" w:rsidR="00A43603" w:rsidRDefault="00A43603" w:rsidP="00A43603">
            <w:pPr>
              <w:keepNext/>
              <w:keepLines/>
              <w:spacing w:after="120"/>
            </w:pPr>
          </w:p>
          <w:p w14:paraId="3E845DDB" w14:textId="77777777" w:rsidR="00A43603" w:rsidRDefault="00A43603" w:rsidP="00A43603">
            <w:pPr>
              <w:keepNext/>
              <w:keepLines/>
              <w:spacing w:after="120"/>
            </w:pPr>
          </w:p>
          <w:p w14:paraId="77116CAD" w14:textId="77777777" w:rsidR="00A43603" w:rsidRDefault="00A43603" w:rsidP="00A43603">
            <w:pPr>
              <w:keepNext/>
              <w:keepLines/>
              <w:spacing w:after="120"/>
            </w:pPr>
          </w:p>
          <w:p w14:paraId="72832C0B" w14:textId="77777777" w:rsidR="007247B2" w:rsidRDefault="007247B2" w:rsidP="0003168E">
            <w:pPr>
              <w:pStyle w:val="ListParagraph"/>
              <w:keepNext/>
              <w:keepLines/>
              <w:numPr>
                <w:ilvl w:val="0"/>
                <w:numId w:val="25"/>
              </w:numPr>
              <w:spacing w:after="120"/>
              <w:contextualSpacing w:val="0"/>
            </w:pPr>
            <w:r>
              <w:t>Discuss the differences between a chemical etch and a physical etch.</w:t>
            </w:r>
          </w:p>
          <w:p w14:paraId="2D3DA44C" w14:textId="77777777" w:rsidR="00A43603" w:rsidRDefault="00A43603" w:rsidP="00A43603">
            <w:pPr>
              <w:keepNext/>
              <w:keepLines/>
              <w:spacing w:line="360" w:lineRule="auto"/>
              <w:jc w:val="center"/>
            </w:pPr>
          </w:p>
          <w:p w14:paraId="30D4CCA7" w14:textId="77777777" w:rsidR="00A43603" w:rsidRDefault="00A43603" w:rsidP="00A43603">
            <w:pPr>
              <w:keepNext/>
              <w:keepLines/>
              <w:spacing w:line="360" w:lineRule="auto"/>
              <w:jc w:val="center"/>
            </w:pPr>
          </w:p>
          <w:p w14:paraId="6EBC02B9" w14:textId="77777777" w:rsidR="00A43603" w:rsidRDefault="00A43603" w:rsidP="00A43603">
            <w:pPr>
              <w:keepNext/>
              <w:keepLines/>
              <w:spacing w:line="360" w:lineRule="auto"/>
              <w:jc w:val="center"/>
            </w:pPr>
          </w:p>
          <w:p w14:paraId="3DC16E2A" w14:textId="77777777" w:rsidR="00A43603" w:rsidRDefault="00A43603" w:rsidP="00A43603">
            <w:pPr>
              <w:keepNext/>
              <w:keepLines/>
              <w:spacing w:line="360" w:lineRule="auto"/>
              <w:jc w:val="center"/>
            </w:pPr>
          </w:p>
          <w:p w14:paraId="40AC1DF2" w14:textId="77777777" w:rsidR="00A43603" w:rsidRPr="00434AE3" w:rsidRDefault="00A43603" w:rsidP="00A43603">
            <w:pPr>
              <w:keepNext/>
              <w:keepLines/>
              <w:spacing w:line="360" w:lineRule="auto"/>
              <w:jc w:val="center"/>
            </w:pPr>
          </w:p>
        </w:tc>
      </w:tr>
      <w:tr w:rsidR="00652C0A" w:rsidRPr="009D3D76" w14:paraId="17B7838F" w14:textId="77777777" w:rsidTr="001F5DA6">
        <w:tc>
          <w:tcPr>
            <w:tcW w:w="9540" w:type="dxa"/>
          </w:tcPr>
          <w:p w14:paraId="40120059" w14:textId="77777777" w:rsidR="00652C0A" w:rsidRDefault="00652C0A" w:rsidP="00652C0A">
            <w:pPr>
              <w:pStyle w:val="ListParagraph"/>
              <w:keepNext/>
              <w:keepLines/>
              <w:numPr>
                <w:ilvl w:val="0"/>
                <w:numId w:val="25"/>
              </w:numPr>
              <w:spacing w:after="120"/>
              <w:contextualSpacing w:val="0"/>
            </w:pPr>
            <w:r>
              <w:br w:type="page"/>
              <w:t>Discuss the etch requirements (types of etch processes and etched layers) required for the RF switch shown in the graphic below.</w:t>
            </w:r>
          </w:p>
          <w:p w14:paraId="0DA432CC" w14:textId="77777777" w:rsidR="00652C0A" w:rsidRDefault="00652C0A" w:rsidP="00652C0A">
            <w:pPr>
              <w:keepNext/>
              <w:keepLines/>
              <w:jc w:val="center"/>
            </w:pPr>
            <w:r w:rsidRPr="00652C0A">
              <w:rPr>
                <w:noProof/>
              </w:rPr>
              <w:drawing>
                <wp:inline distT="0" distB="0" distL="0" distR="0" wp14:anchorId="656B9ACF" wp14:editId="6C1EF5AD">
                  <wp:extent cx="4849358" cy="3014832"/>
                  <wp:effectExtent l="19050" t="0" r="8392" b="0"/>
                  <wp:docPr id="11" name="Picture 8" descr="RF_Switch6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F_Switch6_5.jpg"/>
                          <pic:cNvPicPr/>
                        </pic:nvPicPr>
                        <pic:blipFill>
                          <a:blip r:embed="rId15" cstate="print"/>
                          <a:stretch>
                            <a:fillRect/>
                          </a:stretch>
                        </pic:blipFill>
                        <pic:spPr>
                          <a:xfrm>
                            <a:off x="0" y="0"/>
                            <a:ext cx="4847683" cy="3013791"/>
                          </a:xfrm>
                          <a:prstGeom prst="rect">
                            <a:avLst/>
                          </a:prstGeom>
                        </pic:spPr>
                      </pic:pic>
                    </a:graphicData>
                  </a:graphic>
                </wp:inline>
              </w:drawing>
            </w:r>
          </w:p>
          <w:p w14:paraId="6F3D7521" w14:textId="77777777" w:rsidR="00652C0A" w:rsidRDefault="00652C0A" w:rsidP="00652C0A">
            <w:pPr>
              <w:keepNext/>
              <w:keepLines/>
              <w:jc w:val="center"/>
            </w:pPr>
          </w:p>
          <w:p w14:paraId="23C35599" w14:textId="77777777" w:rsidR="00652C0A" w:rsidRPr="00652C0A" w:rsidRDefault="00652C0A" w:rsidP="00A43603">
            <w:pPr>
              <w:keepNext/>
              <w:keepLines/>
              <w:ind w:left="720"/>
              <w:rPr>
                <w:i/>
              </w:rPr>
            </w:pPr>
          </w:p>
        </w:tc>
      </w:tr>
    </w:tbl>
    <w:p w14:paraId="763EC888" w14:textId="77777777" w:rsidR="00A43603" w:rsidRDefault="00A43603">
      <w:bookmarkStart w:id="6" w:name="App_bioMEM_AC50_dldl95"/>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52B1C206" w14:textId="77777777" w:rsidTr="001F5DA6">
        <w:trPr>
          <w:cantSplit/>
          <w:trHeight w:val="576"/>
        </w:trPr>
        <w:tc>
          <w:tcPr>
            <w:tcW w:w="9540" w:type="dxa"/>
            <w:vAlign w:val="bottom"/>
          </w:tcPr>
          <w:p w14:paraId="61A00376" w14:textId="77777777" w:rsidR="001F5DA6" w:rsidRPr="009D3D76" w:rsidRDefault="001F5DA6" w:rsidP="00CA6ED1">
            <w:pPr>
              <w:pStyle w:val="lvl1Text"/>
              <w:rPr>
                <w:sz w:val="24"/>
                <w:szCs w:val="24"/>
              </w:rPr>
            </w:pPr>
            <w:r w:rsidRPr="009D3D76">
              <w:rPr>
                <w:sz w:val="24"/>
                <w:szCs w:val="24"/>
              </w:rPr>
              <w:lastRenderedPageBreak/>
              <w:t>Summary</w:t>
            </w:r>
          </w:p>
        </w:tc>
      </w:tr>
      <w:tr w:rsidR="00C5790D" w:rsidRPr="009D3D76" w14:paraId="1E755989" w14:textId="77777777" w:rsidTr="001F5DA6">
        <w:tc>
          <w:tcPr>
            <w:tcW w:w="9540" w:type="dxa"/>
          </w:tcPr>
          <w:p w14:paraId="086D3933" w14:textId="77777777" w:rsidR="00C5790D" w:rsidRPr="00276F78" w:rsidRDefault="00C5790D" w:rsidP="00D71982">
            <w:pPr>
              <w:keepNext/>
              <w:keepLines/>
              <w:rPr>
                <w:color w:val="000000"/>
              </w:rPr>
            </w:pPr>
          </w:p>
          <w:p w14:paraId="613804E9" w14:textId="77777777" w:rsidR="00C5790D" w:rsidRPr="00276F78" w:rsidRDefault="00C5790D" w:rsidP="00D71982">
            <w:pPr>
              <w:keepNext/>
              <w:keepLines/>
              <w:rPr>
                <w:color w:val="000000"/>
              </w:rPr>
            </w:pPr>
            <w:r w:rsidRPr="00276F78">
              <w:rPr>
                <w:color w:val="000000"/>
              </w:rPr>
              <w:t>In microsystems fabrication</w:t>
            </w:r>
            <w:r>
              <w:rPr>
                <w:color w:val="000000"/>
              </w:rPr>
              <w:t>,</w:t>
            </w:r>
            <w:r w:rsidRPr="00276F78">
              <w:rPr>
                <w:color w:val="000000"/>
              </w:rPr>
              <w:t xml:space="preserve"> etch processes are used to remove bulk material from within a substrate, select material from within thin film layers, and complete layers above and below other thin film layers.  </w:t>
            </w:r>
          </w:p>
          <w:p w14:paraId="3D213F01" w14:textId="77777777" w:rsidR="00C5790D" w:rsidRPr="00276F78" w:rsidRDefault="00C5790D" w:rsidP="00D71982">
            <w:pPr>
              <w:keepNext/>
              <w:keepLines/>
              <w:rPr>
                <w:color w:val="000000"/>
              </w:rPr>
            </w:pPr>
          </w:p>
          <w:p w14:paraId="3F7AD378" w14:textId="77777777" w:rsidR="00C5790D" w:rsidRPr="00276F78" w:rsidRDefault="00C5790D" w:rsidP="00D71982">
            <w:pPr>
              <w:keepNext/>
              <w:keepLines/>
              <w:rPr>
                <w:color w:val="000000"/>
              </w:rPr>
            </w:pPr>
            <w:r w:rsidRPr="00276F78">
              <w:rPr>
                <w:color w:val="000000"/>
              </w:rPr>
              <w:t>Several different types of etch processes are required to form the various shapes and structures found in microsystems.  Such process include</w:t>
            </w:r>
          </w:p>
          <w:p w14:paraId="660F6EB8" w14:textId="77777777" w:rsidR="00C5790D" w:rsidRPr="00276F78" w:rsidRDefault="00C5790D" w:rsidP="00C5790D">
            <w:pPr>
              <w:keepNext/>
              <w:keepLines/>
              <w:numPr>
                <w:ilvl w:val="0"/>
                <w:numId w:val="28"/>
              </w:numPr>
              <w:rPr>
                <w:color w:val="000000"/>
              </w:rPr>
            </w:pPr>
            <w:r w:rsidRPr="00276F78">
              <w:rPr>
                <w:color w:val="000000"/>
              </w:rPr>
              <w:t>Wet etch (isotropic and anisotropic)</w:t>
            </w:r>
          </w:p>
          <w:p w14:paraId="791777A9" w14:textId="77777777" w:rsidR="00C5790D" w:rsidRDefault="00C5790D" w:rsidP="00C5790D">
            <w:pPr>
              <w:keepNext/>
              <w:keepLines/>
              <w:numPr>
                <w:ilvl w:val="0"/>
                <w:numId w:val="28"/>
              </w:numPr>
              <w:rPr>
                <w:color w:val="000000"/>
              </w:rPr>
            </w:pPr>
            <w:r w:rsidRPr="00276F78">
              <w:rPr>
                <w:color w:val="000000"/>
              </w:rPr>
              <w:t>Dry etch (physical, chemical, and both)</w:t>
            </w:r>
          </w:p>
          <w:p w14:paraId="1456810A" w14:textId="77777777" w:rsidR="00C5790D" w:rsidRPr="00276F78" w:rsidRDefault="00C5790D" w:rsidP="00D71982">
            <w:pPr>
              <w:keepNext/>
              <w:keepLines/>
              <w:rPr>
                <w:color w:val="000000"/>
              </w:rPr>
            </w:pPr>
          </w:p>
          <w:p w14:paraId="55A10CD0" w14:textId="77777777" w:rsidR="00C5790D" w:rsidRPr="00276F78" w:rsidRDefault="00C5790D" w:rsidP="00D71982">
            <w:pPr>
              <w:keepNext/>
              <w:keepLines/>
              <w:rPr>
                <w:color w:val="000000"/>
              </w:rPr>
            </w:pPr>
            <w:r w:rsidRPr="00276F78">
              <w:rPr>
                <w:color w:val="000000"/>
              </w:rPr>
              <w:t xml:space="preserve">RIE and DRIE are dry etch processes that use both chemical and physical etch to form the required shapes.  DRIE provides the high aspect ratio cavities required for the advancing technologies of micro and </w:t>
            </w:r>
            <w:proofErr w:type="spellStart"/>
            <w:r w:rsidRPr="00276F78">
              <w:rPr>
                <w:color w:val="000000"/>
              </w:rPr>
              <w:t>nanosystems</w:t>
            </w:r>
            <w:proofErr w:type="spellEnd"/>
            <w:r w:rsidRPr="00276F78">
              <w:rPr>
                <w:color w:val="000000"/>
              </w:rPr>
              <w:t>.</w:t>
            </w:r>
          </w:p>
        </w:tc>
      </w:tr>
      <w:tr w:rsidR="008852B6" w:rsidRPr="009D3D76" w14:paraId="162C325D" w14:textId="77777777" w:rsidTr="001F5DA6">
        <w:tc>
          <w:tcPr>
            <w:tcW w:w="9540" w:type="dxa"/>
          </w:tcPr>
          <w:p w14:paraId="16F8ABAC" w14:textId="77777777" w:rsidR="008852B6" w:rsidRPr="00276F78" w:rsidRDefault="008852B6" w:rsidP="00006D97">
            <w:pPr>
              <w:keepNext/>
              <w:keepLines/>
              <w:rPr>
                <w:color w:val="000000"/>
              </w:rPr>
            </w:pPr>
            <w:bookmarkStart w:id="7" w:name="App_bioMEM_AC50_dldl169"/>
            <w:bookmarkEnd w:id="6"/>
          </w:p>
          <w:p w14:paraId="5CDEA339" w14:textId="77777777" w:rsidR="008852B6" w:rsidRDefault="008852B6" w:rsidP="00006D97">
            <w:pPr>
              <w:keepNext/>
              <w:keepLines/>
              <w:rPr>
                <w:color w:val="000000"/>
                <w:u w:val="single"/>
              </w:rPr>
            </w:pPr>
          </w:p>
          <w:p w14:paraId="6428B552" w14:textId="77777777" w:rsidR="00EA0A11" w:rsidRDefault="00EA0A11" w:rsidP="00006D97">
            <w:pPr>
              <w:keepNext/>
              <w:keepLines/>
              <w:rPr>
                <w:color w:val="000000"/>
                <w:u w:val="single"/>
              </w:rPr>
            </w:pPr>
          </w:p>
          <w:p w14:paraId="08C0EF0C" w14:textId="77777777" w:rsidR="00EA0A11" w:rsidRDefault="00EA0A11" w:rsidP="00006D97">
            <w:pPr>
              <w:keepNext/>
              <w:keepLines/>
              <w:rPr>
                <w:color w:val="000000"/>
                <w:u w:val="single"/>
              </w:rPr>
            </w:pPr>
          </w:p>
          <w:p w14:paraId="6C9F542E" w14:textId="77777777" w:rsidR="00EA0A11" w:rsidRDefault="00EA0A11" w:rsidP="00006D97">
            <w:pPr>
              <w:keepNext/>
              <w:keepLines/>
              <w:rPr>
                <w:color w:val="000000"/>
                <w:u w:val="single"/>
              </w:rPr>
            </w:pPr>
          </w:p>
          <w:p w14:paraId="376D6B16" w14:textId="77777777" w:rsidR="00EA0A11" w:rsidRDefault="00EA0A11" w:rsidP="00006D97">
            <w:pPr>
              <w:keepNext/>
              <w:keepLines/>
              <w:rPr>
                <w:color w:val="000000"/>
                <w:u w:val="single"/>
              </w:rPr>
            </w:pPr>
          </w:p>
          <w:p w14:paraId="7BB206ED" w14:textId="77777777" w:rsidR="00EA0A11" w:rsidRDefault="00EA0A11" w:rsidP="00006D97">
            <w:pPr>
              <w:keepNext/>
              <w:keepLines/>
              <w:rPr>
                <w:color w:val="000000"/>
                <w:u w:val="single"/>
              </w:rPr>
            </w:pPr>
          </w:p>
          <w:p w14:paraId="77C0AD6D" w14:textId="77777777" w:rsidR="00EA0A11" w:rsidRDefault="00EA0A11" w:rsidP="00006D97">
            <w:pPr>
              <w:keepNext/>
              <w:keepLines/>
              <w:rPr>
                <w:color w:val="000000"/>
                <w:u w:val="single"/>
              </w:rPr>
            </w:pPr>
          </w:p>
          <w:p w14:paraId="35CA2E34" w14:textId="77777777" w:rsidR="00EA0A11" w:rsidRDefault="00EA0A11" w:rsidP="00006D97">
            <w:pPr>
              <w:keepNext/>
              <w:keepLines/>
              <w:rPr>
                <w:color w:val="000000"/>
                <w:u w:val="single"/>
              </w:rPr>
            </w:pPr>
          </w:p>
          <w:p w14:paraId="285B4141" w14:textId="77777777" w:rsidR="00EA0A11" w:rsidRDefault="00EA0A11" w:rsidP="00006D97">
            <w:pPr>
              <w:keepNext/>
              <w:keepLines/>
              <w:rPr>
                <w:color w:val="000000"/>
                <w:u w:val="single"/>
              </w:rPr>
            </w:pPr>
          </w:p>
          <w:p w14:paraId="4FE33593" w14:textId="77777777" w:rsidR="00EA0A11" w:rsidRDefault="00EA0A11" w:rsidP="00006D97">
            <w:pPr>
              <w:keepNext/>
              <w:keepLines/>
              <w:rPr>
                <w:color w:val="000000"/>
                <w:u w:val="single"/>
              </w:rPr>
            </w:pPr>
          </w:p>
          <w:p w14:paraId="5A8B35DF" w14:textId="77777777" w:rsidR="00EA0A11" w:rsidRDefault="00EA0A11" w:rsidP="00006D97">
            <w:pPr>
              <w:keepNext/>
              <w:keepLines/>
              <w:rPr>
                <w:color w:val="000000"/>
                <w:u w:val="single"/>
              </w:rPr>
            </w:pPr>
          </w:p>
          <w:p w14:paraId="299E9450" w14:textId="77777777" w:rsidR="00EA0A11" w:rsidRDefault="00EA0A11" w:rsidP="00006D97">
            <w:pPr>
              <w:keepNext/>
              <w:keepLines/>
              <w:rPr>
                <w:color w:val="000000"/>
                <w:u w:val="single"/>
              </w:rPr>
            </w:pPr>
          </w:p>
          <w:p w14:paraId="43AC94E8" w14:textId="77777777" w:rsidR="00EA0A11" w:rsidRDefault="00EA0A11" w:rsidP="00006D97">
            <w:pPr>
              <w:keepNext/>
              <w:keepLines/>
              <w:rPr>
                <w:color w:val="000000"/>
                <w:u w:val="single"/>
              </w:rPr>
            </w:pPr>
          </w:p>
          <w:p w14:paraId="4ED96BEF" w14:textId="77777777" w:rsidR="00EA0A11" w:rsidRDefault="00EA0A11" w:rsidP="00006D97">
            <w:pPr>
              <w:keepNext/>
              <w:keepLines/>
              <w:rPr>
                <w:color w:val="000000"/>
                <w:u w:val="single"/>
              </w:rPr>
            </w:pPr>
          </w:p>
          <w:p w14:paraId="060E9FFF" w14:textId="77777777" w:rsidR="00EA0A11" w:rsidRDefault="00EA0A11" w:rsidP="00006D97">
            <w:pPr>
              <w:keepNext/>
              <w:keepLines/>
              <w:rPr>
                <w:color w:val="000000"/>
                <w:u w:val="single"/>
              </w:rPr>
            </w:pPr>
          </w:p>
          <w:p w14:paraId="7A1CA9E3" w14:textId="77777777" w:rsidR="00EA0A11" w:rsidRDefault="00EA0A11" w:rsidP="00006D97">
            <w:pPr>
              <w:keepNext/>
              <w:keepLines/>
              <w:rPr>
                <w:color w:val="000000"/>
                <w:u w:val="single"/>
              </w:rPr>
            </w:pPr>
          </w:p>
          <w:p w14:paraId="38AE68C5" w14:textId="77777777" w:rsidR="00EA0A11" w:rsidRDefault="00EA0A11" w:rsidP="00006D97">
            <w:pPr>
              <w:keepNext/>
              <w:keepLines/>
              <w:rPr>
                <w:color w:val="000000"/>
                <w:u w:val="single"/>
              </w:rPr>
            </w:pPr>
          </w:p>
          <w:p w14:paraId="15F6186C" w14:textId="77777777" w:rsidR="00EA0A11" w:rsidRDefault="00EA0A11" w:rsidP="00006D97">
            <w:pPr>
              <w:keepNext/>
              <w:keepLines/>
              <w:rPr>
                <w:color w:val="000000"/>
                <w:u w:val="single"/>
              </w:rPr>
            </w:pPr>
          </w:p>
          <w:p w14:paraId="1D13AC52" w14:textId="77777777" w:rsidR="00EA0A11" w:rsidRDefault="00EA0A11" w:rsidP="00006D97">
            <w:pPr>
              <w:keepNext/>
              <w:keepLines/>
              <w:rPr>
                <w:color w:val="000000"/>
                <w:u w:val="single"/>
              </w:rPr>
            </w:pPr>
          </w:p>
          <w:p w14:paraId="16C68B66" w14:textId="77777777" w:rsidR="00EA0A11" w:rsidRDefault="00EA0A11" w:rsidP="00006D97">
            <w:pPr>
              <w:keepNext/>
              <w:keepLines/>
              <w:rPr>
                <w:color w:val="000000"/>
                <w:u w:val="single"/>
              </w:rPr>
            </w:pPr>
          </w:p>
          <w:p w14:paraId="59DE9814" w14:textId="77777777" w:rsidR="00EA0A11" w:rsidRDefault="00EA0A11" w:rsidP="00006D97">
            <w:pPr>
              <w:keepNext/>
              <w:keepLines/>
              <w:rPr>
                <w:color w:val="000000"/>
                <w:u w:val="single"/>
              </w:rPr>
            </w:pPr>
          </w:p>
          <w:p w14:paraId="4B7D10CE" w14:textId="77777777" w:rsidR="00EA0A11" w:rsidRDefault="00EA0A11" w:rsidP="00006D97">
            <w:pPr>
              <w:keepNext/>
              <w:keepLines/>
              <w:rPr>
                <w:color w:val="000000"/>
                <w:u w:val="single"/>
              </w:rPr>
            </w:pPr>
          </w:p>
          <w:p w14:paraId="17FA8B00" w14:textId="77777777" w:rsidR="00EA0A11" w:rsidRDefault="00EA0A11" w:rsidP="00006D97">
            <w:pPr>
              <w:keepNext/>
              <w:keepLines/>
              <w:rPr>
                <w:color w:val="000000"/>
                <w:u w:val="single"/>
              </w:rPr>
            </w:pPr>
          </w:p>
          <w:p w14:paraId="01B34284" w14:textId="77777777" w:rsidR="00EA0A11" w:rsidRDefault="00EA0A11" w:rsidP="00006D97">
            <w:pPr>
              <w:keepNext/>
              <w:keepLines/>
              <w:rPr>
                <w:color w:val="000000"/>
                <w:u w:val="single"/>
              </w:rPr>
            </w:pPr>
          </w:p>
          <w:p w14:paraId="550B6851" w14:textId="77777777" w:rsidR="00EA0A11" w:rsidRDefault="00EA0A11" w:rsidP="00006D97">
            <w:pPr>
              <w:keepNext/>
              <w:keepLines/>
              <w:rPr>
                <w:color w:val="000000"/>
                <w:u w:val="single"/>
              </w:rPr>
            </w:pPr>
          </w:p>
          <w:p w14:paraId="31ADC545" w14:textId="77777777" w:rsidR="00EA0A11" w:rsidRDefault="00EA0A11" w:rsidP="00006D97">
            <w:pPr>
              <w:keepNext/>
              <w:keepLines/>
              <w:rPr>
                <w:color w:val="000000"/>
              </w:rPr>
            </w:pPr>
          </w:p>
          <w:p w14:paraId="7275AA60" w14:textId="77777777" w:rsidR="00627080" w:rsidRPr="00065BD6" w:rsidRDefault="00627080" w:rsidP="00627080">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6" w:history="1">
              <w:r w:rsidRPr="00C60398">
                <w:rPr>
                  <w:rStyle w:val="Hyperlink"/>
                  <w:i/>
                </w:rPr>
                <w:t>http://scme-nm.org</w:t>
              </w:r>
            </w:hyperlink>
            <w:r>
              <w:rPr>
                <w:i/>
              </w:rPr>
              <w:t xml:space="preserve">). </w:t>
            </w:r>
          </w:p>
          <w:p w14:paraId="27161B90" w14:textId="77777777" w:rsidR="008852B6" w:rsidRPr="00B11D9D" w:rsidRDefault="008852B6" w:rsidP="00006D97">
            <w:pPr>
              <w:keepNext/>
              <w:keepLines/>
              <w:rPr>
                <w:i/>
                <w:color w:val="000000"/>
              </w:rPr>
            </w:pPr>
          </w:p>
        </w:tc>
      </w:tr>
      <w:bookmarkEnd w:id="7"/>
    </w:tbl>
    <w:p w14:paraId="3894E577" w14:textId="77777777" w:rsidR="00DF739F" w:rsidRDefault="00DF739F" w:rsidP="00A43603">
      <w:pPr>
        <w:widowControl/>
        <w:adjustRightInd/>
        <w:textAlignment w:val="auto"/>
      </w:pPr>
    </w:p>
    <w:sectPr w:rsidR="00DF739F" w:rsidSect="005C0479">
      <w:headerReference w:type="default" r:id="rId17"/>
      <w:type w:val="continuous"/>
      <w:pgSz w:w="12240" w:h="15840"/>
      <w:pgMar w:top="900" w:right="720" w:bottom="1440" w:left="72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B5A9A" w14:textId="77777777" w:rsidR="00241EFB" w:rsidRDefault="00241EFB">
      <w:r>
        <w:separator/>
      </w:r>
    </w:p>
  </w:endnote>
  <w:endnote w:type="continuationSeparator" w:id="0">
    <w:p w14:paraId="09F4B2D9" w14:textId="77777777" w:rsidR="00241EFB" w:rsidRDefault="0024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4BAA2" w14:textId="77777777" w:rsidR="00D71982" w:rsidRDefault="00D71982">
    <w:pPr>
      <w:pStyle w:val="Footer"/>
    </w:pPr>
  </w:p>
  <w:p w14:paraId="6468B41D" w14:textId="77777777" w:rsidR="00D71982" w:rsidRDefault="00D71982" w:rsidP="00EC6A39">
    <w:pPr>
      <w:pStyle w:val="Footer"/>
      <w:jc w:val="right"/>
    </w:pPr>
    <w:r>
      <w:rPr>
        <w:noProof/>
      </w:rPr>
      <w:drawing>
        <wp:inline distT="0" distB="0" distL="0" distR="0" wp14:anchorId="621751A7" wp14:editId="33A45D3E">
          <wp:extent cx="942975" cy="295275"/>
          <wp:effectExtent l="19050" t="0" r="9525"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E62C4" w14:textId="77777777" w:rsidR="00D71982" w:rsidRPr="004F7F67" w:rsidRDefault="00D71982"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4F7F67">
      <w:rPr>
        <w:i/>
        <w:sz w:val="22"/>
      </w:rPr>
      <w:tab/>
    </w:r>
    <w:r w:rsidR="004F7F67">
      <w:rPr>
        <w:i/>
        <w:sz w:val="22"/>
      </w:rPr>
      <w:tab/>
    </w:r>
    <w:r w:rsidR="004F7F67" w:rsidRPr="004B6382">
      <w:rPr>
        <w:b/>
        <w:i/>
        <w:sz w:val="22"/>
      </w:rPr>
      <w:t xml:space="preserve">Page </w:t>
    </w:r>
    <w:r w:rsidR="00594601" w:rsidRPr="004B6382">
      <w:rPr>
        <w:b/>
        <w:i/>
        <w:sz w:val="22"/>
      </w:rPr>
      <w:fldChar w:fldCharType="begin"/>
    </w:r>
    <w:r w:rsidR="004F7F67" w:rsidRPr="004B6382">
      <w:rPr>
        <w:b/>
        <w:i/>
        <w:sz w:val="22"/>
      </w:rPr>
      <w:instrText xml:space="preserve"> PAGE </w:instrText>
    </w:r>
    <w:r w:rsidR="00594601" w:rsidRPr="004B6382">
      <w:rPr>
        <w:b/>
        <w:i/>
        <w:sz w:val="22"/>
      </w:rPr>
      <w:fldChar w:fldCharType="separate"/>
    </w:r>
    <w:r w:rsidR="00EF752A">
      <w:rPr>
        <w:b/>
        <w:i/>
        <w:noProof/>
        <w:sz w:val="22"/>
      </w:rPr>
      <w:t>1</w:t>
    </w:r>
    <w:r w:rsidR="00594601" w:rsidRPr="004B6382">
      <w:rPr>
        <w:b/>
        <w:i/>
        <w:sz w:val="22"/>
      </w:rPr>
      <w:fldChar w:fldCharType="end"/>
    </w:r>
    <w:r w:rsidR="004F7F67" w:rsidRPr="004B6382">
      <w:rPr>
        <w:b/>
        <w:i/>
        <w:sz w:val="22"/>
      </w:rPr>
      <w:t xml:space="preserve"> of </w:t>
    </w:r>
    <w:r w:rsidR="00594601" w:rsidRPr="004B6382">
      <w:rPr>
        <w:b/>
        <w:i/>
        <w:sz w:val="22"/>
      </w:rPr>
      <w:fldChar w:fldCharType="begin"/>
    </w:r>
    <w:r w:rsidR="004F7F67" w:rsidRPr="004B6382">
      <w:rPr>
        <w:b/>
        <w:i/>
        <w:sz w:val="22"/>
      </w:rPr>
      <w:instrText xml:space="preserve"> NUMPAGES </w:instrText>
    </w:r>
    <w:r w:rsidR="00594601" w:rsidRPr="004B6382">
      <w:rPr>
        <w:b/>
        <w:i/>
        <w:sz w:val="22"/>
      </w:rPr>
      <w:fldChar w:fldCharType="separate"/>
    </w:r>
    <w:r w:rsidR="00EF752A">
      <w:rPr>
        <w:b/>
        <w:i/>
        <w:noProof/>
        <w:sz w:val="22"/>
      </w:rPr>
      <w:t>6</w:t>
    </w:r>
    <w:r w:rsidR="00594601" w:rsidRPr="004B6382">
      <w:rPr>
        <w:b/>
        <w:i/>
        <w:sz w:val="22"/>
      </w:rPr>
      <w:fldChar w:fldCharType="end"/>
    </w:r>
  </w:p>
  <w:p w14:paraId="6A5FF4E8" w14:textId="77777777" w:rsidR="00D71982" w:rsidRPr="00576FCB" w:rsidRDefault="00594601"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D71982" w:rsidRPr="004B6382">
      <w:rPr>
        <w:i/>
        <w:sz w:val="22"/>
      </w:rPr>
      <w:instrText xml:space="preserve"> FILENAME </w:instrText>
    </w:r>
    <w:r w:rsidRPr="004B6382">
      <w:rPr>
        <w:i/>
        <w:sz w:val="22"/>
      </w:rPr>
      <w:fldChar w:fldCharType="separate"/>
    </w:r>
    <w:r w:rsidR="00EF752A">
      <w:rPr>
        <w:i/>
        <w:noProof/>
        <w:sz w:val="22"/>
      </w:rPr>
      <w:t>Fab_Etch_AC00_PG_April2017.docx</w:t>
    </w:r>
    <w:r w:rsidRPr="004B6382">
      <w:rPr>
        <w:i/>
        <w:sz w:val="22"/>
      </w:rPr>
      <w:fldChar w:fldCharType="end"/>
    </w:r>
    <w:r w:rsidR="00D71982" w:rsidRPr="004B6382">
      <w:rPr>
        <w:i/>
        <w:sz w:val="22"/>
      </w:rPr>
      <w:tab/>
    </w:r>
    <w:r w:rsidR="00D71982" w:rsidRPr="004B6382">
      <w:rPr>
        <w:b/>
        <w:i/>
        <w:sz w:val="22"/>
      </w:rPr>
      <w:tab/>
    </w:r>
    <w:r w:rsidR="004F7F67">
      <w:rPr>
        <w:b/>
        <w:i/>
        <w:sz w:val="22"/>
      </w:rPr>
      <w:t>Etch Terminology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716FF" w14:textId="77777777" w:rsidR="00D71982" w:rsidRDefault="00D71982">
    <w:pPr>
      <w:pStyle w:val="Footer"/>
    </w:pPr>
  </w:p>
  <w:p w14:paraId="614A0735" w14:textId="77777777" w:rsidR="00D71982" w:rsidRDefault="00D71982"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3DF10" w14:textId="77777777" w:rsidR="00241EFB" w:rsidRDefault="00241EFB">
      <w:r>
        <w:separator/>
      </w:r>
    </w:p>
  </w:footnote>
  <w:footnote w:type="continuationSeparator" w:id="0">
    <w:p w14:paraId="161D33E6" w14:textId="77777777" w:rsidR="00241EFB" w:rsidRDefault="00241E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9F213" w14:textId="77777777" w:rsidR="00D71982" w:rsidRDefault="00D71982" w:rsidP="00EC6A39">
    <w:pPr>
      <w:pStyle w:val="Header"/>
      <w:jc w:val="right"/>
    </w:pPr>
    <w:r>
      <w:rPr>
        <w:noProof/>
      </w:rPr>
      <w:drawing>
        <wp:inline distT="0" distB="0" distL="0" distR="0" wp14:anchorId="33B99A2D" wp14:editId="725C82EA">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7658AE1F" w14:textId="77777777" w:rsidR="00D71982" w:rsidRDefault="00D7198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B35F5" w14:textId="77777777" w:rsidR="00D71982" w:rsidRDefault="00D71982" w:rsidP="00EC6A39">
    <w:pPr>
      <w:pStyle w:val="Header"/>
      <w:jc w:val="right"/>
    </w:pPr>
  </w:p>
  <w:p w14:paraId="7E01F881" w14:textId="77777777" w:rsidR="00D71982" w:rsidRDefault="00D7198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1DD45" w14:textId="77777777" w:rsidR="00D71982" w:rsidRDefault="00D7198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14CE"/>
    <w:multiLevelType w:val="hybridMultilevel"/>
    <w:tmpl w:val="B95C8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B1353B3"/>
    <w:multiLevelType w:val="hybridMultilevel"/>
    <w:tmpl w:val="6AC20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E65E87"/>
    <w:multiLevelType w:val="hybridMultilevel"/>
    <w:tmpl w:val="73480B2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6250D8"/>
    <w:multiLevelType w:val="hybridMultilevel"/>
    <w:tmpl w:val="472E3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A622C8"/>
    <w:multiLevelType w:val="hybridMultilevel"/>
    <w:tmpl w:val="8B96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1311CE"/>
    <w:multiLevelType w:val="hybridMultilevel"/>
    <w:tmpl w:val="97984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5DFB2DA9"/>
    <w:multiLevelType w:val="hybridMultilevel"/>
    <w:tmpl w:val="CA24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2">
    <w:nsid w:val="668C6355"/>
    <w:multiLevelType w:val="hybridMultilevel"/>
    <w:tmpl w:val="0526BB28"/>
    <w:lvl w:ilvl="0" w:tplc="613E01EC">
      <w:start w:val="1"/>
      <w:numFmt w:val="decimal"/>
      <w:lvlText w:val="%1."/>
      <w:lvlJc w:val="left"/>
      <w:pPr>
        <w:tabs>
          <w:tab w:val="num" w:pos="720"/>
        </w:tabs>
        <w:ind w:left="720" w:hanging="360"/>
      </w:pPr>
    </w:lvl>
    <w:lvl w:ilvl="1" w:tplc="0B18F3DE">
      <w:start w:val="1"/>
      <w:numFmt w:val="decimal"/>
      <w:lvlText w:val="%2."/>
      <w:lvlJc w:val="left"/>
      <w:pPr>
        <w:tabs>
          <w:tab w:val="num" w:pos="1440"/>
        </w:tabs>
        <w:ind w:left="1440" w:hanging="360"/>
      </w:pPr>
    </w:lvl>
    <w:lvl w:ilvl="2" w:tplc="5652EB68">
      <w:start w:val="1"/>
      <w:numFmt w:val="decimal"/>
      <w:lvlText w:val="%3."/>
      <w:lvlJc w:val="left"/>
      <w:pPr>
        <w:tabs>
          <w:tab w:val="num" w:pos="2160"/>
        </w:tabs>
        <w:ind w:left="2160" w:hanging="360"/>
      </w:pPr>
    </w:lvl>
    <w:lvl w:ilvl="3" w:tplc="9B965A06" w:tentative="1">
      <w:start w:val="1"/>
      <w:numFmt w:val="decimal"/>
      <w:lvlText w:val="%4."/>
      <w:lvlJc w:val="left"/>
      <w:pPr>
        <w:tabs>
          <w:tab w:val="num" w:pos="2880"/>
        </w:tabs>
        <w:ind w:left="2880" w:hanging="360"/>
      </w:pPr>
    </w:lvl>
    <w:lvl w:ilvl="4" w:tplc="0772F794" w:tentative="1">
      <w:start w:val="1"/>
      <w:numFmt w:val="decimal"/>
      <w:lvlText w:val="%5."/>
      <w:lvlJc w:val="left"/>
      <w:pPr>
        <w:tabs>
          <w:tab w:val="num" w:pos="3600"/>
        </w:tabs>
        <w:ind w:left="3600" w:hanging="360"/>
      </w:pPr>
    </w:lvl>
    <w:lvl w:ilvl="5" w:tplc="AF9205DA" w:tentative="1">
      <w:start w:val="1"/>
      <w:numFmt w:val="decimal"/>
      <w:lvlText w:val="%6."/>
      <w:lvlJc w:val="left"/>
      <w:pPr>
        <w:tabs>
          <w:tab w:val="num" w:pos="4320"/>
        </w:tabs>
        <w:ind w:left="4320" w:hanging="360"/>
      </w:pPr>
    </w:lvl>
    <w:lvl w:ilvl="6" w:tplc="DBAE3620" w:tentative="1">
      <w:start w:val="1"/>
      <w:numFmt w:val="decimal"/>
      <w:lvlText w:val="%7."/>
      <w:lvlJc w:val="left"/>
      <w:pPr>
        <w:tabs>
          <w:tab w:val="num" w:pos="5040"/>
        </w:tabs>
        <w:ind w:left="5040" w:hanging="360"/>
      </w:pPr>
    </w:lvl>
    <w:lvl w:ilvl="7" w:tplc="C868B02A" w:tentative="1">
      <w:start w:val="1"/>
      <w:numFmt w:val="decimal"/>
      <w:lvlText w:val="%8."/>
      <w:lvlJc w:val="left"/>
      <w:pPr>
        <w:tabs>
          <w:tab w:val="num" w:pos="5760"/>
        </w:tabs>
        <w:ind w:left="5760" w:hanging="360"/>
      </w:pPr>
    </w:lvl>
    <w:lvl w:ilvl="8" w:tplc="BE00C11C" w:tentative="1">
      <w:start w:val="1"/>
      <w:numFmt w:val="decimal"/>
      <w:lvlText w:val="%9."/>
      <w:lvlJc w:val="left"/>
      <w:pPr>
        <w:tabs>
          <w:tab w:val="num" w:pos="6480"/>
        </w:tabs>
        <w:ind w:left="6480" w:hanging="360"/>
      </w:pPr>
    </w:lvl>
  </w:abstractNum>
  <w:abstractNum w:abstractNumId="23">
    <w:nsid w:val="66F35085"/>
    <w:multiLevelType w:val="hybridMultilevel"/>
    <w:tmpl w:val="A89CE17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A8C170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18"/>
  </w:num>
  <w:num w:numId="2">
    <w:abstractNumId w:val="8"/>
  </w:num>
  <w:num w:numId="3">
    <w:abstractNumId w:val="19"/>
  </w:num>
  <w:num w:numId="4">
    <w:abstractNumId w:val="12"/>
  </w:num>
  <w:num w:numId="5">
    <w:abstractNumId w:val="3"/>
  </w:num>
  <w:num w:numId="6">
    <w:abstractNumId w:val="26"/>
  </w:num>
  <w:num w:numId="7">
    <w:abstractNumId w:val="21"/>
  </w:num>
  <w:num w:numId="8">
    <w:abstractNumId w:val="1"/>
  </w:num>
  <w:num w:numId="9">
    <w:abstractNumId w:val="25"/>
  </w:num>
  <w:num w:numId="10">
    <w:abstractNumId w:val="2"/>
  </w:num>
  <w:num w:numId="11">
    <w:abstractNumId w:val="15"/>
  </w:num>
  <w:num w:numId="12">
    <w:abstractNumId w:val="13"/>
  </w:num>
  <w:num w:numId="13">
    <w:abstractNumId w:val="24"/>
  </w:num>
  <w:num w:numId="14">
    <w:abstractNumId w:val="9"/>
  </w:num>
  <w:num w:numId="15">
    <w:abstractNumId w:val="20"/>
  </w:num>
  <w:num w:numId="16">
    <w:abstractNumId w:val="10"/>
  </w:num>
  <w:num w:numId="17">
    <w:abstractNumId w:val="6"/>
  </w:num>
  <w:num w:numId="18">
    <w:abstractNumId w:val="11"/>
  </w:num>
  <w:num w:numId="19">
    <w:abstractNumId w:val="14"/>
  </w:num>
  <w:num w:numId="20">
    <w:abstractNumId w:val="16"/>
  </w:num>
  <w:num w:numId="21">
    <w:abstractNumId w:val="22"/>
  </w:num>
  <w:num w:numId="22">
    <w:abstractNumId w:val="27"/>
  </w:num>
  <w:num w:numId="23">
    <w:abstractNumId w:val="17"/>
  </w:num>
  <w:num w:numId="24">
    <w:abstractNumId w:val="0"/>
  </w:num>
  <w:num w:numId="25">
    <w:abstractNumId w:val="7"/>
  </w:num>
  <w:num w:numId="26">
    <w:abstractNumId w:val="23"/>
  </w:num>
  <w:num w:numId="27">
    <w:abstractNumId w:val="5"/>
  </w:num>
  <w:num w:numId="2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429A"/>
    <w:rsid w:val="00030DCF"/>
    <w:rsid w:val="0003168E"/>
    <w:rsid w:val="000318E8"/>
    <w:rsid w:val="00036332"/>
    <w:rsid w:val="00040D75"/>
    <w:rsid w:val="00040DD6"/>
    <w:rsid w:val="00050422"/>
    <w:rsid w:val="00050DB9"/>
    <w:rsid w:val="000519F8"/>
    <w:rsid w:val="0005565C"/>
    <w:rsid w:val="00073981"/>
    <w:rsid w:val="0008241A"/>
    <w:rsid w:val="00097CC8"/>
    <w:rsid w:val="000B1369"/>
    <w:rsid w:val="000B6F9D"/>
    <w:rsid w:val="000C04B3"/>
    <w:rsid w:val="000C219A"/>
    <w:rsid w:val="000C4088"/>
    <w:rsid w:val="000D0553"/>
    <w:rsid w:val="000E03B2"/>
    <w:rsid w:val="000F1F79"/>
    <w:rsid w:val="00101042"/>
    <w:rsid w:val="00111E39"/>
    <w:rsid w:val="001131A8"/>
    <w:rsid w:val="0012192B"/>
    <w:rsid w:val="00131F84"/>
    <w:rsid w:val="0014607B"/>
    <w:rsid w:val="00150563"/>
    <w:rsid w:val="00152246"/>
    <w:rsid w:val="00155C96"/>
    <w:rsid w:val="00156950"/>
    <w:rsid w:val="00172A45"/>
    <w:rsid w:val="00172E99"/>
    <w:rsid w:val="0018700D"/>
    <w:rsid w:val="00190D4B"/>
    <w:rsid w:val="00192A56"/>
    <w:rsid w:val="001A6325"/>
    <w:rsid w:val="001A7425"/>
    <w:rsid w:val="001B2924"/>
    <w:rsid w:val="001B5636"/>
    <w:rsid w:val="001C40C1"/>
    <w:rsid w:val="001C5F3E"/>
    <w:rsid w:val="001E4765"/>
    <w:rsid w:val="001F5DA6"/>
    <w:rsid w:val="0021121E"/>
    <w:rsid w:val="00230941"/>
    <w:rsid w:val="00241EFB"/>
    <w:rsid w:val="0025190E"/>
    <w:rsid w:val="00256EC3"/>
    <w:rsid w:val="00260895"/>
    <w:rsid w:val="00285407"/>
    <w:rsid w:val="002A1736"/>
    <w:rsid w:val="002B64EE"/>
    <w:rsid w:val="002C6FBB"/>
    <w:rsid w:val="002E21F6"/>
    <w:rsid w:val="002F7867"/>
    <w:rsid w:val="0030551A"/>
    <w:rsid w:val="003126E5"/>
    <w:rsid w:val="003531C6"/>
    <w:rsid w:val="00355290"/>
    <w:rsid w:val="00367AD4"/>
    <w:rsid w:val="0037139B"/>
    <w:rsid w:val="00387E57"/>
    <w:rsid w:val="00395185"/>
    <w:rsid w:val="00396F78"/>
    <w:rsid w:val="003A0197"/>
    <w:rsid w:val="003A23E4"/>
    <w:rsid w:val="003A52A8"/>
    <w:rsid w:val="003A5B8A"/>
    <w:rsid w:val="003A77BF"/>
    <w:rsid w:val="003D7744"/>
    <w:rsid w:val="003E3BB8"/>
    <w:rsid w:val="003E3F69"/>
    <w:rsid w:val="003F1AA1"/>
    <w:rsid w:val="00400481"/>
    <w:rsid w:val="00401B67"/>
    <w:rsid w:val="004029EA"/>
    <w:rsid w:val="00412ED5"/>
    <w:rsid w:val="00434AE3"/>
    <w:rsid w:val="0043567D"/>
    <w:rsid w:val="00437033"/>
    <w:rsid w:val="00437E12"/>
    <w:rsid w:val="00441515"/>
    <w:rsid w:val="00446DCC"/>
    <w:rsid w:val="00456E84"/>
    <w:rsid w:val="0046023B"/>
    <w:rsid w:val="00476BBB"/>
    <w:rsid w:val="004A53EA"/>
    <w:rsid w:val="004A55B0"/>
    <w:rsid w:val="004C5E5B"/>
    <w:rsid w:val="004E43AF"/>
    <w:rsid w:val="004E489A"/>
    <w:rsid w:val="004E5837"/>
    <w:rsid w:val="004E6423"/>
    <w:rsid w:val="004F7F67"/>
    <w:rsid w:val="00516623"/>
    <w:rsid w:val="00522FC7"/>
    <w:rsid w:val="00525AEF"/>
    <w:rsid w:val="00526947"/>
    <w:rsid w:val="00530481"/>
    <w:rsid w:val="0053254F"/>
    <w:rsid w:val="00535AF6"/>
    <w:rsid w:val="005460FD"/>
    <w:rsid w:val="00570EC5"/>
    <w:rsid w:val="0057157F"/>
    <w:rsid w:val="00576FCB"/>
    <w:rsid w:val="00594601"/>
    <w:rsid w:val="005A0723"/>
    <w:rsid w:val="005A75DA"/>
    <w:rsid w:val="005B2BEF"/>
    <w:rsid w:val="005B617D"/>
    <w:rsid w:val="005C0479"/>
    <w:rsid w:val="005C593C"/>
    <w:rsid w:val="005D0DFB"/>
    <w:rsid w:val="005D25E4"/>
    <w:rsid w:val="005D7E9F"/>
    <w:rsid w:val="005E0B74"/>
    <w:rsid w:val="005F0D7E"/>
    <w:rsid w:val="005F20DF"/>
    <w:rsid w:val="005F2B0F"/>
    <w:rsid w:val="005F2F42"/>
    <w:rsid w:val="00610841"/>
    <w:rsid w:val="00611F3C"/>
    <w:rsid w:val="00613AD9"/>
    <w:rsid w:val="006156DA"/>
    <w:rsid w:val="0062015A"/>
    <w:rsid w:val="006217F2"/>
    <w:rsid w:val="00625197"/>
    <w:rsid w:val="00627080"/>
    <w:rsid w:val="00633D95"/>
    <w:rsid w:val="006343D4"/>
    <w:rsid w:val="0064588E"/>
    <w:rsid w:val="00652C0A"/>
    <w:rsid w:val="0065545C"/>
    <w:rsid w:val="006554E7"/>
    <w:rsid w:val="00665B07"/>
    <w:rsid w:val="00675BBA"/>
    <w:rsid w:val="00685714"/>
    <w:rsid w:val="00686AC5"/>
    <w:rsid w:val="00686BC0"/>
    <w:rsid w:val="006922A2"/>
    <w:rsid w:val="00695696"/>
    <w:rsid w:val="006A055B"/>
    <w:rsid w:val="006F0C56"/>
    <w:rsid w:val="006F6EBB"/>
    <w:rsid w:val="006F7FA9"/>
    <w:rsid w:val="007113A2"/>
    <w:rsid w:val="00713E24"/>
    <w:rsid w:val="00716D82"/>
    <w:rsid w:val="007247B2"/>
    <w:rsid w:val="00727F61"/>
    <w:rsid w:val="007445E1"/>
    <w:rsid w:val="00747E01"/>
    <w:rsid w:val="00754242"/>
    <w:rsid w:val="0076721C"/>
    <w:rsid w:val="00772CCA"/>
    <w:rsid w:val="007914DB"/>
    <w:rsid w:val="007B7BA6"/>
    <w:rsid w:val="007E7BFA"/>
    <w:rsid w:val="00810584"/>
    <w:rsid w:val="008110B4"/>
    <w:rsid w:val="008255F8"/>
    <w:rsid w:val="00847BB1"/>
    <w:rsid w:val="00852C21"/>
    <w:rsid w:val="00857197"/>
    <w:rsid w:val="008630CB"/>
    <w:rsid w:val="0087255F"/>
    <w:rsid w:val="00876584"/>
    <w:rsid w:val="00881286"/>
    <w:rsid w:val="008852B6"/>
    <w:rsid w:val="008B3B9D"/>
    <w:rsid w:val="008B5261"/>
    <w:rsid w:val="008C7A99"/>
    <w:rsid w:val="008D36A0"/>
    <w:rsid w:val="008E05FC"/>
    <w:rsid w:val="008F5583"/>
    <w:rsid w:val="008F6A44"/>
    <w:rsid w:val="00911D63"/>
    <w:rsid w:val="00927183"/>
    <w:rsid w:val="00930996"/>
    <w:rsid w:val="0093397E"/>
    <w:rsid w:val="00936BB8"/>
    <w:rsid w:val="0094220F"/>
    <w:rsid w:val="00943632"/>
    <w:rsid w:val="009467AE"/>
    <w:rsid w:val="009475C1"/>
    <w:rsid w:val="00963D7C"/>
    <w:rsid w:val="00973FF2"/>
    <w:rsid w:val="009807E7"/>
    <w:rsid w:val="009844C6"/>
    <w:rsid w:val="0099785A"/>
    <w:rsid w:val="009A257F"/>
    <w:rsid w:val="009A6BE3"/>
    <w:rsid w:val="009A79C4"/>
    <w:rsid w:val="009C2ACB"/>
    <w:rsid w:val="009D0F6A"/>
    <w:rsid w:val="009D3D76"/>
    <w:rsid w:val="009E7AB6"/>
    <w:rsid w:val="009F1EA9"/>
    <w:rsid w:val="00A10CDA"/>
    <w:rsid w:val="00A17501"/>
    <w:rsid w:val="00A31583"/>
    <w:rsid w:val="00A36E4E"/>
    <w:rsid w:val="00A370A1"/>
    <w:rsid w:val="00A43603"/>
    <w:rsid w:val="00A52691"/>
    <w:rsid w:val="00A5471D"/>
    <w:rsid w:val="00A83261"/>
    <w:rsid w:val="00A90D51"/>
    <w:rsid w:val="00AB5159"/>
    <w:rsid w:val="00AD14AE"/>
    <w:rsid w:val="00B05761"/>
    <w:rsid w:val="00B11133"/>
    <w:rsid w:val="00B21217"/>
    <w:rsid w:val="00B21F98"/>
    <w:rsid w:val="00B25776"/>
    <w:rsid w:val="00B25E7F"/>
    <w:rsid w:val="00B56770"/>
    <w:rsid w:val="00B941B4"/>
    <w:rsid w:val="00B97785"/>
    <w:rsid w:val="00BA69F9"/>
    <w:rsid w:val="00BC2E76"/>
    <w:rsid w:val="00BD0D14"/>
    <w:rsid w:val="00BE2F32"/>
    <w:rsid w:val="00BE5FFD"/>
    <w:rsid w:val="00BF21D6"/>
    <w:rsid w:val="00BF4679"/>
    <w:rsid w:val="00BF4FEC"/>
    <w:rsid w:val="00BF5C1E"/>
    <w:rsid w:val="00C0703E"/>
    <w:rsid w:val="00C2326D"/>
    <w:rsid w:val="00C27E69"/>
    <w:rsid w:val="00C31830"/>
    <w:rsid w:val="00C422F5"/>
    <w:rsid w:val="00C461F7"/>
    <w:rsid w:val="00C56E4A"/>
    <w:rsid w:val="00C5790D"/>
    <w:rsid w:val="00C61365"/>
    <w:rsid w:val="00C61390"/>
    <w:rsid w:val="00C7456E"/>
    <w:rsid w:val="00C779C0"/>
    <w:rsid w:val="00C77DE8"/>
    <w:rsid w:val="00C827EB"/>
    <w:rsid w:val="00C90657"/>
    <w:rsid w:val="00C90A22"/>
    <w:rsid w:val="00CA03F1"/>
    <w:rsid w:val="00CA0F64"/>
    <w:rsid w:val="00CA2DEF"/>
    <w:rsid w:val="00CA353B"/>
    <w:rsid w:val="00CA38E0"/>
    <w:rsid w:val="00CA6ED1"/>
    <w:rsid w:val="00CB5329"/>
    <w:rsid w:val="00CC6B4B"/>
    <w:rsid w:val="00CE4AC4"/>
    <w:rsid w:val="00D11481"/>
    <w:rsid w:val="00D12D96"/>
    <w:rsid w:val="00D15029"/>
    <w:rsid w:val="00D23FD4"/>
    <w:rsid w:val="00D2750F"/>
    <w:rsid w:val="00D37938"/>
    <w:rsid w:val="00D4465B"/>
    <w:rsid w:val="00D57370"/>
    <w:rsid w:val="00D60AFD"/>
    <w:rsid w:val="00D71982"/>
    <w:rsid w:val="00D7491B"/>
    <w:rsid w:val="00D82DB5"/>
    <w:rsid w:val="00D96754"/>
    <w:rsid w:val="00DA23E5"/>
    <w:rsid w:val="00DA2C03"/>
    <w:rsid w:val="00DA5BD8"/>
    <w:rsid w:val="00DD25B4"/>
    <w:rsid w:val="00DD6253"/>
    <w:rsid w:val="00DF54BA"/>
    <w:rsid w:val="00DF739F"/>
    <w:rsid w:val="00DF7BA3"/>
    <w:rsid w:val="00E10DED"/>
    <w:rsid w:val="00E12ED3"/>
    <w:rsid w:val="00E17292"/>
    <w:rsid w:val="00E44353"/>
    <w:rsid w:val="00E54B53"/>
    <w:rsid w:val="00E55BB2"/>
    <w:rsid w:val="00E7422D"/>
    <w:rsid w:val="00EA0A11"/>
    <w:rsid w:val="00EA31C9"/>
    <w:rsid w:val="00EC364A"/>
    <w:rsid w:val="00EC58CF"/>
    <w:rsid w:val="00EC6A39"/>
    <w:rsid w:val="00EE47F6"/>
    <w:rsid w:val="00EE79BB"/>
    <w:rsid w:val="00EF752A"/>
    <w:rsid w:val="00F00CAD"/>
    <w:rsid w:val="00F03AFC"/>
    <w:rsid w:val="00F1463B"/>
    <w:rsid w:val="00F32980"/>
    <w:rsid w:val="00F473EE"/>
    <w:rsid w:val="00F630B7"/>
    <w:rsid w:val="00F65E74"/>
    <w:rsid w:val="00F72140"/>
    <w:rsid w:val="00F7215A"/>
    <w:rsid w:val="00F75BFA"/>
    <w:rsid w:val="00F77B61"/>
    <w:rsid w:val="00F91CB4"/>
    <w:rsid w:val="00FB03A0"/>
    <w:rsid w:val="00FB0C91"/>
    <w:rsid w:val="00FC4FA8"/>
    <w:rsid w:val="00FD6FFA"/>
    <w:rsid w:val="00FF594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CF3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14896">
      <w:bodyDiv w:val="1"/>
      <w:marLeft w:val="0"/>
      <w:marRight w:val="0"/>
      <w:marTop w:val="0"/>
      <w:marBottom w:val="0"/>
      <w:divBdr>
        <w:top w:val="none" w:sz="0" w:space="0" w:color="auto"/>
        <w:left w:val="none" w:sz="0" w:space="0" w:color="auto"/>
        <w:bottom w:val="none" w:sz="0" w:space="0" w:color="auto"/>
        <w:right w:val="none" w:sz="0" w:space="0" w:color="auto"/>
      </w:divBdr>
      <w:divsChild>
        <w:div w:id="146097221">
          <w:marLeft w:val="1987"/>
          <w:marRight w:val="0"/>
          <w:marTop w:val="48"/>
          <w:marBottom w:val="0"/>
          <w:divBdr>
            <w:top w:val="none" w:sz="0" w:space="0" w:color="auto"/>
            <w:left w:val="none" w:sz="0" w:space="0" w:color="auto"/>
            <w:bottom w:val="none" w:sz="0" w:space="0" w:color="auto"/>
            <w:right w:val="none" w:sz="0" w:space="0" w:color="auto"/>
          </w:divBdr>
        </w:div>
        <w:div w:id="187329027">
          <w:marLeft w:val="547"/>
          <w:marRight w:val="0"/>
          <w:marTop w:val="86"/>
          <w:marBottom w:val="0"/>
          <w:divBdr>
            <w:top w:val="none" w:sz="0" w:space="0" w:color="auto"/>
            <w:left w:val="none" w:sz="0" w:space="0" w:color="auto"/>
            <w:bottom w:val="none" w:sz="0" w:space="0" w:color="auto"/>
            <w:right w:val="none" w:sz="0" w:space="0" w:color="auto"/>
          </w:divBdr>
        </w:div>
        <w:div w:id="237791316">
          <w:marLeft w:val="1267"/>
          <w:marRight w:val="0"/>
          <w:marTop w:val="67"/>
          <w:marBottom w:val="0"/>
          <w:divBdr>
            <w:top w:val="none" w:sz="0" w:space="0" w:color="auto"/>
            <w:left w:val="none" w:sz="0" w:space="0" w:color="auto"/>
            <w:bottom w:val="none" w:sz="0" w:space="0" w:color="auto"/>
            <w:right w:val="none" w:sz="0" w:space="0" w:color="auto"/>
          </w:divBdr>
        </w:div>
        <w:div w:id="364789341">
          <w:marLeft w:val="1267"/>
          <w:marRight w:val="0"/>
          <w:marTop w:val="67"/>
          <w:marBottom w:val="0"/>
          <w:divBdr>
            <w:top w:val="none" w:sz="0" w:space="0" w:color="auto"/>
            <w:left w:val="none" w:sz="0" w:space="0" w:color="auto"/>
            <w:bottom w:val="none" w:sz="0" w:space="0" w:color="auto"/>
            <w:right w:val="none" w:sz="0" w:space="0" w:color="auto"/>
          </w:divBdr>
        </w:div>
        <w:div w:id="393938814">
          <w:marLeft w:val="1267"/>
          <w:marRight w:val="0"/>
          <w:marTop w:val="67"/>
          <w:marBottom w:val="0"/>
          <w:divBdr>
            <w:top w:val="none" w:sz="0" w:space="0" w:color="auto"/>
            <w:left w:val="none" w:sz="0" w:space="0" w:color="auto"/>
            <w:bottom w:val="none" w:sz="0" w:space="0" w:color="auto"/>
            <w:right w:val="none" w:sz="0" w:space="0" w:color="auto"/>
          </w:divBdr>
        </w:div>
        <w:div w:id="499393859">
          <w:marLeft w:val="547"/>
          <w:marRight w:val="0"/>
          <w:marTop w:val="86"/>
          <w:marBottom w:val="0"/>
          <w:divBdr>
            <w:top w:val="none" w:sz="0" w:space="0" w:color="auto"/>
            <w:left w:val="none" w:sz="0" w:space="0" w:color="auto"/>
            <w:bottom w:val="none" w:sz="0" w:space="0" w:color="auto"/>
            <w:right w:val="none" w:sz="0" w:space="0" w:color="auto"/>
          </w:divBdr>
        </w:div>
        <w:div w:id="567804992">
          <w:marLeft w:val="1267"/>
          <w:marRight w:val="0"/>
          <w:marTop w:val="67"/>
          <w:marBottom w:val="0"/>
          <w:divBdr>
            <w:top w:val="none" w:sz="0" w:space="0" w:color="auto"/>
            <w:left w:val="none" w:sz="0" w:space="0" w:color="auto"/>
            <w:bottom w:val="none" w:sz="0" w:space="0" w:color="auto"/>
            <w:right w:val="none" w:sz="0" w:space="0" w:color="auto"/>
          </w:divBdr>
        </w:div>
        <w:div w:id="700276897">
          <w:marLeft w:val="1267"/>
          <w:marRight w:val="0"/>
          <w:marTop w:val="67"/>
          <w:marBottom w:val="0"/>
          <w:divBdr>
            <w:top w:val="none" w:sz="0" w:space="0" w:color="auto"/>
            <w:left w:val="none" w:sz="0" w:space="0" w:color="auto"/>
            <w:bottom w:val="none" w:sz="0" w:space="0" w:color="auto"/>
            <w:right w:val="none" w:sz="0" w:space="0" w:color="auto"/>
          </w:divBdr>
        </w:div>
        <w:div w:id="724984073">
          <w:marLeft w:val="1987"/>
          <w:marRight w:val="0"/>
          <w:marTop w:val="48"/>
          <w:marBottom w:val="0"/>
          <w:divBdr>
            <w:top w:val="none" w:sz="0" w:space="0" w:color="auto"/>
            <w:left w:val="none" w:sz="0" w:space="0" w:color="auto"/>
            <w:bottom w:val="none" w:sz="0" w:space="0" w:color="auto"/>
            <w:right w:val="none" w:sz="0" w:space="0" w:color="auto"/>
          </w:divBdr>
        </w:div>
        <w:div w:id="931740088">
          <w:marLeft w:val="1267"/>
          <w:marRight w:val="0"/>
          <w:marTop w:val="67"/>
          <w:marBottom w:val="0"/>
          <w:divBdr>
            <w:top w:val="none" w:sz="0" w:space="0" w:color="auto"/>
            <w:left w:val="none" w:sz="0" w:space="0" w:color="auto"/>
            <w:bottom w:val="none" w:sz="0" w:space="0" w:color="auto"/>
            <w:right w:val="none" w:sz="0" w:space="0" w:color="auto"/>
          </w:divBdr>
        </w:div>
        <w:div w:id="960189743">
          <w:marLeft w:val="1987"/>
          <w:marRight w:val="0"/>
          <w:marTop w:val="48"/>
          <w:marBottom w:val="0"/>
          <w:divBdr>
            <w:top w:val="none" w:sz="0" w:space="0" w:color="auto"/>
            <w:left w:val="none" w:sz="0" w:space="0" w:color="auto"/>
            <w:bottom w:val="none" w:sz="0" w:space="0" w:color="auto"/>
            <w:right w:val="none" w:sz="0" w:space="0" w:color="auto"/>
          </w:divBdr>
        </w:div>
        <w:div w:id="1561751144">
          <w:marLeft w:val="1267"/>
          <w:marRight w:val="0"/>
          <w:marTop w:val="67"/>
          <w:marBottom w:val="0"/>
          <w:divBdr>
            <w:top w:val="none" w:sz="0" w:space="0" w:color="auto"/>
            <w:left w:val="none" w:sz="0" w:space="0" w:color="auto"/>
            <w:bottom w:val="none" w:sz="0" w:space="0" w:color="auto"/>
            <w:right w:val="none" w:sz="0" w:space="0" w:color="auto"/>
          </w:divBdr>
        </w:div>
        <w:div w:id="1832599259">
          <w:marLeft w:val="1267"/>
          <w:marRight w:val="0"/>
          <w:marTop w:val="67"/>
          <w:marBottom w:val="0"/>
          <w:divBdr>
            <w:top w:val="none" w:sz="0" w:space="0" w:color="auto"/>
            <w:left w:val="none" w:sz="0" w:space="0" w:color="auto"/>
            <w:bottom w:val="none" w:sz="0" w:space="0" w:color="auto"/>
            <w:right w:val="none" w:sz="0" w:space="0" w:color="auto"/>
          </w:divBdr>
        </w:div>
        <w:div w:id="1991015425">
          <w:marLeft w:val="547"/>
          <w:marRight w:val="0"/>
          <w:marTop w:val="86"/>
          <w:marBottom w:val="0"/>
          <w:divBdr>
            <w:top w:val="none" w:sz="0" w:space="0" w:color="auto"/>
            <w:left w:val="none" w:sz="0" w:space="0" w:color="auto"/>
            <w:bottom w:val="none" w:sz="0" w:space="0" w:color="auto"/>
            <w:right w:val="none" w:sz="0" w:space="0" w:color="auto"/>
          </w:divBdr>
        </w:div>
        <w:div w:id="2021469598">
          <w:marLeft w:val="1267"/>
          <w:marRight w:val="0"/>
          <w:marTop w:val="67"/>
          <w:marBottom w:val="0"/>
          <w:divBdr>
            <w:top w:val="none" w:sz="0" w:space="0" w:color="auto"/>
            <w:left w:val="none" w:sz="0" w:space="0" w:color="auto"/>
            <w:bottom w:val="none" w:sz="0" w:space="0" w:color="auto"/>
            <w:right w:val="none" w:sz="0" w:space="0" w:color="auto"/>
          </w:divBdr>
        </w:div>
        <w:div w:id="2046983064">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wmf"/><Relationship Id="rId15" Type="http://schemas.openxmlformats.org/officeDocument/2006/relationships/image" Target="media/image4.jpeg"/><Relationship Id="rId16" Type="http://schemas.openxmlformats.org/officeDocument/2006/relationships/hyperlink" Target="http://scme-nm.org" TargetMode="Externa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6</Pages>
  <Words>780</Words>
  <Characters>4451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5221</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1966175</vt:i4>
      </vt:variant>
      <vt:variant>
        <vt:i4>5027</vt:i4>
      </vt:variant>
      <vt:variant>
        <vt:i4>1025</vt:i4>
      </vt:variant>
      <vt:variant>
        <vt:i4>1</vt:i4>
      </vt:variant>
      <vt:variant>
        <vt:lpwstr>C:\xtProject\Fab_PrLith_PK00\graphics\Photo_Process9_22-420.jpg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2017-04-04T22:12:00Z</cp:lastPrinted>
  <dcterms:created xsi:type="dcterms:W3CDTF">2017-04-04T22:12:00Z</dcterms:created>
  <dcterms:modified xsi:type="dcterms:W3CDTF">2017-04-04T22:12:00Z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