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BDBA7" w14:textId="77777777" w:rsidR="004F5751" w:rsidRDefault="004F5751"/>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95CD235" w14:textId="77777777" w:rsidTr="00135447">
        <w:trPr>
          <w:trHeight w:hRule="exact" w:val="20"/>
        </w:trPr>
        <w:tc>
          <w:tcPr>
            <w:tcW w:w="1250" w:type="pct"/>
            <w:tcBorders>
              <w:top w:val="single" w:sz="4" w:space="0" w:color="auto"/>
              <w:bottom w:val="nil"/>
            </w:tcBorders>
          </w:tcPr>
          <w:p w14:paraId="58D66949" w14:textId="77777777" w:rsidR="006217F2" w:rsidRPr="00CA03F1" w:rsidRDefault="006217F2" w:rsidP="00D11481"/>
        </w:tc>
        <w:tc>
          <w:tcPr>
            <w:tcW w:w="1250" w:type="pct"/>
            <w:tcBorders>
              <w:top w:val="single" w:sz="4" w:space="0" w:color="auto"/>
              <w:bottom w:val="nil"/>
              <w:right w:val="single" w:sz="4" w:space="0" w:color="auto"/>
            </w:tcBorders>
          </w:tcPr>
          <w:p w14:paraId="34920AA2" w14:textId="77777777" w:rsidR="006217F2" w:rsidRDefault="006217F2" w:rsidP="00D11481"/>
        </w:tc>
        <w:tc>
          <w:tcPr>
            <w:tcW w:w="1250" w:type="pct"/>
            <w:tcBorders>
              <w:top w:val="single" w:sz="4" w:space="0" w:color="auto"/>
              <w:left w:val="single" w:sz="4" w:space="0" w:color="auto"/>
              <w:bottom w:val="nil"/>
            </w:tcBorders>
          </w:tcPr>
          <w:p w14:paraId="61AEBF04" w14:textId="77777777" w:rsidR="006217F2" w:rsidRPr="00CA03F1" w:rsidRDefault="006217F2" w:rsidP="00DF54BA"/>
        </w:tc>
        <w:tc>
          <w:tcPr>
            <w:tcW w:w="1250" w:type="pct"/>
            <w:tcBorders>
              <w:top w:val="single" w:sz="4" w:space="0" w:color="auto"/>
              <w:bottom w:val="nil"/>
            </w:tcBorders>
          </w:tcPr>
          <w:p w14:paraId="07E2F850" w14:textId="77777777" w:rsidR="006217F2" w:rsidRDefault="006217F2" w:rsidP="00DF54BA"/>
        </w:tc>
      </w:tr>
    </w:tbl>
    <w:p w14:paraId="68F8F71F" w14:textId="77777777" w:rsidR="00936413" w:rsidRPr="00D76C4F" w:rsidRDefault="00D3463A" w:rsidP="0005565C">
      <w:pPr>
        <w:jc w:val="center"/>
        <w:rPr>
          <w:b/>
          <w:sz w:val="48"/>
          <w:szCs w:val="48"/>
        </w:rPr>
      </w:pPr>
      <w:r>
        <w:rPr>
          <w:b/>
          <w:sz w:val="48"/>
          <w:szCs w:val="48"/>
        </w:rPr>
        <w:t xml:space="preserve">Photolithography Overview for </w:t>
      </w:r>
      <w:r w:rsidR="004F72B3">
        <w:rPr>
          <w:b/>
          <w:sz w:val="48"/>
          <w:szCs w:val="48"/>
        </w:rPr>
        <w:t>Microsystems</w:t>
      </w:r>
    </w:p>
    <w:p w14:paraId="322D3F1F" w14:textId="77777777" w:rsidR="0005565C" w:rsidRPr="00970D29" w:rsidRDefault="009D4824" w:rsidP="00970D29">
      <w:pPr>
        <w:jc w:val="center"/>
        <w:rPr>
          <w:b/>
          <w:sz w:val="48"/>
          <w:szCs w:val="48"/>
        </w:rPr>
      </w:pPr>
      <w:r>
        <w:rPr>
          <w:b/>
          <w:sz w:val="48"/>
          <w:szCs w:val="48"/>
        </w:rPr>
        <w:t>Knowledge Probe</w:t>
      </w:r>
    </w:p>
    <w:p w14:paraId="0CDB6075" w14:textId="2E20BD80" w:rsidR="0005565C" w:rsidRPr="001A7425" w:rsidRDefault="00AB4741" w:rsidP="0005565C">
      <w:pPr>
        <w:jc w:val="center"/>
        <w:rPr>
          <w:b/>
          <w:sz w:val="36"/>
          <w:szCs w:val="36"/>
        </w:rPr>
      </w:pPr>
      <w:r>
        <w:rPr>
          <w:b/>
          <w:sz w:val="36"/>
          <w:szCs w:val="36"/>
        </w:rPr>
        <w:t xml:space="preserve">Participant </w:t>
      </w:r>
      <w:r w:rsidR="0005565C" w:rsidRPr="001A7425">
        <w:rPr>
          <w:b/>
          <w:sz w:val="36"/>
          <w:szCs w:val="36"/>
        </w:rPr>
        <w:t>Guide</w:t>
      </w:r>
    </w:p>
    <w:p w14:paraId="571013F6" w14:textId="77777777" w:rsidR="00EC58CF" w:rsidRPr="00EC58CF" w:rsidRDefault="00EC58CF" w:rsidP="00EC58CF">
      <w:pPr>
        <w:jc w:val="center"/>
        <w:rPr>
          <w:b/>
          <w:sz w:val="48"/>
          <w:szCs w:val="48"/>
        </w:rPr>
        <w:sectPr w:rsidR="00EC58CF" w:rsidRPr="00EC58CF" w:rsidSect="008E13E9">
          <w:headerReference w:type="even" r:id="rId8"/>
          <w:footerReference w:type="even" r:id="rId9"/>
          <w:footerReference w:type="default" r:id="rId10"/>
          <w:headerReference w:type="first" r:id="rId11"/>
          <w:footerReference w:type="first" r:id="rId12"/>
          <w:pgSz w:w="12240" w:h="15840"/>
          <w:pgMar w:top="1440" w:right="720" w:bottom="1440" w:left="720" w:header="720" w:footer="792"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233282" w:rsidRPr="00233282" w14:paraId="125559CF" w14:textId="77777777" w:rsidTr="000659CF">
        <w:trPr>
          <w:cantSplit/>
          <w:trHeight w:val="143"/>
          <w:tblHeader/>
        </w:trPr>
        <w:tc>
          <w:tcPr>
            <w:tcW w:w="1125" w:type="dxa"/>
          </w:tcPr>
          <w:p w14:paraId="1EDAABB2" w14:textId="77777777" w:rsidR="00233282" w:rsidRPr="00233282" w:rsidRDefault="00233282" w:rsidP="000659CF">
            <w:pPr>
              <w:keepNext/>
              <w:keepLines/>
              <w:rPr>
                <w:color w:val="000000"/>
              </w:rPr>
            </w:pPr>
            <w:bookmarkStart w:id="0" w:name="columnheaders"/>
          </w:p>
        </w:tc>
        <w:tc>
          <w:tcPr>
            <w:tcW w:w="9905" w:type="dxa"/>
          </w:tcPr>
          <w:p w14:paraId="45F991A6" w14:textId="77777777" w:rsidR="00233282" w:rsidRPr="000659CF" w:rsidRDefault="00233282" w:rsidP="000659CF">
            <w:pPr>
              <w:keepNext/>
              <w:keepLines/>
              <w:rPr>
                <w:color w:val="000000"/>
              </w:rPr>
            </w:pPr>
          </w:p>
        </w:tc>
      </w:tr>
      <w:tr w:rsidR="00233282" w:rsidRPr="00233282" w14:paraId="3C481CC0" w14:textId="77777777" w:rsidTr="000659CF">
        <w:tc>
          <w:tcPr>
            <w:tcW w:w="1125" w:type="dxa"/>
          </w:tcPr>
          <w:p w14:paraId="47DA8718" w14:textId="77777777" w:rsidR="00233282" w:rsidRPr="00233282" w:rsidRDefault="00233282" w:rsidP="00135447">
            <w:pPr>
              <w:pStyle w:val="txtx1"/>
              <w:rPr>
                <w:sz w:val="22"/>
                <w:szCs w:val="22"/>
              </w:rPr>
            </w:pPr>
            <w:bookmarkStart w:id="1" w:name="App_CantiL_FA11_dldl161"/>
            <w:bookmarkEnd w:id="0"/>
          </w:p>
        </w:tc>
        <w:tc>
          <w:tcPr>
            <w:tcW w:w="9905" w:type="dxa"/>
          </w:tcPr>
          <w:p w14:paraId="257D82CE" w14:textId="77777777" w:rsidR="00D3463A" w:rsidRDefault="00D3463A" w:rsidP="00233282">
            <w:pPr>
              <w:keepNext/>
              <w:keepLines/>
            </w:pPr>
          </w:p>
          <w:p w14:paraId="7B92B45A" w14:textId="77777777" w:rsidR="008E13E9" w:rsidRPr="008E13E9" w:rsidRDefault="008E13E9" w:rsidP="00534791">
            <w:pPr>
              <w:keepNext/>
              <w:keepLines/>
              <w:rPr>
                <w:b/>
              </w:rPr>
            </w:pPr>
            <w:r w:rsidRPr="008E13E9">
              <w:rPr>
                <w:b/>
              </w:rPr>
              <w:t>Photolithography Overview Learning Module</w:t>
            </w:r>
          </w:p>
          <w:p w14:paraId="461DCA45" w14:textId="77777777" w:rsidR="008E13E9" w:rsidRDefault="008E13E9" w:rsidP="00534791">
            <w:pPr>
              <w:keepNext/>
              <w:keepLines/>
            </w:pPr>
          </w:p>
          <w:p w14:paraId="7FE5905B" w14:textId="77777777" w:rsidR="008E13E9" w:rsidRPr="008E13E9" w:rsidRDefault="008E13E9" w:rsidP="008E13E9">
            <w:r w:rsidRPr="008E13E9">
              <w:t>This learning module provides an overview of the most common photolithography process used in the fabrication of microelectromechanical systems (MEMS), photolithography terminology and basic concepts.  Students explore some of these concepts in the provided activities.</w:t>
            </w:r>
          </w:p>
          <w:p w14:paraId="24DFE45A" w14:textId="77777777" w:rsidR="008E13E9" w:rsidRPr="00D3463A" w:rsidRDefault="008E13E9" w:rsidP="00534791">
            <w:pPr>
              <w:keepNext/>
              <w:keepLines/>
            </w:pPr>
          </w:p>
        </w:tc>
      </w:tr>
      <w:tr w:rsidR="00534791" w:rsidRPr="00233282" w14:paraId="3866DFF0" w14:textId="77777777" w:rsidTr="000659CF">
        <w:tc>
          <w:tcPr>
            <w:tcW w:w="1125" w:type="dxa"/>
          </w:tcPr>
          <w:p w14:paraId="3583B33D" w14:textId="77777777" w:rsidR="00534791" w:rsidRPr="00233282" w:rsidRDefault="00534791" w:rsidP="00135447">
            <w:pPr>
              <w:pStyle w:val="txtx1"/>
              <w:rPr>
                <w:sz w:val="22"/>
                <w:szCs w:val="22"/>
              </w:rPr>
            </w:pPr>
          </w:p>
        </w:tc>
        <w:tc>
          <w:tcPr>
            <w:tcW w:w="9905" w:type="dxa"/>
          </w:tcPr>
          <w:p w14:paraId="187FFB90" w14:textId="77777777" w:rsidR="00534791" w:rsidRDefault="00534791" w:rsidP="00233282">
            <w:pPr>
              <w:keepNext/>
              <w:keepLines/>
            </w:pPr>
          </w:p>
          <w:p w14:paraId="00E272F9" w14:textId="77777777" w:rsidR="008E13E9" w:rsidRPr="008E13E9" w:rsidRDefault="00534791" w:rsidP="00233282">
            <w:pPr>
              <w:keepNext/>
              <w:keepLines/>
              <w:rPr>
                <w:u w:val="single"/>
              </w:rPr>
            </w:pPr>
            <w:r>
              <w:rPr>
                <w:u w:val="single"/>
              </w:rPr>
              <w:t>Objective of this Knowledge Probe (KP)</w:t>
            </w:r>
          </w:p>
          <w:p w14:paraId="0A615BA7" w14:textId="77777777" w:rsidR="00534791" w:rsidRDefault="00534791" w:rsidP="00233282">
            <w:pPr>
              <w:keepNext/>
              <w:keepLines/>
            </w:pPr>
          </w:p>
          <w:p w14:paraId="5405DB0D" w14:textId="77777777" w:rsidR="00534791" w:rsidRDefault="00534791" w:rsidP="00534791">
            <w:pPr>
              <w:keepNext/>
              <w:keepLines/>
            </w:pPr>
            <w:r>
              <w:t xml:space="preserve">The objective of this knowledge probe is to determine your current knowledge and understanding of the photolithography processes used to fabricate micro-sized devices or MEMS.  This KP should help you identify areas in which you need a better understanding and also assist the instructor in knowing what needs to be emphasized.  </w:t>
            </w:r>
          </w:p>
          <w:p w14:paraId="7FB16EB4" w14:textId="77777777" w:rsidR="00534791" w:rsidRDefault="00534791" w:rsidP="00534791">
            <w:pPr>
              <w:keepNext/>
              <w:keepLines/>
            </w:pPr>
          </w:p>
          <w:p w14:paraId="54F0E3FA" w14:textId="77777777" w:rsidR="00534791" w:rsidRPr="00534791" w:rsidRDefault="00534791" w:rsidP="00534791">
            <w:pPr>
              <w:keepNext/>
              <w:keepLines/>
            </w:pPr>
            <w:r>
              <w:t>Answer the following questions to th</w:t>
            </w:r>
            <w:r w:rsidR="008E13E9">
              <w:t>e best of your knowledge.  Do not</w:t>
            </w:r>
            <w:r>
              <w:t xml:space="preserve"> worry if you don’t know the answer.  Select the answer that you “think” is correct.</w:t>
            </w:r>
          </w:p>
        </w:tc>
      </w:tr>
    </w:tbl>
    <w:p w14:paraId="5DA9C62A" w14:textId="3796E81D" w:rsidR="000E74E0" w:rsidRDefault="000E74E0">
      <w:bookmarkStart w:id="2" w:name="App_CantiL_FA11_dldl76"/>
      <w:bookmarkEnd w:id="1"/>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590632" w:rsidRPr="00590632" w14:paraId="4E6D9626" w14:textId="77777777" w:rsidTr="00534791">
        <w:trPr>
          <w:cantSplit/>
          <w:trHeight w:val="576"/>
        </w:trPr>
        <w:tc>
          <w:tcPr>
            <w:tcW w:w="1125" w:type="dxa"/>
            <w:vAlign w:val="bottom"/>
          </w:tcPr>
          <w:p w14:paraId="55241A24" w14:textId="77777777" w:rsidR="00590632" w:rsidRPr="00B960A3" w:rsidRDefault="00590632" w:rsidP="000659CF">
            <w:pPr>
              <w:pStyle w:val="BodyText"/>
              <w:keepNext/>
              <w:keepLines/>
            </w:pPr>
          </w:p>
        </w:tc>
        <w:tc>
          <w:tcPr>
            <w:tcW w:w="9905" w:type="dxa"/>
            <w:vAlign w:val="bottom"/>
          </w:tcPr>
          <w:p w14:paraId="650BAB98" w14:textId="77777777" w:rsidR="00590632" w:rsidRDefault="00534791" w:rsidP="000659CF">
            <w:pPr>
              <w:pStyle w:val="lvl1Text"/>
              <w:rPr>
                <w:sz w:val="24"/>
                <w:szCs w:val="24"/>
              </w:rPr>
            </w:pPr>
            <w:r>
              <w:rPr>
                <w:sz w:val="24"/>
                <w:szCs w:val="24"/>
              </w:rPr>
              <w:t>Photolithography Knowledge Probe</w:t>
            </w:r>
          </w:p>
          <w:p w14:paraId="0BC2E23B" w14:textId="77777777" w:rsidR="00534791" w:rsidRPr="000659CF" w:rsidRDefault="00534791" w:rsidP="000659CF">
            <w:pPr>
              <w:pStyle w:val="lvl1Text"/>
              <w:rPr>
                <w:sz w:val="24"/>
                <w:szCs w:val="24"/>
              </w:rPr>
            </w:pPr>
          </w:p>
        </w:tc>
      </w:tr>
      <w:tr w:rsidR="004737DA" w:rsidRPr="00590632" w14:paraId="69F99B31" w14:textId="77777777" w:rsidTr="00883447">
        <w:tc>
          <w:tcPr>
            <w:tcW w:w="1125" w:type="dxa"/>
          </w:tcPr>
          <w:p w14:paraId="5D2609CB" w14:textId="77777777" w:rsidR="004737DA" w:rsidRPr="00590632" w:rsidRDefault="004737DA" w:rsidP="00883447">
            <w:pPr>
              <w:pStyle w:val="txtx1"/>
              <w:ind w:left="144"/>
              <w:rPr>
                <w:sz w:val="22"/>
                <w:szCs w:val="22"/>
              </w:rPr>
            </w:pPr>
          </w:p>
        </w:tc>
        <w:tc>
          <w:tcPr>
            <w:tcW w:w="9905" w:type="dxa"/>
          </w:tcPr>
          <w:p w14:paraId="1752905B" w14:textId="77777777" w:rsidR="00AC4D1D" w:rsidRPr="0097622C" w:rsidRDefault="00883447" w:rsidP="00384E26">
            <w:pPr>
              <w:pStyle w:val="BodyText"/>
              <w:numPr>
                <w:ilvl w:val="0"/>
                <w:numId w:val="33"/>
              </w:numPr>
              <w:rPr>
                <w:szCs w:val="24"/>
              </w:rPr>
            </w:pPr>
            <w:r>
              <w:rPr>
                <w:szCs w:val="24"/>
              </w:rPr>
              <w:t xml:space="preserve"> </w:t>
            </w:r>
            <w:r w:rsidR="005A5801" w:rsidRPr="0097622C">
              <w:rPr>
                <w:szCs w:val="24"/>
              </w:rPr>
              <w:t xml:space="preserve">Which of the following </w:t>
            </w:r>
            <w:r w:rsidR="00476A6E">
              <w:rPr>
                <w:b/>
                <w:szCs w:val="24"/>
              </w:rPr>
              <w:t>BEST</w:t>
            </w:r>
            <w:r w:rsidR="005A5801" w:rsidRPr="0097622C">
              <w:rPr>
                <w:szCs w:val="24"/>
              </w:rPr>
              <w:t xml:space="preserve"> describes the photolithography process?</w:t>
            </w:r>
          </w:p>
          <w:p w14:paraId="5578C434" w14:textId="77777777" w:rsidR="005A5801" w:rsidRPr="0097622C" w:rsidRDefault="005A5801" w:rsidP="00384E26">
            <w:pPr>
              <w:pStyle w:val="BodyText"/>
              <w:numPr>
                <w:ilvl w:val="1"/>
                <w:numId w:val="33"/>
              </w:numPr>
              <w:rPr>
                <w:szCs w:val="24"/>
              </w:rPr>
            </w:pPr>
            <w:r w:rsidRPr="0097622C">
              <w:rPr>
                <w:szCs w:val="24"/>
              </w:rPr>
              <w:t>The</w:t>
            </w:r>
            <w:r w:rsidR="00C5635B" w:rsidRPr="0097622C">
              <w:rPr>
                <w:szCs w:val="24"/>
              </w:rPr>
              <w:t xml:space="preserve"> process step that</w:t>
            </w:r>
            <w:r w:rsidRPr="0097622C">
              <w:rPr>
                <w:szCs w:val="24"/>
              </w:rPr>
              <w:t xml:space="preserve"> transfer</w:t>
            </w:r>
            <w:r w:rsidR="00C5635B" w:rsidRPr="0097622C">
              <w:rPr>
                <w:szCs w:val="24"/>
              </w:rPr>
              <w:t>s</w:t>
            </w:r>
            <w:r w:rsidRPr="0097622C">
              <w:rPr>
                <w:szCs w:val="24"/>
              </w:rPr>
              <w:t xml:space="preserve"> a pattern into an underlying layer or the substrate’s bulk.</w:t>
            </w:r>
          </w:p>
          <w:p w14:paraId="150BF43B" w14:textId="77777777" w:rsidR="005A5801" w:rsidRPr="0097622C" w:rsidRDefault="00C5635B" w:rsidP="00384E26">
            <w:pPr>
              <w:pStyle w:val="BodyText"/>
              <w:numPr>
                <w:ilvl w:val="1"/>
                <w:numId w:val="33"/>
              </w:numPr>
              <w:rPr>
                <w:szCs w:val="24"/>
              </w:rPr>
            </w:pPr>
            <w:r w:rsidRPr="0097622C">
              <w:rPr>
                <w:szCs w:val="24"/>
              </w:rPr>
              <w:t>The process step that d</w:t>
            </w:r>
            <w:r w:rsidR="005E19D5">
              <w:rPr>
                <w:szCs w:val="24"/>
              </w:rPr>
              <w:t>efines and transfers a pattern i</w:t>
            </w:r>
            <w:r w:rsidRPr="0097622C">
              <w:rPr>
                <w:szCs w:val="24"/>
              </w:rPr>
              <w:t xml:space="preserve">nto a </w:t>
            </w:r>
            <w:r w:rsidR="005E19D5">
              <w:rPr>
                <w:szCs w:val="24"/>
              </w:rPr>
              <w:t>resist layer on</w:t>
            </w:r>
            <w:r w:rsidRPr="0097622C">
              <w:rPr>
                <w:szCs w:val="24"/>
              </w:rPr>
              <w:t xml:space="preserve"> the wafer.</w:t>
            </w:r>
          </w:p>
          <w:p w14:paraId="06A54026" w14:textId="77777777" w:rsidR="00C5635B" w:rsidRPr="0097622C" w:rsidRDefault="00C5635B" w:rsidP="00384E26">
            <w:pPr>
              <w:pStyle w:val="BodyText"/>
              <w:numPr>
                <w:ilvl w:val="1"/>
                <w:numId w:val="33"/>
              </w:numPr>
              <w:rPr>
                <w:szCs w:val="24"/>
              </w:rPr>
            </w:pPr>
            <w:r w:rsidRPr="0097622C">
              <w:rPr>
                <w:szCs w:val="24"/>
              </w:rPr>
              <w:t>The process step that deposits a</w:t>
            </w:r>
            <w:r w:rsidR="005E19D5">
              <w:rPr>
                <w:szCs w:val="24"/>
              </w:rPr>
              <w:t xml:space="preserve"> resist</w:t>
            </w:r>
            <w:r w:rsidRPr="0097622C">
              <w:rPr>
                <w:szCs w:val="24"/>
              </w:rPr>
              <w:t xml:space="preserve"> layer on the surface of the wafer.</w:t>
            </w:r>
          </w:p>
          <w:p w14:paraId="0C9A9493" w14:textId="77777777" w:rsidR="00C5635B" w:rsidRPr="0097622C" w:rsidRDefault="00C5635B" w:rsidP="00384E26">
            <w:pPr>
              <w:pStyle w:val="BodyText"/>
              <w:numPr>
                <w:ilvl w:val="1"/>
                <w:numId w:val="33"/>
              </w:numPr>
              <w:rPr>
                <w:szCs w:val="24"/>
              </w:rPr>
            </w:pPr>
            <w:r w:rsidRPr="0097622C">
              <w:rPr>
                <w:szCs w:val="24"/>
              </w:rPr>
              <w:t>The process step that aligns the various layers of a microsystem</w:t>
            </w:r>
            <w:r w:rsidR="00146FF2" w:rsidRPr="0097622C">
              <w:rPr>
                <w:szCs w:val="24"/>
              </w:rPr>
              <w:t xml:space="preserve"> device</w:t>
            </w:r>
            <w:r w:rsidRPr="0097622C">
              <w:rPr>
                <w:szCs w:val="24"/>
              </w:rPr>
              <w:t xml:space="preserve"> to each other.</w:t>
            </w:r>
          </w:p>
          <w:p w14:paraId="214289AC" w14:textId="77777777" w:rsidR="00C5635B" w:rsidRPr="0097622C" w:rsidRDefault="00C5635B" w:rsidP="00C5635B">
            <w:pPr>
              <w:keepNext/>
              <w:keepLines/>
              <w:ind w:left="315"/>
              <w:rPr>
                <w:color w:val="000000"/>
              </w:rPr>
            </w:pPr>
          </w:p>
          <w:p w14:paraId="2130D8CB" w14:textId="77777777" w:rsidR="00AC4D1D" w:rsidRPr="0097622C" w:rsidRDefault="00AC4D1D" w:rsidP="00AB4741">
            <w:pPr>
              <w:keepNext/>
              <w:keepLines/>
              <w:ind w:left="360"/>
              <w:rPr>
                <w:color w:val="000000"/>
              </w:rPr>
            </w:pPr>
          </w:p>
        </w:tc>
      </w:tr>
      <w:tr w:rsidR="00C60471" w:rsidRPr="00590632" w14:paraId="6506D98A" w14:textId="77777777" w:rsidTr="00883447">
        <w:tc>
          <w:tcPr>
            <w:tcW w:w="1125" w:type="dxa"/>
          </w:tcPr>
          <w:p w14:paraId="27C39087" w14:textId="77777777" w:rsidR="00C60471" w:rsidRPr="00590632" w:rsidRDefault="00C60471" w:rsidP="00883447">
            <w:pPr>
              <w:pStyle w:val="txtx1"/>
              <w:ind w:left="144"/>
              <w:rPr>
                <w:sz w:val="22"/>
                <w:szCs w:val="22"/>
              </w:rPr>
            </w:pPr>
          </w:p>
        </w:tc>
        <w:tc>
          <w:tcPr>
            <w:tcW w:w="9905" w:type="dxa"/>
          </w:tcPr>
          <w:p w14:paraId="148C49D6" w14:textId="77777777" w:rsidR="00C60471" w:rsidRDefault="00C60471" w:rsidP="00384E26">
            <w:pPr>
              <w:keepNext/>
              <w:keepLines/>
              <w:numPr>
                <w:ilvl w:val="0"/>
                <w:numId w:val="33"/>
              </w:numPr>
              <w:rPr>
                <w:color w:val="000000"/>
              </w:rPr>
            </w:pPr>
            <w:r w:rsidRPr="0097622C">
              <w:rPr>
                <w:color w:val="000000"/>
              </w:rPr>
              <w:t>What are the three (3) basic steps of the photolithography process?</w:t>
            </w:r>
          </w:p>
          <w:p w14:paraId="64F95275" w14:textId="77777777" w:rsidR="00534791" w:rsidRDefault="00534791" w:rsidP="00534791">
            <w:pPr>
              <w:keepNext/>
              <w:keepLines/>
              <w:numPr>
                <w:ilvl w:val="1"/>
                <w:numId w:val="33"/>
              </w:numPr>
              <w:rPr>
                <w:color w:val="000000"/>
              </w:rPr>
            </w:pPr>
            <w:r>
              <w:rPr>
                <w:color w:val="000000"/>
              </w:rPr>
              <w:t>Prime, expose, etch</w:t>
            </w:r>
          </w:p>
          <w:p w14:paraId="4BDD49CA" w14:textId="77777777" w:rsidR="00534791" w:rsidRDefault="00534791" w:rsidP="00534791">
            <w:pPr>
              <w:keepNext/>
              <w:keepLines/>
              <w:numPr>
                <w:ilvl w:val="1"/>
                <w:numId w:val="33"/>
              </w:numPr>
              <w:rPr>
                <w:color w:val="000000"/>
              </w:rPr>
            </w:pPr>
            <w:r>
              <w:rPr>
                <w:color w:val="000000"/>
              </w:rPr>
              <w:t>Prime, coat, expose</w:t>
            </w:r>
          </w:p>
          <w:p w14:paraId="0364AAD2" w14:textId="77777777" w:rsidR="00534791" w:rsidRDefault="00534791" w:rsidP="00534791">
            <w:pPr>
              <w:keepNext/>
              <w:keepLines/>
              <w:numPr>
                <w:ilvl w:val="1"/>
                <w:numId w:val="33"/>
              </w:numPr>
              <w:rPr>
                <w:color w:val="000000"/>
              </w:rPr>
            </w:pPr>
            <w:r>
              <w:rPr>
                <w:color w:val="000000"/>
              </w:rPr>
              <w:t>Coat, mask, expose</w:t>
            </w:r>
          </w:p>
          <w:p w14:paraId="47F9E4FF" w14:textId="77777777" w:rsidR="00C60471" w:rsidRPr="00534791" w:rsidRDefault="00534791" w:rsidP="00962C57">
            <w:pPr>
              <w:keepNext/>
              <w:keepLines/>
              <w:numPr>
                <w:ilvl w:val="1"/>
                <w:numId w:val="33"/>
              </w:numPr>
              <w:rPr>
                <w:color w:val="000000"/>
              </w:rPr>
            </w:pPr>
            <w:r w:rsidRPr="00534791">
              <w:rPr>
                <w:color w:val="000000"/>
              </w:rPr>
              <w:t>Coat, expose, develop</w:t>
            </w:r>
          </w:p>
          <w:p w14:paraId="58D2F901" w14:textId="77777777" w:rsidR="00C60471" w:rsidRPr="0097622C" w:rsidRDefault="00C60471" w:rsidP="00962C57">
            <w:pPr>
              <w:keepNext/>
              <w:keepLines/>
              <w:ind w:left="315"/>
              <w:rPr>
                <w:color w:val="000000"/>
              </w:rPr>
            </w:pPr>
          </w:p>
          <w:p w14:paraId="30A78A8F" w14:textId="4A74E539" w:rsidR="00C60471" w:rsidRPr="0097622C" w:rsidRDefault="00C60471" w:rsidP="00384E26">
            <w:pPr>
              <w:keepNext/>
              <w:keepLines/>
              <w:ind w:left="360"/>
              <w:rPr>
                <w:b/>
                <w:i/>
                <w:color w:val="C00000"/>
              </w:rPr>
            </w:pPr>
          </w:p>
          <w:p w14:paraId="267B58B5" w14:textId="77777777" w:rsidR="00C60471" w:rsidRPr="0097622C" w:rsidRDefault="00C60471" w:rsidP="00962C57">
            <w:pPr>
              <w:keepNext/>
              <w:keepLines/>
              <w:rPr>
                <w:color w:val="000000"/>
              </w:rPr>
            </w:pPr>
          </w:p>
        </w:tc>
      </w:tr>
      <w:tr w:rsidR="00A1742D" w:rsidRPr="00590632" w14:paraId="768C38A0" w14:textId="77777777" w:rsidTr="00883447">
        <w:tc>
          <w:tcPr>
            <w:tcW w:w="1125" w:type="dxa"/>
          </w:tcPr>
          <w:p w14:paraId="52D46F67" w14:textId="77777777" w:rsidR="00A1742D" w:rsidRPr="00590632" w:rsidRDefault="00A1742D" w:rsidP="00883447">
            <w:pPr>
              <w:pStyle w:val="txtx1"/>
              <w:ind w:left="144"/>
              <w:rPr>
                <w:sz w:val="22"/>
                <w:szCs w:val="22"/>
              </w:rPr>
            </w:pPr>
          </w:p>
        </w:tc>
        <w:tc>
          <w:tcPr>
            <w:tcW w:w="9905" w:type="dxa"/>
          </w:tcPr>
          <w:p w14:paraId="3AC2AE51" w14:textId="77777777" w:rsidR="0054436C" w:rsidRPr="0054436C" w:rsidRDefault="00534791" w:rsidP="0054436C">
            <w:pPr>
              <w:keepNext/>
              <w:keepLines/>
              <w:numPr>
                <w:ilvl w:val="0"/>
                <w:numId w:val="33"/>
              </w:numPr>
              <w:rPr>
                <w:color w:val="000000"/>
              </w:rPr>
            </w:pPr>
            <w:r>
              <w:rPr>
                <w:color w:val="000000"/>
              </w:rPr>
              <w:t>What are the</w:t>
            </w:r>
            <w:r w:rsidR="00A1742D" w:rsidRPr="0097622C">
              <w:rPr>
                <w:color w:val="000000"/>
              </w:rPr>
              <w:t xml:space="preserve"> elements </w:t>
            </w:r>
            <w:r>
              <w:rPr>
                <w:color w:val="000000"/>
              </w:rPr>
              <w:t>of</w:t>
            </w:r>
            <w:r w:rsidR="00A1742D" w:rsidRPr="0097622C">
              <w:rPr>
                <w:color w:val="000000"/>
              </w:rPr>
              <w:t xml:space="preserve"> the image labels</w:t>
            </w:r>
            <w:r w:rsidR="0053069A">
              <w:rPr>
                <w:color w:val="000000"/>
              </w:rPr>
              <w:t xml:space="preserve"> (A, B, C, D)</w:t>
            </w:r>
            <w:r>
              <w:rPr>
                <w:color w:val="000000"/>
              </w:rPr>
              <w:t>, respectively?</w:t>
            </w:r>
          </w:p>
          <w:p w14:paraId="59A6227B" w14:textId="77777777" w:rsidR="00534791" w:rsidRDefault="0054436C" w:rsidP="00534791">
            <w:pPr>
              <w:keepNext/>
              <w:keepLines/>
              <w:numPr>
                <w:ilvl w:val="1"/>
                <w:numId w:val="33"/>
              </w:numPr>
              <w:rPr>
                <w:color w:val="000000"/>
              </w:rPr>
            </w:pPr>
            <w:r>
              <w:rPr>
                <w:noProof/>
                <w:color w:val="000000"/>
              </w:rPr>
              <w:drawing>
                <wp:anchor distT="0" distB="0" distL="114300" distR="114300" simplePos="0" relativeHeight="251658240" behindDoc="0" locked="0" layoutInCell="1" allowOverlap="1" wp14:anchorId="0276C9E9" wp14:editId="222C9CD4">
                  <wp:simplePos x="0" y="0"/>
                  <wp:positionH relativeFrom="column">
                    <wp:posOffset>2581275</wp:posOffset>
                  </wp:positionH>
                  <wp:positionV relativeFrom="paragraph">
                    <wp:posOffset>137160</wp:posOffset>
                  </wp:positionV>
                  <wp:extent cx="3390900" cy="2000250"/>
                  <wp:effectExtent l="19050" t="0" r="0" b="0"/>
                  <wp:wrapSquare wrapText="bothSides"/>
                  <wp:docPr id="7" name="Picture 5" descr="Photo_Process_match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_Process_match copy"/>
                          <pic:cNvPicPr>
                            <a:picLocks noChangeAspect="1" noChangeArrowheads="1"/>
                          </pic:cNvPicPr>
                        </pic:nvPicPr>
                        <pic:blipFill>
                          <a:blip r:embed="rId13"/>
                          <a:srcRect/>
                          <a:stretch>
                            <a:fillRect/>
                          </a:stretch>
                        </pic:blipFill>
                        <pic:spPr bwMode="auto">
                          <a:xfrm>
                            <a:off x="0" y="0"/>
                            <a:ext cx="3390900" cy="2000250"/>
                          </a:xfrm>
                          <a:prstGeom prst="rect">
                            <a:avLst/>
                          </a:prstGeom>
                          <a:noFill/>
                        </pic:spPr>
                      </pic:pic>
                    </a:graphicData>
                  </a:graphic>
                </wp:anchor>
              </w:drawing>
            </w:r>
            <w:r w:rsidR="00534791">
              <w:rPr>
                <w:color w:val="000000"/>
              </w:rPr>
              <w:t>Mask, photoresist, film to be etched, substrate</w:t>
            </w:r>
          </w:p>
          <w:p w14:paraId="5585A658" w14:textId="77777777" w:rsidR="00534791" w:rsidRDefault="00534791" w:rsidP="00534791">
            <w:pPr>
              <w:keepNext/>
              <w:keepLines/>
              <w:numPr>
                <w:ilvl w:val="1"/>
                <w:numId w:val="33"/>
              </w:numPr>
              <w:rPr>
                <w:color w:val="000000"/>
              </w:rPr>
            </w:pPr>
            <w:r>
              <w:rPr>
                <w:color w:val="000000"/>
              </w:rPr>
              <w:t>Mask, layer to be etched, photoresist, substrate</w:t>
            </w:r>
          </w:p>
          <w:p w14:paraId="034B59C3" w14:textId="77777777" w:rsidR="00534791" w:rsidRDefault="00534791" w:rsidP="00534791">
            <w:pPr>
              <w:keepNext/>
              <w:keepLines/>
              <w:numPr>
                <w:ilvl w:val="1"/>
                <w:numId w:val="33"/>
              </w:numPr>
              <w:rPr>
                <w:color w:val="000000"/>
              </w:rPr>
            </w:pPr>
            <w:r>
              <w:rPr>
                <w:color w:val="000000"/>
              </w:rPr>
              <w:t>Mask, substrate, photoresist, metal layer</w:t>
            </w:r>
          </w:p>
          <w:p w14:paraId="7CBF2E81" w14:textId="77777777" w:rsidR="00534791" w:rsidRPr="0097622C" w:rsidRDefault="00534791" w:rsidP="00534791">
            <w:pPr>
              <w:keepNext/>
              <w:keepLines/>
              <w:numPr>
                <w:ilvl w:val="1"/>
                <w:numId w:val="33"/>
              </w:numPr>
              <w:rPr>
                <w:color w:val="000000"/>
              </w:rPr>
            </w:pPr>
            <w:r>
              <w:rPr>
                <w:color w:val="000000"/>
              </w:rPr>
              <w:t xml:space="preserve">Mask, photoresist, </w:t>
            </w:r>
            <w:r w:rsidR="0054436C">
              <w:rPr>
                <w:color w:val="000000"/>
              </w:rPr>
              <w:t>primer, substrate</w:t>
            </w:r>
          </w:p>
          <w:p w14:paraId="4D68128F" w14:textId="77777777" w:rsidR="00A1742D" w:rsidRPr="0097622C" w:rsidRDefault="00A1742D" w:rsidP="00A1742D">
            <w:pPr>
              <w:keepNext/>
              <w:keepLines/>
              <w:rPr>
                <w:color w:val="000000"/>
              </w:rPr>
            </w:pPr>
          </w:p>
          <w:p w14:paraId="2C9CE6EB" w14:textId="77777777" w:rsidR="00A1742D" w:rsidRPr="0097622C" w:rsidRDefault="00A1742D" w:rsidP="00A1742D">
            <w:pPr>
              <w:keepNext/>
              <w:keepLines/>
              <w:rPr>
                <w:color w:val="000000"/>
              </w:rPr>
            </w:pPr>
          </w:p>
          <w:p w14:paraId="1A539F96" w14:textId="77777777" w:rsidR="00A1742D" w:rsidRPr="0097622C" w:rsidRDefault="00A1742D" w:rsidP="00A1742D">
            <w:pPr>
              <w:keepNext/>
              <w:keepLines/>
              <w:rPr>
                <w:color w:val="000000"/>
              </w:rPr>
            </w:pPr>
          </w:p>
          <w:p w14:paraId="151E0BA5" w14:textId="4AE77DAC" w:rsidR="004C71F3" w:rsidRDefault="004C71F3" w:rsidP="003A5A8B">
            <w:pPr>
              <w:keepNext/>
              <w:keepLines/>
              <w:rPr>
                <w:b/>
                <w:i/>
                <w:color w:val="C00000"/>
              </w:rPr>
            </w:pPr>
          </w:p>
          <w:p w14:paraId="3CB17DBA" w14:textId="77777777" w:rsidR="0054436C" w:rsidRDefault="0054436C" w:rsidP="003A5A8B">
            <w:pPr>
              <w:keepNext/>
              <w:keepLines/>
              <w:rPr>
                <w:b/>
                <w:i/>
                <w:color w:val="C00000"/>
              </w:rPr>
            </w:pPr>
          </w:p>
          <w:p w14:paraId="003118AC" w14:textId="77777777" w:rsidR="0054436C" w:rsidRPr="0054436C" w:rsidRDefault="0054436C" w:rsidP="003A5A8B">
            <w:pPr>
              <w:keepNext/>
              <w:keepLines/>
              <w:rPr>
                <w:b/>
                <w:i/>
                <w:color w:val="C00000"/>
              </w:rPr>
            </w:pPr>
          </w:p>
        </w:tc>
      </w:tr>
      <w:tr w:rsidR="0054436C" w:rsidRPr="00590632" w14:paraId="557E8E00" w14:textId="77777777" w:rsidTr="00883447">
        <w:tc>
          <w:tcPr>
            <w:tcW w:w="1125" w:type="dxa"/>
          </w:tcPr>
          <w:p w14:paraId="7C655087" w14:textId="77777777" w:rsidR="0054436C" w:rsidRPr="00590632" w:rsidRDefault="0054436C" w:rsidP="00883447">
            <w:pPr>
              <w:pStyle w:val="txtx1"/>
              <w:ind w:left="144"/>
              <w:rPr>
                <w:sz w:val="22"/>
                <w:szCs w:val="22"/>
              </w:rPr>
            </w:pPr>
          </w:p>
        </w:tc>
        <w:tc>
          <w:tcPr>
            <w:tcW w:w="9905" w:type="dxa"/>
          </w:tcPr>
          <w:p w14:paraId="55CF43C0" w14:textId="77777777" w:rsidR="0054436C" w:rsidRDefault="0054436C" w:rsidP="00384E26">
            <w:pPr>
              <w:keepNext/>
              <w:keepLines/>
              <w:numPr>
                <w:ilvl w:val="0"/>
                <w:numId w:val="33"/>
              </w:numPr>
              <w:rPr>
                <w:color w:val="000000"/>
              </w:rPr>
            </w:pPr>
            <w:r>
              <w:rPr>
                <w:color w:val="000000"/>
              </w:rPr>
              <w:t>The photoresist film is applied in which of the following photolithography steps.</w:t>
            </w:r>
          </w:p>
          <w:p w14:paraId="0B670E92" w14:textId="77777777" w:rsidR="0054436C" w:rsidRDefault="0054436C" w:rsidP="0054436C">
            <w:pPr>
              <w:keepNext/>
              <w:keepLines/>
              <w:numPr>
                <w:ilvl w:val="1"/>
                <w:numId w:val="33"/>
              </w:numPr>
              <w:rPr>
                <w:color w:val="000000"/>
              </w:rPr>
            </w:pPr>
            <w:r>
              <w:rPr>
                <w:color w:val="000000"/>
              </w:rPr>
              <w:t>Prime</w:t>
            </w:r>
          </w:p>
          <w:p w14:paraId="0BA6A726" w14:textId="77777777" w:rsidR="0054436C" w:rsidRDefault="0054436C" w:rsidP="0054436C">
            <w:pPr>
              <w:keepNext/>
              <w:keepLines/>
              <w:numPr>
                <w:ilvl w:val="1"/>
                <w:numId w:val="33"/>
              </w:numPr>
              <w:rPr>
                <w:color w:val="000000"/>
              </w:rPr>
            </w:pPr>
            <w:r>
              <w:rPr>
                <w:color w:val="000000"/>
              </w:rPr>
              <w:t>Coat</w:t>
            </w:r>
          </w:p>
          <w:p w14:paraId="13670173" w14:textId="77777777" w:rsidR="0054436C" w:rsidRDefault="0054436C" w:rsidP="0054436C">
            <w:pPr>
              <w:keepNext/>
              <w:keepLines/>
              <w:numPr>
                <w:ilvl w:val="1"/>
                <w:numId w:val="33"/>
              </w:numPr>
              <w:rPr>
                <w:color w:val="000000"/>
              </w:rPr>
            </w:pPr>
            <w:r>
              <w:rPr>
                <w:color w:val="000000"/>
              </w:rPr>
              <w:t>Mask</w:t>
            </w:r>
          </w:p>
          <w:p w14:paraId="71AF456F" w14:textId="77777777" w:rsidR="0054436C" w:rsidRDefault="0054436C" w:rsidP="0054436C">
            <w:pPr>
              <w:keepNext/>
              <w:keepLines/>
              <w:numPr>
                <w:ilvl w:val="1"/>
                <w:numId w:val="33"/>
              </w:numPr>
              <w:rPr>
                <w:color w:val="000000"/>
              </w:rPr>
            </w:pPr>
            <w:r>
              <w:rPr>
                <w:color w:val="000000"/>
              </w:rPr>
              <w:t>Expose</w:t>
            </w:r>
          </w:p>
          <w:p w14:paraId="6C07970D" w14:textId="77777777" w:rsidR="0054436C" w:rsidRDefault="0054436C" w:rsidP="0054436C">
            <w:pPr>
              <w:keepNext/>
              <w:keepLines/>
              <w:numPr>
                <w:ilvl w:val="1"/>
                <w:numId w:val="33"/>
              </w:numPr>
              <w:rPr>
                <w:color w:val="000000"/>
              </w:rPr>
            </w:pPr>
            <w:r>
              <w:rPr>
                <w:color w:val="000000"/>
              </w:rPr>
              <w:t>Develop</w:t>
            </w:r>
          </w:p>
          <w:p w14:paraId="630F1AA8" w14:textId="77777777" w:rsidR="0054436C" w:rsidRPr="0054436C" w:rsidRDefault="0054436C" w:rsidP="00AB4741">
            <w:pPr>
              <w:keepNext/>
              <w:keepLines/>
              <w:rPr>
                <w:i/>
                <w:color w:val="000000"/>
              </w:rPr>
            </w:pPr>
          </w:p>
        </w:tc>
      </w:tr>
    </w:tbl>
    <w:p w14:paraId="584FBC21" w14:textId="2DCD1E28" w:rsidR="0054436C" w:rsidRDefault="0054436C">
      <w:pPr>
        <w:widowControl/>
        <w:adjustRightInd/>
        <w:textAlignment w:val="auto"/>
      </w:pPr>
    </w:p>
    <w:tbl>
      <w:tblPr>
        <w:tblW w:w="0" w:type="auto"/>
        <w:tblLayout w:type="fixed"/>
        <w:tblCellMar>
          <w:left w:w="115" w:type="dxa"/>
          <w:right w:w="115" w:type="dxa"/>
        </w:tblCellMar>
        <w:tblLook w:val="01E0" w:firstRow="1" w:lastRow="1" w:firstColumn="1" w:lastColumn="1" w:noHBand="0" w:noVBand="0"/>
      </w:tblPr>
      <w:tblGrid>
        <w:gridCol w:w="1125"/>
        <w:gridCol w:w="9905"/>
      </w:tblGrid>
      <w:tr w:rsidR="009E5BCF" w:rsidRPr="00590632" w14:paraId="5E8CF637" w14:textId="77777777" w:rsidTr="00883447">
        <w:tc>
          <w:tcPr>
            <w:tcW w:w="1125" w:type="dxa"/>
          </w:tcPr>
          <w:p w14:paraId="0FC6D3B0" w14:textId="77777777" w:rsidR="009E5BCF" w:rsidRPr="00590632" w:rsidRDefault="009E5BCF" w:rsidP="00883447">
            <w:pPr>
              <w:pStyle w:val="txtx1"/>
              <w:ind w:left="144"/>
              <w:rPr>
                <w:sz w:val="22"/>
                <w:szCs w:val="22"/>
              </w:rPr>
            </w:pPr>
          </w:p>
        </w:tc>
        <w:tc>
          <w:tcPr>
            <w:tcW w:w="9905" w:type="dxa"/>
          </w:tcPr>
          <w:p w14:paraId="59B3BCF6" w14:textId="77777777" w:rsidR="009E5BCF" w:rsidRDefault="00476A6E" w:rsidP="00384E26">
            <w:pPr>
              <w:keepNext/>
              <w:keepLines/>
              <w:numPr>
                <w:ilvl w:val="0"/>
                <w:numId w:val="33"/>
              </w:numPr>
              <w:rPr>
                <w:color w:val="000000"/>
              </w:rPr>
            </w:pPr>
            <w:r w:rsidRPr="0097622C">
              <w:rPr>
                <w:color w:val="000000"/>
              </w:rPr>
              <w:t xml:space="preserve">Prior to applying the </w:t>
            </w:r>
            <w:r>
              <w:rPr>
                <w:color w:val="000000"/>
              </w:rPr>
              <w:t>photoresist</w:t>
            </w:r>
            <w:r w:rsidRPr="0097622C">
              <w:rPr>
                <w:color w:val="000000"/>
              </w:rPr>
              <w:t xml:space="preserve"> layer, the surface of the wafer must be conditioned.  </w:t>
            </w:r>
            <w:r w:rsidR="0054436C">
              <w:rPr>
                <w:color w:val="000000"/>
              </w:rPr>
              <w:t xml:space="preserve">Which of the following BEST describes the purpose of </w:t>
            </w:r>
            <w:r w:rsidR="009E5BCF">
              <w:rPr>
                <w:color w:val="000000"/>
              </w:rPr>
              <w:t>surface conditioning?</w:t>
            </w:r>
          </w:p>
          <w:p w14:paraId="5F6501C8" w14:textId="77777777" w:rsidR="0054436C" w:rsidRDefault="0054436C" w:rsidP="0054436C">
            <w:pPr>
              <w:keepNext/>
              <w:keepLines/>
              <w:numPr>
                <w:ilvl w:val="1"/>
                <w:numId w:val="33"/>
              </w:numPr>
              <w:rPr>
                <w:color w:val="000000"/>
              </w:rPr>
            </w:pPr>
            <w:r>
              <w:rPr>
                <w:color w:val="000000"/>
              </w:rPr>
              <w:t>Remove surface particles, dry the wafer’s surface, create a hydrophilic surface</w:t>
            </w:r>
          </w:p>
          <w:p w14:paraId="41023C62" w14:textId="77777777" w:rsidR="0054436C" w:rsidRDefault="0054436C" w:rsidP="0054436C">
            <w:pPr>
              <w:keepNext/>
              <w:keepLines/>
              <w:numPr>
                <w:ilvl w:val="1"/>
                <w:numId w:val="33"/>
              </w:numPr>
              <w:rPr>
                <w:color w:val="000000"/>
              </w:rPr>
            </w:pPr>
            <w:r>
              <w:rPr>
                <w:color w:val="000000"/>
              </w:rPr>
              <w:t>Dry the wafer, heat the wafer to better accept the resist, create a hydrophobic surface</w:t>
            </w:r>
          </w:p>
          <w:p w14:paraId="0DD35691" w14:textId="77777777" w:rsidR="0054436C" w:rsidRDefault="0054436C" w:rsidP="0054436C">
            <w:pPr>
              <w:keepNext/>
              <w:keepLines/>
              <w:numPr>
                <w:ilvl w:val="1"/>
                <w:numId w:val="33"/>
              </w:numPr>
              <w:rPr>
                <w:color w:val="000000"/>
              </w:rPr>
            </w:pPr>
            <w:r>
              <w:rPr>
                <w:color w:val="000000"/>
              </w:rPr>
              <w:t xml:space="preserve">Clean and dry the wafer, create a hydrophobic </w:t>
            </w:r>
            <w:r w:rsidR="005C15E1">
              <w:rPr>
                <w:color w:val="000000"/>
              </w:rPr>
              <w:t>and more</w:t>
            </w:r>
            <w:r>
              <w:rPr>
                <w:color w:val="000000"/>
              </w:rPr>
              <w:t xml:space="preserve"> adhesive surface</w:t>
            </w:r>
          </w:p>
          <w:p w14:paraId="7FACBFC7" w14:textId="77777777" w:rsidR="0054436C" w:rsidRDefault="0054436C" w:rsidP="0054436C">
            <w:pPr>
              <w:keepNext/>
              <w:keepLines/>
              <w:numPr>
                <w:ilvl w:val="1"/>
                <w:numId w:val="33"/>
              </w:numPr>
              <w:rPr>
                <w:color w:val="000000"/>
              </w:rPr>
            </w:pPr>
            <w:r>
              <w:rPr>
                <w:color w:val="000000"/>
              </w:rPr>
              <w:t>Clean the surface, heat the wafer to better accept the resist and make it more adhesive</w:t>
            </w:r>
          </w:p>
          <w:p w14:paraId="214643F5" w14:textId="77777777" w:rsidR="009E5BCF" w:rsidRDefault="009E5BCF" w:rsidP="009E5BCF">
            <w:pPr>
              <w:keepNext/>
              <w:keepLines/>
              <w:rPr>
                <w:color w:val="000000"/>
              </w:rPr>
            </w:pPr>
          </w:p>
          <w:p w14:paraId="534A257C" w14:textId="77777777" w:rsidR="0054436C" w:rsidRPr="0054436C" w:rsidRDefault="0054436C" w:rsidP="00AB4741">
            <w:pPr>
              <w:keepNext/>
              <w:keepLines/>
              <w:rPr>
                <w:b/>
                <w:i/>
                <w:color w:val="000000"/>
              </w:rPr>
            </w:pPr>
          </w:p>
        </w:tc>
      </w:tr>
      <w:tr w:rsidR="00F777A6" w:rsidRPr="00590632" w14:paraId="3934B306" w14:textId="77777777" w:rsidTr="00883447">
        <w:tc>
          <w:tcPr>
            <w:tcW w:w="1125" w:type="dxa"/>
          </w:tcPr>
          <w:p w14:paraId="60CE7299" w14:textId="77777777" w:rsidR="00F777A6" w:rsidRPr="00590632" w:rsidRDefault="00F777A6" w:rsidP="00883447">
            <w:pPr>
              <w:pStyle w:val="txtx1"/>
              <w:ind w:left="144"/>
              <w:rPr>
                <w:sz w:val="22"/>
                <w:szCs w:val="22"/>
              </w:rPr>
            </w:pPr>
          </w:p>
        </w:tc>
        <w:tc>
          <w:tcPr>
            <w:tcW w:w="9905" w:type="dxa"/>
          </w:tcPr>
          <w:p w14:paraId="6B0F3085" w14:textId="77777777" w:rsidR="0054436C" w:rsidRDefault="0054436C" w:rsidP="00384E26">
            <w:pPr>
              <w:keepNext/>
              <w:keepLines/>
              <w:numPr>
                <w:ilvl w:val="0"/>
                <w:numId w:val="33"/>
              </w:numPr>
              <w:rPr>
                <w:color w:val="000000"/>
              </w:rPr>
            </w:pPr>
            <w:r>
              <w:rPr>
                <w:color w:val="000000"/>
              </w:rPr>
              <w:t xml:space="preserve">What is the chemical used </w:t>
            </w:r>
            <w:r w:rsidR="00475CB4">
              <w:rPr>
                <w:color w:val="000000"/>
              </w:rPr>
              <w:t>in surface conditioning?</w:t>
            </w:r>
          </w:p>
          <w:p w14:paraId="40C54F75" w14:textId="77777777" w:rsidR="00475CB4" w:rsidRPr="00475CB4" w:rsidRDefault="00475CB4" w:rsidP="00475CB4">
            <w:pPr>
              <w:keepNext/>
              <w:keepLines/>
              <w:numPr>
                <w:ilvl w:val="1"/>
                <w:numId w:val="33"/>
              </w:numPr>
              <w:rPr>
                <w:color w:val="000000"/>
              </w:rPr>
            </w:pPr>
            <w:r w:rsidRPr="0097622C">
              <w:rPr>
                <w:rFonts w:eastAsia="Courier New"/>
              </w:rPr>
              <w:t xml:space="preserve">HMDS </w:t>
            </w:r>
            <w:r>
              <w:rPr>
                <w:rFonts w:eastAsia="Courier New"/>
              </w:rPr>
              <w:t>(</w:t>
            </w:r>
            <w:r w:rsidRPr="0097622C">
              <w:rPr>
                <w:rFonts w:eastAsia="Courier New"/>
              </w:rPr>
              <w:t>Hexamethyldixalizane</w:t>
            </w:r>
            <w:r>
              <w:rPr>
                <w:rFonts w:eastAsia="Courier New"/>
              </w:rPr>
              <w:t>)</w:t>
            </w:r>
          </w:p>
          <w:p w14:paraId="6C862021" w14:textId="77777777" w:rsidR="00475CB4" w:rsidRPr="00475CB4" w:rsidRDefault="00475CB4" w:rsidP="00475CB4">
            <w:pPr>
              <w:keepNext/>
              <w:keepLines/>
              <w:numPr>
                <w:ilvl w:val="1"/>
                <w:numId w:val="33"/>
              </w:numPr>
              <w:rPr>
                <w:color w:val="000000"/>
              </w:rPr>
            </w:pPr>
            <w:r>
              <w:rPr>
                <w:rFonts w:eastAsia="Courier New"/>
              </w:rPr>
              <w:t>KOH (potassium hydroxide)</w:t>
            </w:r>
          </w:p>
          <w:p w14:paraId="708B9004" w14:textId="77777777" w:rsidR="00475CB4" w:rsidRPr="00475CB4" w:rsidRDefault="00475CB4" w:rsidP="00475CB4">
            <w:pPr>
              <w:keepNext/>
              <w:keepLines/>
              <w:numPr>
                <w:ilvl w:val="1"/>
                <w:numId w:val="33"/>
              </w:numPr>
              <w:rPr>
                <w:color w:val="000000"/>
              </w:rPr>
            </w:pPr>
            <w:r>
              <w:rPr>
                <w:rFonts w:eastAsia="Courier New"/>
              </w:rPr>
              <w:t>Piranha (sulfuric acid and hydrogen peroxide)</w:t>
            </w:r>
          </w:p>
          <w:p w14:paraId="3520D760" w14:textId="77777777" w:rsidR="00475CB4" w:rsidRPr="0054436C" w:rsidRDefault="005A65F8" w:rsidP="00475CB4">
            <w:pPr>
              <w:keepNext/>
              <w:keepLines/>
              <w:numPr>
                <w:ilvl w:val="1"/>
                <w:numId w:val="33"/>
              </w:numPr>
              <w:rPr>
                <w:color w:val="000000"/>
              </w:rPr>
            </w:pPr>
            <w:r>
              <w:rPr>
                <w:rFonts w:eastAsia="Courier New"/>
              </w:rPr>
              <w:t xml:space="preserve">PMMA (polymethylmethacrylate) </w:t>
            </w:r>
          </w:p>
          <w:p w14:paraId="47F34355" w14:textId="77777777" w:rsidR="00F777A6" w:rsidRPr="0097622C" w:rsidRDefault="00F777A6" w:rsidP="00F777A6">
            <w:pPr>
              <w:keepNext/>
              <w:keepLines/>
              <w:rPr>
                <w:color w:val="000000"/>
              </w:rPr>
            </w:pPr>
          </w:p>
          <w:p w14:paraId="555F044C" w14:textId="77777777" w:rsidR="00F777A6" w:rsidRPr="0097622C" w:rsidRDefault="00F777A6" w:rsidP="00AB4741">
            <w:pPr>
              <w:keepNext/>
              <w:keepLines/>
              <w:rPr>
                <w:b/>
                <w:i/>
                <w:color w:val="000000"/>
              </w:rPr>
            </w:pPr>
          </w:p>
        </w:tc>
      </w:tr>
      <w:tr w:rsidR="009313C7" w:rsidRPr="00590632" w14:paraId="0E74F307" w14:textId="77777777" w:rsidTr="00035426">
        <w:tc>
          <w:tcPr>
            <w:tcW w:w="1125" w:type="dxa"/>
          </w:tcPr>
          <w:p w14:paraId="35C4B7BC" w14:textId="77777777" w:rsidR="009313C7" w:rsidRPr="00590632" w:rsidRDefault="009313C7" w:rsidP="00883447">
            <w:pPr>
              <w:pStyle w:val="txtx1"/>
              <w:ind w:left="144"/>
              <w:rPr>
                <w:sz w:val="22"/>
                <w:szCs w:val="22"/>
              </w:rPr>
            </w:pPr>
          </w:p>
        </w:tc>
        <w:tc>
          <w:tcPr>
            <w:tcW w:w="9905" w:type="dxa"/>
          </w:tcPr>
          <w:p w14:paraId="56C976DF" w14:textId="77777777" w:rsidR="009313C7" w:rsidRDefault="009313C7" w:rsidP="00384E26">
            <w:pPr>
              <w:keepNext/>
              <w:keepLines/>
              <w:numPr>
                <w:ilvl w:val="0"/>
                <w:numId w:val="33"/>
              </w:numPr>
              <w:rPr>
                <w:color w:val="000000"/>
              </w:rPr>
            </w:pPr>
            <w:r w:rsidRPr="0097622C">
              <w:rPr>
                <w:color w:val="000000"/>
              </w:rPr>
              <w:t xml:space="preserve">There are two basic types of photoresist – positive and negative.  </w:t>
            </w:r>
            <w:r w:rsidR="00E15D90">
              <w:rPr>
                <w:color w:val="000000"/>
              </w:rPr>
              <w:t>Which of the following statements is TRUE?</w:t>
            </w:r>
          </w:p>
          <w:p w14:paraId="09E21F1C" w14:textId="77777777" w:rsidR="00E15D90" w:rsidRDefault="00E15D90" w:rsidP="00E15D90">
            <w:pPr>
              <w:keepNext/>
              <w:keepLines/>
              <w:numPr>
                <w:ilvl w:val="1"/>
                <w:numId w:val="33"/>
              </w:numPr>
              <w:rPr>
                <w:color w:val="000000"/>
              </w:rPr>
            </w:pPr>
            <w:r>
              <w:rPr>
                <w:color w:val="000000"/>
              </w:rPr>
              <w:t>With positive resist, the exposed regions are dissolved during develop.</w:t>
            </w:r>
          </w:p>
          <w:p w14:paraId="42D01D55" w14:textId="77777777" w:rsidR="00E15D90" w:rsidRDefault="00E15D90" w:rsidP="00E15D90">
            <w:pPr>
              <w:keepNext/>
              <w:keepLines/>
              <w:numPr>
                <w:ilvl w:val="1"/>
                <w:numId w:val="33"/>
              </w:numPr>
              <w:rPr>
                <w:color w:val="000000"/>
              </w:rPr>
            </w:pPr>
            <w:r>
              <w:rPr>
                <w:color w:val="000000"/>
              </w:rPr>
              <w:t>With negative resist, the exposed regions are dissolved during develop.</w:t>
            </w:r>
          </w:p>
          <w:p w14:paraId="45022D81" w14:textId="77777777" w:rsidR="00E15D90" w:rsidRDefault="00E15D90" w:rsidP="00E15D90">
            <w:pPr>
              <w:keepNext/>
              <w:keepLines/>
              <w:numPr>
                <w:ilvl w:val="1"/>
                <w:numId w:val="33"/>
              </w:numPr>
              <w:rPr>
                <w:color w:val="000000"/>
              </w:rPr>
            </w:pPr>
            <w:r>
              <w:rPr>
                <w:color w:val="000000"/>
              </w:rPr>
              <w:t>With positive resist, the exposed regions are hardened during develop.</w:t>
            </w:r>
          </w:p>
          <w:p w14:paraId="7F988FB7" w14:textId="77777777" w:rsidR="00E15D90" w:rsidRPr="0097622C" w:rsidRDefault="00E15D90" w:rsidP="00E15D90">
            <w:pPr>
              <w:keepNext/>
              <w:keepLines/>
              <w:numPr>
                <w:ilvl w:val="1"/>
                <w:numId w:val="33"/>
              </w:numPr>
              <w:rPr>
                <w:color w:val="000000"/>
              </w:rPr>
            </w:pPr>
            <w:r>
              <w:rPr>
                <w:color w:val="000000"/>
              </w:rPr>
              <w:t>With negative resist, the exposed regions are hardened during develop.</w:t>
            </w:r>
          </w:p>
          <w:p w14:paraId="2870E7AF" w14:textId="77777777" w:rsidR="00AB4741" w:rsidRPr="00E15D90" w:rsidRDefault="00AB4741" w:rsidP="00AB4741">
            <w:pPr>
              <w:keepNext/>
              <w:keepLines/>
              <w:rPr>
                <w:b/>
                <w:i/>
                <w:color w:val="000000"/>
              </w:rPr>
            </w:pPr>
          </w:p>
        </w:tc>
      </w:tr>
      <w:tr w:rsidR="00B40DD6" w:rsidRPr="00590632" w14:paraId="18764AC7" w14:textId="77777777" w:rsidTr="00035426">
        <w:tc>
          <w:tcPr>
            <w:tcW w:w="1125" w:type="dxa"/>
          </w:tcPr>
          <w:p w14:paraId="379C0DD7" w14:textId="77777777" w:rsidR="00B40DD6" w:rsidRPr="00590632" w:rsidRDefault="00B40DD6" w:rsidP="00883447">
            <w:pPr>
              <w:pStyle w:val="txtx1"/>
              <w:ind w:left="144"/>
              <w:rPr>
                <w:sz w:val="22"/>
                <w:szCs w:val="22"/>
              </w:rPr>
            </w:pPr>
          </w:p>
        </w:tc>
        <w:tc>
          <w:tcPr>
            <w:tcW w:w="9905" w:type="dxa"/>
          </w:tcPr>
          <w:p w14:paraId="78CBB0B7" w14:textId="77777777" w:rsidR="00B40DD6" w:rsidRPr="0097622C" w:rsidRDefault="00B40DD6" w:rsidP="00384E26">
            <w:pPr>
              <w:keepNext/>
              <w:keepLines/>
              <w:numPr>
                <w:ilvl w:val="0"/>
                <w:numId w:val="33"/>
              </w:numPr>
              <w:rPr>
                <w:color w:val="000000"/>
              </w:rPr>
            </w:pPr>
            <w:r w:rsidRPr="0097622C">
              <w:rPr>
                <w:color w:val="000000"/>
              </w:rPr>
              <w:t>Which of the following determine the final thickness of photoresist after the coat process?</w:t>
            </w:r>
          </w:p>
          <w:p w14:paraId="394764DA" w14:textId="77777777" w:rsidR="009263F9" w:rsidRDefault="009263F9" w:rsidP="00384E26">
            <w:pPr>
              <w:keepNext/>
              <w:keepLines/>
              <w:numPr>
                <w:ilvl w:val="1"/>
                <w:numId w:val="33"/>
              </w:numPr>
              <w:rPr>
                <w:color w:val="000000"/>
              </w:rPr>
            </w:pPr>
            <w:r>
              <w:rPr>
                <w:color w:val="000000"/>
              </w:rPr>
              <w:t>The viscosity of the resist and the amount of time that the wafer spins</w:t>
            </w:r>
          </w:p>
          <w:p w14:paraId="02F4C927" w14:textId="77777777" w:rsidR="009263F9" w:rsidRDefault="009263F9" w:rsidP="00384E26">
            <w:pPr>
              <w:keepNext/>
              <w:keepLines/>
              <w:numPr>
                <w:ilvl w:val="1"/>
                <w:numId w:val="33"/>
              </w:numPr>
              <w:rPr>
                <w:color w:val="000000"/>
              </w:rPr>
            </w:pPr>
            <w:r>
              <w:rPr>
                <w:color w:val="000000"/>
              </w:rPr>
              <w:t>The spin speed after deposition of resist and the amount of time that the wafer spins</w:t>
            </w:r>
          </w:p>
          <w:p w14:paraId="03D59B5D" w14:textId="77777777" w:rsidR="009263F9" w:rsidRPr="0097622C" w:rsidRDefault="009263F9" w:rsidP="009263F9">
            <w:pPr>
              <w:keepNext/>
              <w:keepLines/>
              <w:numPr>
                <w:ilvl w:val="1"/>
                <w:numId w:val="33"/>
              </w:numPr>
              <w:rPr>
                <w:color w:val="000000"/>
              </w:rPr>
            </w:pPr>
            <w:r>
              <w:rPr>
                <w:color w:val="000000"/>
              </w:rPr>
              <w:t>The amount of resist applied and the amount of time that the wafer spins</w:t>
            </w:r>
          </w:p>
          <w:p w14:paraId="34B5E91F" w14:textId="77777777" w:rsidR="00B40DD6" w:rsidRDefault="00B40DD6" w:rsidP="00384E26">
            <w:pPr>
              <w:keepNext/>
              <w:keepLines/>
              <w:numPr>
                <w:ilvl w:val="1"/>
                <w:numId w:val="33"/>
              </w:numPr>
              <w:rPr>
                <w:color w:val="000000"/>
              </w:rPr>
            </w:pPr>
            <w:r w:rsidRPr="0097622C">
              <w:rPr>
                <w:color w:val="000000"/>
              </w:rPr>
              <w:t>The spin speed of the wafer after deposition of resist</w:t>
            </w:r>
            <w:r w:rsidR="009263F9">
              <w:rPr>
                <w:color w:val="000000"/>
              </w:rPr>
              <w:t xml:space="preserve"> and the viscosity of the resist</w:t>
            </w:r>
          </w:p>
          <w:p w14:paraId="7282A163" w14:textId="77777777" w:rsidR="00B40DD6" w:rsidRPr="0097622C" w:rsidRDefault="00B40DD6" w:rsidP="00AB4741">
            <w:pPr>
              <w:keepNext/>
              <w:keepLines/>
              <w:rPr>
                <w:b/>
                <w:i/>
                <w:color w:val="000000"/>
              </w:rPr>
            </w:pPr>
          </w:p>
        </w:tc>
      </w:tr>
      <w:tr w:rsidR="00171A29" w:rsidRPr="00590632" w14:paraId="520A1443" w14:textId="77777777" w:rsidTr="00035426">
        <w:tc>
          <w:tcPr>
            <w:tcW w:w="1125" w:type="dxa"/>
          </w:tcPr>
          <w:p w14:paraId="0D1F78DB" w14:textId="77777777" w:rsidR="00171A29" w:rsidRDefault="00171A29" w:rsidP="00883447">
            <w:pPr>
              <w:pStyle w:val="txtx1"/>
              <w:ind w:left="144"/>
            </w:pPr>
          </w:p>
        </w:tc>
        <w:tc>
          <w:tcPr>
            <w:tcW w:w="9905" w:type="dxa"/>
          </w:tcPr>
          <w:p w14:paraId="0B6C24C1" w14:textId="77777777" w:rsidR="00171A29" w:rsidRDefault="00171A29" w:rsidP="00171A29">
            <w:pPr>
              <w:keepNext/>
              <w:keepLines/>
              <w:numPr>
                <w:ilvl w:val="0"/>
                <w:numId w:val="33"/>
              </w:numPr>
              <w:rPr>
                <w:color w:val="000000"/>
              </w:rPr>
            </w:pPr>
            <w:r>
              <w:rPr>
                <w:color w:val="000000"/>
              </w:rPr>
              <w:t>During the coating of photoresist, the thickness of the photoresist __________________ with an increase in spin speed.</w:t>
            </w:r>
          </w:p>
          <w:p w14:paraId="4ECAC69F" w14:textId="77777777" w:rsidR="00171A29" w:rsidRDefault="00171A29" w:rsidP="00171A29">
            <w:pPr>
              <w:keepNext/>
              <w:keepLines/>
              <w:numPr>
                <w:ilvl w:val="1"/>
                <w:numId w:val="33"/>
              </w:numPr>
              <w:rPr>
                <w:color w:val="000000"/>
              </w:rPr>
            </w:pPr>
            <w:r>
              <w:rPr>
                <w:color w:val="000000"/>
              </w:rPr>
              <w:t xml:space="preserve">Increases exponentially </w:t>
            </w:r>
          </w:p>
          <w:p w14:paraId="543298AD" w14:textId="77777777" w:rsidR="00171A29" w:rsidRDefault="00171A29" w:rsidP="00171A29">
            <w:pPr>
              <w:keepNext/>
              <w:keepLines/>
              <w:numPr>
                <w:ilvl w:val="1"/>
                <w:numId w:val="33"/>
              </w:numPr>
              <w:rPr>
                <w:color w:val="000000"/>
              </w:rPr>
            </w:pPr>
            <w:r>
              <w:rPr>
                <w:color w:val="000000"/>
              </w:rPr>
              <w:t>Decrease exponentially</w:t>
            </w:r>
          </w:p>
          <w:p w14:paraId="341819A9" w14:textId="77777777" w:rsidR="00171A29" w:rsidRDefault="00171A29" w:rsidP="00171A29">
            <w:pPr>
              <w:keepNext/>
              <w:keepLines/>
              <w:numPr>
                <w:ilvl w:val="1"/>
                <w:numId w:val="33"/>
              </w:numPr>
              <w:rPr>
                <w:color w:val="000000"/>
              </w:rPr>
            </w:pPr>
            <w:r>
              <w:rPr>
                <w:color w:val="000000"/>
              </w:rPr>
              <w:t>Increase linearly</w:t>
            </w:r>
          </w:p>
          <w:p w14:paraId="4F92E939" w14:textId="72BA5A2B" w:rsidR="00171A29" w:rsidRPr="00AB4741" w:rsidRDefault="00171A29" w:rsidP="00AB4741">
            <w:pPr>
              <w:keepNext/>
              <w:keepLines/>
              <w:numPr>
                <w:ilvl w:val="1"/>
                <w:numId w:val="33"/>
              </w:numPr>
              <w:rPr>
                <w:color w:val="000000"/>
              </w:rPr>
            </w:pPr>
            <w:r>
              <w:rPr>
                <w:color w:val="000000"/>
              </w:rPr>
              <w:t>Decreases linearly</w:t>
            </w:r>
          </w:p>
        </w:tc>
      </w:tr>
    </w:tbl>
    <w:p w14:paraId="67B81F09" w14:textId="5203310A" w:rsidR="005C6C34" w:rsidRDefault="005C6C34"/>
    <w:tbl>
      <w:tblPr>
        <w:tblW w:w="0" w:type="auto"/>
        <w:tblLayout w:type="fixed"/>
        <w:tblCellMar>
          <w:left w:w="115" w:type="dxa"/>
          <w:right w:w="115" w:type="dxa"/>
        </w:tblCellMar>
        <w:tblLook w:val="01E0" w:firstRow="1" w:lastRow="1" w:firstColumn="1" w:lastColumn="1" w:noHBand="0" w:noVBand="0"/>
      </w:tblPr>
      <w:tblGrid>
        <w:gridCol w:w="1125"/>
        <w:gridCol w:w="9905"/>
      </w:tblGrid>
      <w:tr w:rsidR="00CC1A5F" w:rsidRPr="00590632" w14:paraId="0C8D47F0" w14:textId="77777777" w:rsidTr="00035426">
        <w:tc>
          <w:tcPr>
            <w:tcW w:w="1125" w:type="dxa"/>
          </w:tcPr>
          <w:p w14:paraId="1D8B8E2A" w14:textId="77777777" w:rsidR="00CC1A5F" w:rsidRPr="00590632" w:rsidRDefault="0097622C" w:rsidP="00883447">
            <w:pPr>
              <w:pStyle w:val="txtx1"/>
              <w:ind w:left="144"/>
              <w:rPr>
                <w:sz w:val="22"/>
                <w:szCs w:val="22"/>
              </w:rPr>
            </w:pPr>
            <w:r>
              <w:br w:type="page"/>
            </w:r>
            <w:r w:rsidR="005C6C34">
              <w:br/>
            </w:r>
          </w:p>
        </w:tc>
        <w:tc>
          <w:tcPr>
            <w:tcW w:w="9905" w:type="dxa"/>
          </w:tcPr>
          <w:p w14:paraId="0DD99855" w14:textId="77777777" w:rsidR="00CC1A5F" w:rsidRDefault="00942EEC" w:rsidP="00384E26">
            <w:pPr>
              <w:keepNext/>
              <w:keepLines/>
              <w:numPr>
                <w:ilvl w:val="0"/>
                <w:numId w:val="33"/>
              </w:numPr>
              <w:rPr>
                <w:color w:val="000000"/>
              </w:rPr>
            </w:pPr>
            <w:r>
              <w:rPr>
                <w:color w:val="000000"/>
              </w:rPr>
              <w:t>What is the purpose of the softbake after resist application?</w:t>
            </w:r>
          </w:p>
          <w:p w14:paraId="6FB5BBC2" w14:textId="77777777" w:rsidR="00942EEC" w:rsidRDefault="00942EEC" w:rsidP="00942EEC">
            <w:pPr>
              <w:keepNext/>
              <w:keepLines/>
              <w:numPr>
                <w:ilvl w:val="1"/>
                <w:numId w:val="33"/>
              </w:numPr>
              <w:rPr>
                <w:color w:val="000000"/>
              </w:rPr>
            </w:pPr>
            <w:r>
              <w:rPr>
                <w:color w:val="000000"/>
              </w:rPr>
              <w:t>To remove residual solvent from the resist layer</w:t>
            </w:r>
          </w:p>
          <w:p w14:paraId="29F0FB3D" w14:textId="77777777" w:rsidR="00942EEC" w:rsidRDefault="00942EEC" w:rsidP="00942EEC">
            <w:pPr>
              <w:keepNext/>
              <w:keepLines/>
              <w:numPr>
                <w:ilvl w:val="1"/>
                <w:numId w:val="33"/>
              </w:numPr>
              <w:rPr>
                <w:color w:val="000000"/>
              </w:rPr>
            </w:pPr>
            <w:r>
              <w:rPr>
                <w:color w:val="000000"/>
              </w:rPr>
              <w:t>To correct minor uniformity problems with the resist</w:t>
            </w:r>
          </w:p>
          <w:p w14:paraId="1CE30D15" w14:textId="77777777" w:rsidR="00942EEC" w:rsidRDefault="00942EEC" w:rsidP="00942EEC">
            <w:pPr>
              <w:keepNext/>
              <w:keepLines/>
              <w:numPr>
                <w:ilvl w:val="1"/>
                <w:numId w:val="33"/>
              </w:numPr>
              <w:rPr>
                <w:color w:val="000000"/>
              </w:rPr>
            </w:pPr>
            <w:r>
              <w:rPr>
                <w:color w:val="000000"/>
              </w:rPr>
              <w:t>To harden the resist for the expose process step</w:t>
            </w:r>
          </w:p>
          <w:p w14:paraId="4D79A1C4" w14:textId="77777777" w:rsidR="00942EEC" w:rsidRPr="0097622C" w:rsidRDefault="00942EEC" w:rsidP="00942EEC">
            <w:pPr>
              <w:keepNext/>
              <w:keepLines/>
              <w:numPr>
                <w:ilvl w:val="1"/>
                <w:numId w:val="33"/>
              </w:numPr>
              <w:rPr>
                <w:color w:val="000000"/>
              </w:rPr>
            </w:pPr>
            <w:r>
              <w:rPr>
                <w:color w:val="000000"/>
              </w:rPr>
              <w:t>To harden the resist for the etch process step</w:t>
            </w:r>
          </w:p>
          <w:p w14:paraId="3540A882" w14:textId="77777777" w:rsidR="00942EEC" w:rsidRPr="00942EEC" w:rsidRDefault="00942EEC" w:rsidP="00AB4741">
            <w:pPr>
              <w:keepNext/>
              <w:keepLines/>
              <w:rPr>
                <w:b/>
                <w:i/>
                <w:color w:val="C00000"/>
              </w:rPr>
            </w:pPr>
          </w:p>
        </w:tc>
      </w:tr>
      <w:tr w:rsidR="00DF1F4E" w:rsidRPr="00590632" w14:paraId="6C7D8E13" w14:textId="77777777" w:rsidTr="00035426">
        <w:tc>
          <w:tcPr>
            <w:tcW w:w="1125" w:type="dxa"/>
          </w:tcPr>
          <w:p w14:paraId="230D8B52" w14:textId="77777777" w:rsidR="00DF1F4E" w:rsidRPr="00590632" w:rsidRDefault="00DF1F4E" w:rsidP="00883447">
            <w:pPr>
              <w:pStyle w:val="txtx1"/>
              <w:ind w:left="144"/>
              <w:rPr>
                <w:sz w:val="22"/>
                <w:szCs w:val="22"/>
              </w:rPr>
            </w:pPr>
          </w:p>
        </w:tc>
        <w:tc>
          <w:tcPr>
            <w:tcW w:w="9905" w:type="dxa"/>
          </w:tcPr>
          <w:p w14:paraId="59A6870E" w14:textId="77777777" w:rsidR="00D2052E" w:rsidRDefault="00D561DE" w:rsidP="00D561DE">
            <w:pPr>
              <w:keepNext/>
              <w:keepLines/>
              <w:numPr>
                <w:ilvl w:val="0"/>
                <w:numId w:val="33"/>
              </w:numPr>
              <w:rPr>
                <w:color w:val="000000"/>
              </w:rPr>
            </w:pPr>
            <w:r>
              <w:rPr>
                <w:color w:val="000000"/>
              </w:rPr>
              <w:t>The expose step follows the ______________ process step.</w:t>
            </w:r>
          </w:p>
          <w:p w14:paraId="6497FBC0" w14:textId="77777777" w:rsidR="00D561DE" w:rsidRDefault="00D561DE" w:rsidP="00D561DE">
            <w:pPr>
              <w:keepNext/>
              <w:keepLines/>
              <w:numPr>
                <w:ilvl w:val="1"/>
                <w:numId w:val="33"/>
              </w:numPr>
              <w:rPr>
                <w:color w:val="000000"/>
              </w:rPr>
            </w:pPr>
            <w:r>
              <w:rPr>
                <w:color w:val="000000"/>
              </w:rPr>
              <w:t>Surface conditioning</w:t>
            </w:r>
          </w:p>
          <w:p w14:paraId="35A1E285" w14:textId="77777777" w:rsidR="00D561DE" w:rsidRDefault="00D561DE" w:rsidP="00D561DE">
            <w:pPr>
              <w:keepNext/>
              <w:keepLines/>
              <w:numPr>
                <w:ilvl w:val="1"/>
                <w:numId w:val="33"/>
              </w:numPr>
              <w:rPr>
                <w:color w:val="000000"/>
              </w:rPr>
            </w:pPr>
            <w:r>
              <w:rPr>
                <w:color w:val="000000"/>
              </w:rPr>
              <w:t>Coat</w:t>
            </w:r>
          </w:p>
          <w:p w14:paraId="1E7BE621" w14:textId="77777777" w:rsidR="00D561DE" w:rsidRDefault="00D561DE" w:rsidP="00D561DE">
            <w:pPr>
              <w:keepNext/>
              <w:keepLines/>
              <w:numPr>
                <w:ilvl w:val="1"/>
                <w:numId w:val="33"/>
              </w:numPr>
              <w:rPr>
                <w:color w:val="000000"/>
              </w:rPr>
            </w:pPr>
            <w:r>
              <w:rPr>
                <w:color w:val="000000"/>
              </w:rPr>
              <w:t>Soft bake</w:t>
            </w:r>
          </w:p>
          <w:p w14:paraId="1238435A" w14:textId="77777777" w:rsidR="00D561DE" w:rsidRPr="0097622C" w:rsidRDefault="00D561DE" w:rsidP="00D561DE">
            <w:pPr>
              <w:keepNext/>
              <w:keepLines/>
              <w:numPr>
                <w:ilvl w:val="1"/>
                <w:numId w:val="33"/>
              </w:numPr>
              <w:rPr>
                <w:color w:val="000000"/>
              </w:rPr>
            </w:pPr>
            <w:r>
              <w:rPr>
                <w:color w:val="000000"/>
              </w:rPr>
              <w:t>Hard bake</w:t>
            </w:r>
          </w:p>
          <w:p w14:paraId="53C29FE9" w14:textId="77777777" w:rsidR="00D2052E" w:rsidRPr="0097622C" w:rsidRDefault="00D2052E" w:rsidP="00AB4741">
            <w:pPr>
              <w:keepNext/>
              <w:keepLines/>
              <w:rPr>
                <w:b/>
                <w:i/>
                <w:color w:val="000000"/>
              </w:rPr>
            </w:pPr>
          </w:p>
        </w:tc>
      </w:tr>
      <w:tr w:rsidR="00CC1A5F" w:rsidRPr="00590632" w14:paraId="470D04C7" w14:textId="77777777" w:rsidTr="00035426">
        <w:tc>
          <w:tcPr>
            <w:tcW w:w="1125" w:type="dxa"/>
          </w:tcPr>
          <w:p w14:paraId="27C06657" w14:textId="77777777" w:rsidR="00CC1A5F" w:rsidRPr="00590632" w:rsidRDefault="00CC1A5F" w:rsidP="00883447">
            <w:pPr>
              <w:pStyle w:val="txtx1"/>
              <w:ind w:left="144"/>
              <w:rPr>
                <w:sz w:val="22"/>
                <w:szCs w:val="22"/>
              </w:rPr>
            </w:pPr>
          </w:p>
        </w:tc>
        <w:tc>
          <w:tcPr>
            <w:tcW w:w="9905" w:type="dxa"/>
          </w:tcPr>
          <w:p w14:paraId="1B22DFC4" w14:textId="77777777" w:rsidR="00D561DE" w:rsidRDefault="00D561DE" w:rsidP="00384E26">
            <w:pPr>
              <w:keepNext/>
              <w:keepLines/>
              <w:numPr>
                <w:ilvl w:val="0"/>
                <w:numId w:val="33"/>
              </w:numPr>
              <w:rPr>
                <w:color w:val="000000"/>
              </w:rPr>
            </w:pPr>
            <w:r>
              <w:rPr>
                <w:color w:val="000000"/>
              </w:rPr>
              <w:t>For the expose step, some photolithography equipment</w:t>
            </w:r>
            <w:r w:rsidR="00476A6E">
              <w:rPr>
                <w:color w:val="000000"/>
              </w:rPr>
              <w:t>, such as steppers,</w:t>
            </w:r>
            <w:r>
              <w:rPr>
                <w:color w:val="000000"/>
              </w:rPr>
              <w:t xml:space="preserve"> use a small quartz plate that contains the pattern for just a few die or fields on a wafer.  This plate is called a _______________.</w:t>
            </w:r>
          </w:p>
          <w:p w14:paraId="23EF129C" w14:textId="77777777" w:rsidR="00D561DE" w:rsidRDefault="00D561DE" w:rsidP="00D561DE">
            <w:pPr>
              <w:keepNext/>
              <w:keepLines/>
              <w:numPr>
                <w:ilvl w:val="1"/>
                <w:numId w:val="33"/>
              </w:numPr>
              <w:rPr>
                <w:color w:val="000000"/>
              </w:rPr>
            </w:pPr>
            <w:r>
              <w:rPr>
                <w:color w:val="000000"/>
              </w:rPr>
              <w:t>Mask</w:t>
            </w:r>
          </w:p>
          <w:p w14:paraId="25A9AB30" w14:textId="77777777" w:rsidR="00D561DE" w:rsidRDefault="00D561DE" w:rsidP="00D561DE">
            <w:pPr>
              <w:keepNext/>
              <w:keepLines/>
              <w:numPr>
                <w:ilvl w:val="1"/>
                <w:numId w:val="33"/>
              </w:numPr>
              <w:rPr>
                <w:color w:val="000000"/>
              </w:rPr>
            </w:pPr>
            <w:r>
              <w:rPr>
                <w:color w:val="000000"/>
              </w:rPr>
              <w:t>Reticle</w:t>
            </w:r>
          </w:p>
          <w:p w14:paraId="791912F8" w14:textId="77777777" w:rsidR="00D561DE" w:rsidRDefault="00D561DE" w:rsidP="00D561DE">
            <w:pPr>
              <w:keepNext/>
              <w:keepLines/>
              <w:numPr>
                <w:ilvl w:val="1"/>
                <w:numId w:val="33"/>
              </w:numPr>
              <w:rPr>
                <w:color w:val="000000"/>
              </w:rPr>
            </w:pPr>
            <w:r>
              <w:rPr>
                <w:color w:val="000000"/>
              </w:rPr>
              <w:t>Partial mask</w:t>
            </w:r>
          </w:p>
          <w:p w14:paraId="51F9BFAF" w14:textId="77777777" w:rsidR="00D561DE" w:rsidRDefault="00D561DE" w:rsidP="00D561DE">
            <w:pPr>
              <w:keepNext/>
              <w:keepLines/>
              <w:numPr>
                <w:ilvl w:val="1"/>
                <w:numId w:val="33"/>
              </w:numPr>
              <w:rPr>
                <w:color w:val="000000"/>
              </w:rPr>
            </w:pPr>
            <w:r>
              <w:rPr>
                <w:color w:val="000000"/>
              </w:rPr>
              <w:t>Die plate</w:t>
            </w:r>
          </w:p>
          <w:p w14:paraId="132329F3" w14:textId="77777777" w:rsidR="00CC1A5F" w:rsidRPr="0097622C" w:rsidRDefault="00CC1A5F" w:rsidP="00AB4741">
            <w:pPr>
              <w:keepNext/>
              <w:keepLines/>
              <w:rPr>
                <w:b/>
                <w:i/>
                <w:color w:val="000000"/>
              </w:rPr>
            </w:pPr>
          </w:p>
        </w:tc>
      </w:tr>
      <w:tr w:rsidR="005A5801" w:rsidRPr="00590632" w14:paraId="1699023E" w14:textId="77777777" w:rsidTr="00C5635B">
        <w:tc>
          <w:tcPr>
            <w:tcW w:w="1125" w:type="dxa"/>
          </w:tcPr>
          <w:p w14:paraId="597D144B" w14:textId="77777777" w:rsidR="005A5801" w:rsidRPr="00590632" w:rsidRDefault="005A5801" w:rsidP="00883447">
            <w:pPr>
              <w:pStyle w:val="txtx1"/>
              <w:ind w:left="144"/>
              <w:rPr>
                <w:sz w:val="22"/>
                <w:szCs w:val="22"/>
              </w:rPr>
            </w:pPr>
          </w:p>
        </w:tc>
        <w:tc>
          <w:tcPr>
            <w:tcW w:w="9905" w:type="dxa"/>
          </w:tcPr>
          <w:p w14:paraId="2E805E75" w14:textId="77777777" w:rsidR="005A5801" w:rsidRPr="0097622C" w:rsidRDefault="00B66740" w:rsidP="00384E26">
            <w:pPr>
              <w:keepNext/>
              <w:keepLines/>
              <w:numPr>
                <w:ilvl w:val="0"/>
                <w:numId w:val="33"/>
              </w:numPr>
              <w:rPr>
                <w:color w:val="000000"/>
              </w:rPr>
            </w:pPr>
            <w:r w:rsidRPr="0097622C">
              <w:rPr>
                <w:color w:val="000000"/>
              </w:rPr>
              <w:t xml:space="preserve">Which of the following </w:t>
            </w:r>
            <w:r w:rsidR="00D561DE">
              <w:rPr>
                <w:color w:val="000000"/>
              </w:rPr>
              <w:t xml:space="preserve">two </w:t>
            </w:r>
            <w:r w:rsidRPr="0097622C">
              <w:rPr>
                <w:color w:val="000000"/>
              </w:rPr>
              <w:t xml:space="preserve">UV light sources are </w:t>
            </w:r>
            <w:r w:rsidR="00476A6E">
              <w:rPr>
                <w:color w:val="000000"/>
              </w:rPr>
              <w:t xml:space="preserve">commonly </w:t>
            </w:r>
            <w:r w:rsidRPr="0097622C">
              <w:rPr>
                <w:color w:val="000000"/>
              </w:rPr>
              <w:t>used to expose the photoresist?</w:t>
            </w:r>
          </w:p>
          <w:p w14:paraId="0DB486D9" w14:textId="77777777" w:rsidR="00B66740" w:rsidRPr="00D561DE" w:rsidRDefault="00B66740" w:rsidP="00384E26">
            <w:pPr>
              <w:keepNext/>
              <w:keepLines/>
              <w:numPr>
                <w:ilvl w:val="1"/>
                <w:numId w:val="33"/>
              </w:numPr>
              <w:rPr>
                <w:color w:val="000000"/>
              </w:rPr>
            </w:pPr>
            <w:r w:rsidRPr="00D561DE">
              <w:rPr>
                <w:color w:val="000000"/>
              </w:rPr>
              <w:t>Mercury Vapor Lamps</w:t>
            </w:r>
            <w:r w:rsidR="00D561DE" w:rsidRPr="00D561DE">
              <w:rPr>
                <w:color w:val="000000"/>
              </w:rPr>
              <w:t xml:space="preserve"> and </w:t>
            </w:r>
            <w:r w:rsidR="00D561DE">
              <w:rPr>
                <w:color w:val="000000"/>
              </w:rPr>
              <w:t>excimer l</w:t>
            </w:r>
            <w:r w:rsidRPr="00D561DE">
              <w:rPr>
                <w:color w:val="000000"/>
              </w:rPr>
              <w:t>asers</w:t>
            </w:r>
          </w:p>
          <w:p w14:paraId="61A5EC3A" w14:textId="77777777" w:rsidR="00D561DE" w:rsidRDefault="00D561DE" w:rsidP="00384E26">
            <w:pPr>
              <w:keepNext/>
              <w:keepLines/>
              <w:numPr>
                <w:ilvl w:val="1"/>
                <w:numId w:val="33"/>
              </w:numPr>
              <w:rPr>
                <w:color w:val="000000"/>
              </w:rPr>
            </w:pPr>
            <w:r>
              <w:rPr>
                <w:color w:val="000000"/>
              </w:rPr>
              <w:t>Mercury vapor lamps and compact fluorescent lamps</w:t>
            </w:r>
          </w:p>
          <w:p w14:paraId="35644C28" w14:textId="77777777" w:rsidR="00D561DE" w:rsidRDefault="00D561DE" w:rsidP="00384E26">
            <w:pPr>
              <w:keepNext/>
              <w:keepLines/>
              <w:numPr>
                <w:ilvl w:val="1"/>
                <w:numId w:val="33"/>
              </w:numPr>
              <w:rPr>
                <w:color w:val="000000"/>
              </w:rPr>
            </w:pPr>
            <w:r w:rsidRPr="0097622C">
              <w:rPr>
                <w:color w:val="000000"/>
              </w:rPr>
              <w:t>CO</w:t>
            </w:r>
            <w:r w:rsidRPr="00293B7D">
              <w:rPr>
                <w:color w:val="000000"/>
                <w:vertAlign w:val="subscript"/>
              </w:rPr>
              <w:t>2</w:t>
            </w:r>
            <w:r w:rsidRPr="0097622C">
              <w:rPr>
                <w:color w:val="000000"/>
              </w:rPr>
              <w:t xml:space="preserve"> Lasers</w:t>
            </w:r>
            <w:r>
              <w:rPr>
                <w:color w:val="000000"/>
              </w:rPr>
              <w:t xml:space="preserve"> and mercury vapor lamps</w:t>
            </w:r>
          </w:p>
          <w:p w14:paraId="63CA6143" w14:textId="77777777" w:rsidR="00D561DE" w:rsidRPr="0097622C" w:rsidRDefault="00D561DE" w:rsidP="00384E26">
            <w:pPr>
              <w:keepNext/>
              <w:keepLines/>
              <w:numPr>
                <w:ilvl w:val="1"/>
                <w:numId w:val="33"/>
              </w:numPr>
              <w:rPr>
                <w:color w:val="000000"/>
              </w:rPr>
            </w:pPr>
            <w:r w:rsidRPr="0097622C">
              <w:rPr>
                <w:color w:val="000000"/>
              </w:rPr>
              <w:t>CO</w:t>
            </w:r>
            <w:r w:rsidRPr="00293B7D">
              <w:rPr>
                <w:color w:val="000000"/>
                <w:vertAlign w:val="subscript"/>
              </w:rPr>
              <w:t>2</w:t>
            </w:r>
            <w:r w:rsidRPr="0097622C">
              <w:rPr>
                <w:color w:val="000000"/>
              </w:rPr>
              <w:t xml:space="preserve"> Lasers</w:t>
            </w:r>
            <w:r>
              <w:rPr>
                <w:color w:val="000000"/>
              </w:rPr>
              <w:t xml:space="preserve"> and excimer lasers</w:t>
            </w:r>
          </w:p>
          <w:p w14:paraId="0954D5C1" w14:textId="77777777" w:rsidR="00B66740" w:rsidRPr="0097622C" w:rsidRDefault="00B66740" w:rsidP="00AB4741">
            <w:pPr>
              <w:keepNext/>
              <w:keepLines/>
              <w:rPr>
                <w:b/>
                <w:i/>
                <w:color w:val="000000"/>
              </w:rPr>
            </w:pPr>
          </w:p>
        </w:tc>
      </w:tr>
      <w:tr w:rsidR="00D2052E" w:rsidRPr="00590632" w14:paraId="1CA22B28" w14:textId="77777777" w:rsidTr="00AC4D1D">
        <w:tc>
          <w:tcPr>
            <w:tcW w:w="1125" w:type="dxa"/>
          </w:tcPr>
          <w:p w14:paraId="671B9806" w14:textId="77777777" w:rsidR="00D2052E" w:rsidRPr="00590632" w:rsidRDefault="00D2052E" w:rsidP="00883447">
            <w:pPr>
              <w:pStyle w:val="txtx1"/>
              <w:ind w:left="144"/>
              <w:rPr>
                <w:sz w:val="22"/>
                <w:szCs w:val="22"/>
              </w:rPr>
            </w:pPr>
          </w:p>
        </w:tc>
        <w:tc>
          <w:tcPr>
            <w:tcW w:w="9905" w:type="dxa"/>
          </w:tcPr>
          <w:p w14:paraId="28A41B03" w14:textId="77777777" w:rsidR="00D2052E" w:rsidRPr="0097622C" w:rsidRDefault="005C15E1" w:rsidP="00384E26">
            <w:pPr>
              <w:keepNext/>
              <w:keepLines/>
              <w:numPr>
                <w:ilvl w:val="0"/>
                <w:numId w:val="33"/>
              </w:numPr>
              <w:rPr>
                <w:color w:val="000000"/>
              </w:rPr>
            </w:pPr>
            <w:r>
              <w:rPr>
                <w:color w:val="000000"/>
              </w:rPr>
              <w:t>After</w:t>
            </w:r>
            <w:r w:rsidR="00D05EB3">
              <w:rPr>
                <w:color w:val="000000"/>
              </w:rPr>
              <w:t xml:space="preserve"> the coated wafer is placed into the photolithography</w:t>
            </w:r>
            <w:r w:rsidR="005C6C34">
              <w:rPr>
                <w:color w:val="000000"/>
              </w:rPr>
              <w:t xml:space="preserve"> expose</w:t>
            </w:r>
            <w:r w:rsidR="00D05EB3">
              <w:rPr>
                <w:color w:val="000000"/>
              </w:rPr>
              <w:t xml:space="preserve"> equipment, it is __________ prior to being exposed</w:t>
            </w:r>
            <w:r w:rsidR="00D2052E" w:rsidRPr="0097622C">
              <w:rPr>
                <w:color w:val="000000"/>
              </w:rPr>
              <w:t xml:space="preserve">.  </w:t>
            </w:r>
          </w:p>
          <w:p w14:paraId="3AAD0D18" w14:textId="77777777" w:rsidR="00D2052E" w:rsidRDefault="00D05EB3" w:rsidP="00384E26">
            <w:pPr>
              <w:keepNext/>
              <w:keepLines/>
              <w:numPr>
                <w:ilvl w:val="1"/>
                <w:numId w:val="33"/>
              </w:numPr>
              <w:rPr>
                <w:color w:val="000000"/>
              </w:rPr>
            </w:pPr>
            <w:r>
              <w:rPr>
                <w:color w:val="000000"/>
              </w:rPr>
              <w:t>Baked</w:t>
            </w:r>
          </w:p>
          <w:p w14:paraId="1BDC24BE" w14:textId="77777777" w:rsidR="00D05EB3" w:rsidRDefault="00D05EB3" w:rsidP="00384E26">
            <w:pPr>
              <w:keepNext/>
              <w:keepLines/>
              <w:numPr>
                <w:ilvl w:val="1"/>
                <w:numId w:val="33"/>
              </w:numPr>
              <w:rPr>
                <w:color w:val="000000"/>
              </w:rPr>
            </w:pPr>
            <w:r>
              <w:rPr>
                <w:color w:val="000000"/>
              </w:rPr>
              <w:t>Cooled</w:t>
            </w:r>
          </w:p>
          <w:p w14:paraId="677A4A63" w14:textId="77777777" w:rsidR="00D05EB3" w:rsidRDefault="00FF6FF6" w:rsidP="00384E26">
            <w:pPr>
              <w:keepNext/>
              <w:keepLines/>
              <w:numPr>
                <w:ilvl w:val="1"/>
                <w:numId w:val="33"/>
              </w:numPr>
              <w:rPr>
                <w:color w:val="000000"/>
              </w:rPr>
            </w:pPr>
            <w:r>
              <w:rPr>
                <w:color w:val="000000"/>
              </w:rPr>
              <w:t>Aligned</w:t>
            </w:r>
          </w:p>
          <w:p w14:paraId="060583E9" w14:textId="0AE22162" w:rsidR="00D2052E" w:rsidRPr="00AB4741" w:rsidRDefault="00AB4741" w:rsidP="00AB4741">
            <w:pPr>
              <w:keepNext/>
              <w:keepLines/>
              <w:numPr>
                <w:ilvl w:val="1"/>
                <w:numId w:val="33"/>
              </w:numPr>
              <w:rPr>
                <w:color w:val="000000"/>
              </w:rPr>
            </w:pPr>
            <w:r>
              <w:rPr>
                <w:color w:val="000000"/>
              </w:rPr>
              <w:t>Coated</w:t>
            </w:r>
          </w:p>
        </w:tc>
      </w:tr>
    </w:tbl>
    <w:p w14:paraId="145E6923" w14:textId="77777777" w:rsidR="005C6C34" w:rsidRDefault="005C6C34"/>
    <w:tbl>
      <w:tblPr>
        <w:tblW w:w="0" w:type="auto"/>
        <w:tblLayout w:type="fixed"/>
        <w:tblCellMar>
          <w:left w:w="115" w:type="dxa"/>
          <w:right w:w="115" w:type="dxa"/>
        </w:tblCellMar>
        <w:tblLook w:val="01E0" w:firstRow="1" w:lastRow="1" w:firstColumn="1" w:lastColumn="1" w:noHBand="0" w:noVBand="0"/>
      </w:tblPr>
      <w:tblGrid>
        <w:gridCol w:w="1125"/>
        <w:gridCol w:w="9905"/>
      </w:tblGrid>
      <w:tr w:rsidR="004737DA" w:rsidRPr="00590632" w14:paraId="2A327718" w14:textId="77777777" w:rsidTr="00AC4D1D">
        <w:tc>
          <w:tcPr>
            <w:tcW w:w="1125" w:type="dxa"/>
          </w:tcPr>
          <w:p w14:paraId="04F421C2" w14:textId="77777777" w:rsidR="004737DA" w:rsidRPr="00590632" w:rsidRDefault="004737DA" w:rsidP="00883447">
            <w:pPr>
              <w:pStyle w:val="txtx1"/>
              <w:ind w:left="144"/>
              <w:rPr>
                <w:sz w:val="22"/>
                <w:szCs w:val="22"/>
              </w:rPr>
            </w:pPr>
          </w:p>
        </w:tc>
        <w:tc>
          <w:tcPr>
            <w:tcW w:w="9905" w:type="dxa"/>
          </w:tcPr>
          <w:p w14:paraId="24BFD23D" w14:textId="77777777" w:rsidR="004737DA" w:rsidRPr="0097622C" w:rsidRDefault="006C1F15" w:rsidP="00384E26">
            <w:pPr>
              <w:keepNext/>
              <w:keepLines/>
              <w:numPr>
                <w:ilvl w:val="0"/>
                <w:numId w:val="33"/>
              </w:numPr>
              <w:rPr>
                <w:color w:val="000000"/>
              </w:rPr>
            </w:pPr>
            <w:r w:rsidRPr="0097622C">
              <w:rPr>
                <w:color w:val="000000"/>
              </w:rPr>
              <w:t>Which of the followin</w:t>
            </w:r>
            <w:r w:rsidR="00A27C81" w:rsidRPr="0097622C">
              <w:rPr>
                <w:color w:val="000000"/>
              </w:rPr>
              <w:t>g could be the result of an under</w:t>
            </w:r>
            <w:r w:rsidRPr="0097622C">
              <w:rPr>
                <w:color w:val="000000"/>
              </w:rPr>
              <w:t>developed resist layer?</w:t>
            </w:r>
          </w:p>
          <w:p w14:paraId="6DF141ED" w14:textId="77777777" w:rsidR="006C1F15" w:rsidRPr="0097622C" w:rsidRDefault="00E4412E" w:rsidP="00384E26">
            <w:pPr>
              <w:keepNext/>
              <w:keepLines/>
              <w:numPr>
                <w:ilvl w:val="1"/>
                <w:numId w:val="33"/>
              </w:numPr>
              <w:rPr>
                <w:color w:val="000000"/>
              </w:rPr>
            </w:pPr>
            <w:r w:rsidRPr="0097622C">
              <w:rPr>
                <w:color w:val="000000"/>
              </w:rPr>
              <w:t>M</w:t>
            </w:r>
            <w:r w:rsidR="006C1F15" w:rsidRPr="0097622C">
              <w:rPr>
                <w:color w:val="000000"/>
              </w:rPr>
              <w:t>isalignment of the resist pattern to the pattern in the underlying layer</w:t>
            </w:r>
          </w:p>
          <w:p w14:paraId="5B7B2425" w14:textId="77777777" w:rsidR="006C1F15" w:rsidRDefault="00E4412E" w:rsidP="00384E26">
            <w:pPr>
              <w:keepNext/>
              <w:keepLines/>
              <w:numPr>
                <w:ilvl w:val="1"/>
                <w:numId w:val="33"/>
              </w:numPr>
              <w:rPr>
                <w:color w:val="000000"/>
              </w:rPr>
            </w:pPr>
            <w:r w:rsidRPr="0097622C">
              <w:rPr>
                <w:color w:val="000000"/>
              </w:rPr>
              <w:t>C</w:t>
            </w:r>
            <w:r w:rsidR="006C1F15" w:rsidRPr="0097622C">
              <w:rPr>
                <w:color w:val="000000"/>
              </w:rPr>
              <w:t>ritical dimensions in the resist layer</w:t>
            </w:r>
            <w:r w:rsidRPr="0097622C">
              <w:rPr>
                <w:color w:val="000000"/>
              </w:rPr>
              <w:t xml:space="preserve"> larger than specification</w:t>
            </w:r>
          </w:p>
          <w:p w14:paraId="1E2693CF" w14:textId="77777777" w:rsidR="00FF6FF6" w:rsidRPr="0097622C" w:rsidRDefault="00FF6FF6" w:rsidP="00384E26">
            <w:pPr>
              <w:keepNext/>
              <w:keepLines/>
              <w:numPr>
                <w:ilvl w:val="1"/>
                <w:numId w:val="33"/>
              </w:numPr>
              <w:rPr>
                <w:color w:val="000000"/>
              </w:rPr>
            </w:pPr>
            <w:r>
              <w:rPr>
                <w:color w:val="000000"/>
              </w:rPr>
              <w:t>Overexposure of resist during the expose step</w:t>
            </w:r>
          </w:p>
          <w:p w14:paraId="4901230C" w14:textId="77777777" w:rsidR="00A27C81" w:rsidRPr="0097622C" w:rsidRDefault="00E4412E" w:rsidP="00384E26">
            <w:pPr>
              <w:keepNext/>
              <w:keepLines/>
              <w:numPr>
                <w:ilvl w:val="1"/>
                <w:numId w:val="33"/>
              </w:numPr>
              <w:rPr>
                <w:color w:val="000000"/>
              </w:rPr>
            </w:pPr>
            <w:r w:rsidRPr="0097622C">
              <w:rPr>
                <w:color w:val="000000"/>
              </w:rPr>
              <w:t>T</w:t>
            </w:r>
            <w:r w:rsidR="00A27C81" w:rsidRPr="0097622C">
              <w:rPr>
                <w:color w:val="000000"/>
              </w:rPr>
              <w:t>oo much resist left on the wafer preventing access to the underlying layer</w:t>
            </w:r>
          </w:p>
          <w:p w14:paraId="5C63A18A" w14:textId="77777777" w:rsidR="00FF6FF6" w:rsidRPr="0097622C" w:rsidRDefault="00FF6FF6" w:rsidP="00AB4741">
            <w:pPr>
              <w:keepNext/>
              <w:keepLines/>
              <w:rPr>
                <w:b/>
                <w:i/>
                <w:color w:val="C00000"/>
              </w:rPr>
            </w:pPr>
          </w:p>
          <w:p w14:paraId="753916F4" w14:textId="77777777" w:rsidR="006C1F15" w:rsidRPr="0097622C" w:rsidRDefault="006C1F15" w:rsidP="006C1F15">
            <w:pPr>
              <w:keepNext/>
              <w:keepLines/>
              <w:rPr>
                <w:b/>
                <w:i/>
                <w:color w:val="000000"/>
              </w:rPr>
            </w:pPr>
          </w:p>
        </w:tc>
      </w:tr>
      <w:tr w:rsidR="004737DA" w:rsidRPr="00590632" w14:paraId="347E6519" w14:textId="77777777" w:rsidTr="00AC4D1D">
        <w:tc>
          <w:tcPr>
            <w:tcW w:w="1125" w:type="dxa"/>
          </w:tcPr>
          <w:p w14:paraId="6D0F8F49" w14:textId="77777777" w:rsidR="004737DA" w:rsidRPr="00590632" w:rsidRDefault="004737DA" w:rsidP="00883447">
            <w:pPr>
              <w:pStyle w:val="txtx1"/>
              <w:ind w:left="144"/>
              <w:rPr>
                <w:sz w:val="22"/>
                <w:szCs w:val="22"/>
              </w:rPr>
            </w:pPr>
          </w:p>
        </w:tc>
        <w:tc>
          <w:tcPr>
            <w:tcW w:w="9905" w:type="dxa"/>
          </w:tcPr>
          <w:p w14:paraId="08F8CCDF" w14:textId="77777777" w:rsidR="004737DA" w:rsidRDefault="00005182" w:rsidP="00384E26">
            <w:pPr>
              <w:keepNext/>
              <w:keepLines/>
              <w:numPr>
                <w:ilvl w:val="0"/>
                <w:numId w:val="33"/>
              </w:numPr>
              <w:rPr>
                <w:color w:val="000000"/>
              </w:rPr>
            </w:pPr>
            <w:r w:rsidRPr="0097622C">
              <w:rPr>
                <w:color w:val="000000"/>
              </w:rPr>
              <w:t xml:space="preserve">After the develop step, the wafers are inspected.  </w:t>
            </w:r>
            <w:r w:rsidR="00FF6FF6">
              <w:rPr>
                <w:color w:val="000000"/>
              </w:rPr>
              <w:t>Which of the following is NOT a critical parameters for this inspection?</w:t>
            </w:r>
          </w:p>
          <w:p w14:paraId="4BD84979" w14:textId="77777777" w:rsidR="00FF6FF6" w:rsidRDefault="00FF6FF6" w:rsidP="00FF6FF6">
            <w:pPr>
              <w:keepNext/>
              <w:keepLines/>
              <w:numPr>
                <w:ilvl w:val="1"/>
                <w:numId w:val="33"/>
              </w:numPr>
              <w:rPr>
                <w:color w:val="000000"/>
              </w:rPr>
            </w:pPr>
            <w:r>
              <w:rPr>
                <w:color w:val="000000"/>
              </w:rPr>
              <w:t>Resist thickness</w:t>
            </w:r>
          </w:p>
          <w:p w14:paraId="43878538" w14:textId="77777777" w:rsidR="00FF6FF6" w:rsidRDefault="00FF6FF6" w:rsidP="00FF6FF6">
            <w:pPr>
              <w:keepNext/>
              <w:keepLines/>
              <w:numPr>
                <w:ilvl w:val="1"/>
                <w:numId w:val="33"/>
              </w:numPr>
              <w:rPr>
                <w:color w:val="000000"/>
              </w:rPr>
            </w:pPr>
            <w:r>
              <w:rPr>
                <w:color w:val="000000"/>
              </w:rPr>
              <w:t>Alignment</w:t>
            </w:r>
          </w:p>
          <w:p w14:paraId="410E7C27" w14:textId="77777777" w:rsidR="00FF6FF6" w:rsidRDefault="00FF6FF6" w:rsidP="00FF6FF6">
            <w:pPr>
              <w:keepNext/>
              <w:keepLines/>
              <w:numPr>
                <w:ilvl w:val="1"/>
                <w:numId w:val="33"/>
              </w:numPr>
              <w:rPr>
                <w:color w:val="000000"/>
              </w:rPr>
            </w:pPr>
            <w:r>
              <w:rPr>
                <w:color w:val="000000"/>
              </w:rPr>
              <w:t>Line width or critical dimension</w:t>
            </w:r>
          </w:p>
          <w:p w14:paraId="63BDB098" w14:textId="77777777" w:rsidR="00FF6FF6" w:rsidRPr="0097622C" w:rsidRDefault="00FF6FF6" w:rsidP="00FF6FF6">
            <w:pPr>
              <w:keepNext/>
              <w:keepLines/>
              <w:numPr>
                <w:ilvl w:val="1"/>
                <w:numId w:val="33"/>
              </w:numPr>
              <w:rPr>
                <w:color w:val="000000"/>
              </w:rPr>
            </w:pPr>
            <w:r>
              <w:rPr>
                <w:color w:val="000000"/>
              </w:rPr>
              <w:t>Defects (particles, scratches, etc.)</w:t>
            </w:r>
          </w:p>
          <w:p w14:paraId="7F2C9B8B" w14:textId="77777777" w:rsidR="00005182" w:rsidRPr="0097622C" w:rsidRDefault="00005182" w:rsidP="00005182">
            <w:pPr>
              <w:keepNext/>
              <w:keepLines/>
              <w:rPr>
                <w:color w:val="000000"/>
              </w:rPr>
            </w:pPr>
          </w:p>
          <w:p w14:paraId="6A9D6D7E" w14:textId="77777777" w:rsidR="00005182" w:rsidRPr="0097622C" w:rsidRDefault="00005182" w:rsidP="00AB4741">
            <w:pPr>
              <w:keepNext/>
              <w:keepLines/>
              <w:ind w:left="360"/>
              <w:rPr>
                <w:b/>
                <w:i/>
                <w:color w:val="000000"/>
              </w:rPr>
            </w:pPr>
          </w:p>
        </w:tc>
      </w:tr>
      <w:tr w:rsidR="00171A29" w:rsidRPr="00590632" w14:paraId="422D3081" w14:textId="77777777" w:rsidTr="00AC4D1D">
        <w:tc>
          <w:tcPr>
            <w:tcW w:w="1125" w:type="dxa"/>
          </w:tcPr>
          <w:p w14:paraId="6FF94041" w14:textId="77777777" w:rsidR="00171A29" w:rsidRPr="00590632" w:rsidRDefault="00171A29" w:rsidP="00883447">
            <w:pPr>
              <w:pStyle w:val="txtx1"/>
              <w:ind w:left="144"/>
              <w:rPr>
                <w:sz w:val="22"/>
                <w:szCs w:val="22"/>
              </w:rPr>
            </w:pPr>
          </w:p>
        </w:tc>
        <w:tc>
          <w:tcPr>
            <w:tcW w:w="9905" w:type="dxa"/>
          </w:tcPr>
          <w:p w14:paraId="4822E517" w14:textId="77777777" w:rsidR="00171A29" w:rsidRDefault="00171A29" w:rsidP="00171A29">
            <w:pPr>
              <w:keepNext/>
              <w:keepLines/>
              <w:numPr>
                <w:ilvl w:val="0"/>
                <w:numId w:val="33"/>
              </w:numPr>
              <w:rPr>
                <w:color w:val="000000"/>
              </w:rPr>
            </w:pPr>
            <w:r>
              <w:rPr>
                <w:color w:val="000000"/>
              </w:rPr>
              <w:t>The final test on a micro-sized accelerometer showed that the proof mass was offset from center causing the whole wafer to be rejected.  Which of the following process steps is MOST likely this cause of this defect?</w:t>
            </w:r>
          </w:p>
          <w:p w14:paraId="7DBB7759" w14:textId="77777777" w:rsidR="00171A29" w:rsidRDefault="00171A29" w:rsidP="00171A29">
            <w:pPr>
              <w:keepNext/>
              <w:keepLines/>
              <w:numPr>
                <w:ilvl w:val="1"/>
                <w:numId w:val="33"/>
              </w:numPr>
              <w:rPr>
                <w:color w:val="000000"/>
              </w:rPr>
            </w:pPr>
            <w:r>
              <w:rPr>
                <w:color w:val="000000"/>
              </w:rPr>
              <w:t>Conditioning</w:t>
            </w:r>
          </w:p>
          <w:p w14:paraId="1BDE82ED" w14:textId="77777777" w:rsidR="00171A29" w:rsidRDefault="00171A29" w:rsidP="00171A29">
            <w:pPr>
              <w:keepNext/>
              <w:keepLines/>
              <w:numPr>
                <w:ilvl w:val="1"/>
                <w:numId w:val="33"/>
              </w:numPr>
              <w:rPr>
                <w:color w:val="000000"/>
              </w:rPr>
            </w:pPr>
            <w:r>
              <w:rPr>
                <w:color w:val="000000"/>
              </w:rPr>
              <w:t>Cost</w:t>
            </w:r>
          </w:p>
          <w:p w14:paraId="42517FA9" w14:textId="77777777" w:rsidR="00171A29" w:rsidRDefault="00171A29" w:rsidP="00171A29">
            <w:pPr>
              <w:keepNext/>
              <w:keepLines/>
              <w:numPr>
                <w:ilvl w:val="1"/>
                <w:numId w:val="33"/>
              </w:numPr>
              <w:rPr>
                <w:color w:val="000000"/>
              </w:rPr>
            </w:pPr>
            <w:r>
              <w:rPr>
                <w:color w:val="000000"/>
              </w:rPr>
              <w:t>Align</w:t>
            </w:r>
          </w:p>
          <w:p w14:paraId="4B9B4DC3" w14:textId="77777777" w:rsidR="00171A29" w:rsidRDefault="00171A29" w:rsidP="00171A29">
            <w:pPr>
              <w:keepNext/>
              <w:keepLines/>
              <w:numPr>
                <w:ilvl w:val="1"/>
                <w:numId w:val="33"/>
              </w:numPr>
              <w:rPr>
                <w:color w:val="000000"/>
              </w:rPr>
            </w:pPr>
            <w:r>
              <w:rPr>
                <w:color w:val="000000"/>
              </w:rPr>
              <w:t>Expose</w:t>
            </w:r>
          </w:p>
          <w:p w14:paraId="2B825615" w14:textId="38F72EF9" w:rsidR="00171A29" w:rsidRPr="00AB4741" w:rsidRDefault="00171A29" w:rsidP="00AB4741">
            <w:pPr>
              <w:keepNext/>
              <w:keepLines/>
              <w:numPr>
                <w:ilvl w:val="1"/>
                <w:numId w:val="33"/>
              </w:numPr>
              <w:rPr>
                <w:color w:val="000000"/>
              </w:rPr>
            </w:pPr>
            <w:r>
              <w:rPr>
                <w:color w:val="000000"/>
              </w:rPr>
              <w:t>Etch</w:t>
            </w:r>
          </w:p>
        </w:tc>
      </w:tr>
    </w:tbl>
    <w:p w14:paraId="5AAAACA3" w14:textId="77777777" w:rsidR="00C266FF" w:rsidRDefault="00C266FF"/>
    <w:tbl>
      <w:tblPr>
        <w:tblW w:w="11030" w:type="dxa"/>
        <w:tblLayout w:type="fixed"/>
        <w:tblCellMar>
          <w:left w:w="115" w:type="dxa"/>
          <w:right w:w="115" w:type="dxa"/>
        </w:tblCellMar>
        <w:tblLook w:val="01E0" w:firstRow="1" w:lastRow="1" w:firstColumn="1" w:lastColumn="1" w:noHBand="0" w:noVBand="0"/>
      </w:tblPr>
      <w:tblGrid>
        <w:gridCol w:w="1125"/>
        <w:gridCol w:w="9905"/>
      </w:tblGrid>
      <w:tr w:rsidR="000B34F9" w:rsidRPr="00590632" w14:paraId="1DE09C7C" w14:textId="77777777" w:rsidTr="00AB4741">
        <w:tc>
          <w:tcPr>
            <w:tcW w:w="1125" w:type="dxa"/>
          </w:tcPr>
          <w:p w14:paraId="60ADD902" w14:textId="77777777" w:rsidR="000B34F9" w:rsidRPr="00590632" w:rsidRDefault="000B34F9" w:rsidP="00883447">
            <w:pPr>
              <w:pStyle w:val="txtx1"/>
              <w:ind w:left="144"/>
              <w:rPr>
                <w:sz w:val="22"/>
                <w:szCs w:val="22"/>
              </w:rPr>
            </w:pPr>
          </w:p>
        </w:tc>
        <w:tc>
          <w:tcPr>
            <w:tcW w:w="9905" w:type="dxa"/>
          </w:tcPr>
          <w:p w14:paraId="086AFBDE" w14:textId="77777777" w:rsidR="000B34F9" w:rsidRDefault="000B34F9" w:rsidP="00384E26">
            <w:pPr>
              <w:keepNext/>
              <w:keepLines/>
              <w:numPr>
                <w:ilvl w:val="0"/>
                <w:numId w:val="33"/>
              </w:numPr>
              <w:rPr>
                <w:color w:val="000000"/>
              </w:rPr>
            </w:pPr>
            <w:r>
              <w:rPr>
                <w:color w:val="000000"/>
              </w:rPr>
              <w:t>Arrange the following photolithography steps in the proper order from first (1) to last (12).</w:t>
            </w:r>
          </w:p>
          <w:p w14:paraId="0B4D3AD5" w14:textId="77777777" w:rsidR="000B34F9" w:rsidRDefault="000B34F9" w:rsidP="000B34F9">
            <w:pPr>
              <w:keepNext/>
              <w:keepLines/>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5"/>
              <w:gridCol w:w="3510"/>
            </w:tblGrid>
            <w:tr w:rsidR="000B34F9" w:rsidRPr="00207AFF" w14:paraId="7806648D" w14:textId="77777777" w:rsidTr="00207AFF">
              <w:tc>
                <w:tcPr>
                  <w:tcW w:w="1845" w:type="dxa"/>
                </w:tcPr>
                <w:p w14:paraId="2CD6C649" w14:textId="77777777" w:rsidR="000B34F9" w:rsidRPr="00207AFF" w:rsidRDefault="000B34F9" w:rsidP="00207AFF">
                  <w:pPr>
                    <w:keepNext/>
                    <w:keepLines/>
                    <w:rPr>
                      <w:b/>
                      <w:color w:val="000000"/>
                    </w:rPr>
                  </w:pPr>
                  <w:r w:rsidRPr="00207AFF">
                    <w:rPr>
                      <w:b/>
                      <w:color w:val="000000"/>
                    </w:rPr>
                    <w:t>Order</w:t>
                  </w:r>
                </w:p>
              </w:tc>
              <w:tc>
                <w:tcPr>
                  <w:tcW w:w="3510" w:type="dxa"/>
                </w:tcPr>
                <w:p w14:paraId="4681AE3E" w14:textId="77777777" w:rsidR="000B34F9" w:rsidRPr="00207AFF" w:rsidRDefault="000B34F9" w:rsidP="00207AFF">
                  <w:pPr>
                    <w:keepNext/>
                    <w:keepLines/>
                    <w:rPr>
                      <w:b/>
                      <w:color w:val="000000"/>
                    </w:rPr>
                  </w:pPr>
                  <w:r w:rsidRPr="00207AFF">
                    <w:rPr>
                      <w:b/>
                      <w:color w:val="000000"/>
                    </w:rPr>
                    <w:t>Process Step</w:t>
                  </w:r>
                </w:p>
              </w:tc>
            </w:tr>
            <w:tr w:rsidR="000B34F9" w:rsidRPr="00207AFF" w14:paraId="3C1D02BC" w14:textId="77777777" w:rsidTr="00207AFF">
              <w:tc>
                <w:tcPr>
                  <w:tcW w:w="1845" w:type="dxa"/>
                </w:tcPr>
                <w:p w14:paraId="284C61DF" w14:textId="77777777" w:rsidR="000B34F9" w:rsidRPr="00207AFF" w:rsidRDefault="000B34F9" w:rsidP="00207AFF">
                  <w:pPr>
                    <w:keepNext/>
                    <w:keepLines/>
                    <w:rPr>
                      <w:color w:val="000000"/>
                    </w:rPr>
                  </w:pPr>
                </w:p>
              </w:tc>
              <w:tc>
                <w:tcPr>
                  <w:tcW w:w="3510" w:type="dxa"/>
                </w:tcPr>
                <w:p w14:paraId="15536A2D" w14:textId="77777777" w:rsidR="000B34F9" w:rsidRPr="00207AFF" w:rsidRDefault="000B34F9" w:rsidP="00207AFF">
                  <w:pPr>
                    <w:keepNext/>
                    <w:keepLines/>
                    <w:rPr>
                      <w:color w:val="000000"/>
                    </w:rPr>
                  </w:pPr>
                  <w:r w:rsidRPr="00207AFF">
                    <w:rPr>
                      <w:color w:val="000000"/>
                    </w:rPr>
                    <w:t>Hard bake</w:t>
                  </w:r>
                </w:p>
              </w:tc>
            </w:tr>
            <w:tr w:rsidR="000B34F9" w:rsidRPr="00207AFF" w14:paraId="0C762F13" w14:textId="77777777" w:rsidTr="00207AFF">
              <w:tc>
                <w:tcPr>
                  <w:tcW w:w="1845" w:type="dxa"/>
                </w:tcPr>
                <w:p w14:paraId="3FFEBD97" w14:textId="77777777" w:rsidR="000B34F9" w:rsidRPr="00207AFF" w:rsidRDefault="000B34F9" w:rsidP="00207AFF">
                  <w:pPr>
                    <w:keepNext/>
                    <w:keepLines/>
                    <w:rPr>
                      <w:color w:val="000000"/>
                    </w:rPr>
                  </w:pPr>
                </w:p>
              </w:tc>
              <w:tc>
                <w:tcPr>
                  <w:tcW w:w="3510" w:type="dxa"/>
                </w:tcPr>
                <w:p w14:paraId="2ABC14C9" w14:textId="77777777" w:rsidR="000B34F9" w:rsidRPr="00207AFF" w:rsidRDefault="000B34F9" w:rsidP="00207AFF">
                  <w:pPr>
                    <w:keepNext/>
                    <w:keepLines/>
                    <w:rPr>
                      <w:color w:val="000000"/>
                    </w:rPr>
                  </w:pPr>
                  <w:r w:rsidRPr="00207AFF">
                    <w:rPr>
                      <w:color w:val="000000"/>
                    </w:rPr>
                    <w:t>DI Rinse</w:t>
                  </w:r>
                </w:p>
              </w:tc>
            </w:tr>
            <w:tr w:rsidR="000B34F9" w:rsidRPr="00207AFF" w14:paraId="0E82A697" w14:textId="77777777" w:rsidTr="00207AFF">
              <w:tc>
                <w:tcPr>
                  <w:tcW w:w="1845" w:type="dxa"/>
                </w:tcPr>
                <w:p w14:paraId="2CF8AD64" w14:textId="77777777" w:rsidR="000B34F9" w:rsidRPr="00207AFF" w:rsidRDefault="000B34F9" w:rsidP="00207AFF">
                  <w:pPr>
                    <w:keepNext/>
                    <w:keepLines/>
                    <w:rPr>
                      <w:color w:val="000000"/>
                    </w:rPr>
                  </w:pPr>
                </w:p>
              </w:tc>
              <w:tc>
                <w:tcPr>
                  <w:tcW w:w="3510" w:type="dxa"/>
                </w:tcPr>
                <w:p w14:paraId="5B20A5BA" w14:textId="77777777" w:rsidR="000B34F9" w:rsidRPr="00207AFF" w:rsidRDefault="000B34F9" w:rsidP="00207AFF">
                  <w:pPr>
                    <w:keepNext/>
                    <w:keepLines/>
                    <w:rPr>
                      <w:color w:val="000000"/>
                    </w:rPr>
                  </w:pPr>
                  <w:r w:rsidRPr="00207AFF">
                    <w:rPr>
                      <w:color w:val="000000"/>
                    </w:rPr>
                    <w:t>Apply HMDS</w:t>
                  </w:r>
                </w:p>
              </w:tc>
            </w:tr>
            <w:tr w:rsidR="000B34F9" w:rsidRPr="00207AFF" w14:paraId="6C339D4F" w14:textId="77777777" w:rsidTr="00207AFF">
              <w:tc>
                <w:tcPr>
                  <w:tcW w:w="1845" w:type="dxa"/>
                </w:tcPr>
                <w:p w14:paraId="453DB669" w14:textId="77777777" w:rsidR="000B34F9" w:rsidRPr="00207AFF" w:rsidRDefault="000B34F9" w:rsidP="00207AFF">
                  <w:pPr>
                    <w:keepNext/>
                    <w:keepLines/>
                    <w:rPr>
                      <w:color w:val="000000"/>
                    </w:rPr>
                  </w:pPr>
                </w:p>
              </w:tc>
              <w:tc>
                <w:tcPr>
                  <w:tcW w:w="3510" w:type="dxa"/>
                </w:tcPr>
                <w:p w14:paraId="6B8BC5E4" w14:textId="77777777" w:rsidR="000B34F9" w:rsidRPr="00207AFF" w:rsidRDefault="000B34F9" w:rsidP="00207AFF">
                  <w:pPr>
                    <w:keepNext/>
                    <w:keepLines/>
                    <w:rPr>
                      <w:color w:val="000000"/>
                    </w:rPr>
                  </w:pPr>
                  <w:r w:rsidRPr="00207AFF">
                    <w:rPr>
                      <w:color w:val="000000"/>
                    </w:rPr>
                    <w:t>Align</w:t>
                  </w:r>
                </w:p>
              </w:tc>
            </w:tr>
            <w:tr w:rsidR="000B34F9" w:rsidRPr="00207AFF" w14:paraId="5EBEFE62" w14:textId="77777777" w:rsidTr="00207AFF">
              <w:tc>
                <w:tcPr>
                  <w:tcW w:w="1845" w:type="dxa"/>
                </w:tcPr>
                <w:p w14:paraId="1326C5AE" w14:textId="77777777" w:rsidR="000B34F9" w:rsidRPr="00207AFF" w:rsidRDefault="000B34F9" w:rsidP="00207AFF">
                  <w:pPr>
                    <w:keepNext/>
                    <w:keepLines/>
                    <w:rPr>
                      <w:color w:val="000000"/>
                    </w:rPr>
                  </w:pPr>
                </w:p>
              </w:tc>
              <w:tc>
                <w:tcPr>
                  <w:tcW w:w="3510" w:type="dxa"/>
                </w:tcPr>
                <w:p w14:paraId="517A5FEE" w14:textId="77777777" w:rsidR="000B34F9" w:rsidRPr="00207AFF" w:rsidRDefault="000B34F9" w:rsidP="00207AFF">
                  <w:pPr>
                    <w:keepNext/>
                    <w:keepLines/>
                    <w:rPr>
                      <w:color w:val="000000"/>
                    </w:rPr>
                  </w:pPr>
                  <w:r w:rsidRPr="00207AFF">
                    <w:rPr>
                      <w:color w:val="000000"/>
                    </w:rPr>
                    <w:t>Inspect for defects</w:t>
                  </w:r>
                </w:p>
              </w:tc>
            </w:tr>
            <w:tr w:rsidR="000B34F9" w:rsidRPr="00207AFF" w14:paraId="059A3FFB" w14:textId="77777777" w:rsidTr="00207AFF">
              <w:tc>
                <w:tcPr>
                  <w:tcW w:w="1845" w:type="dxa"/>
                </w:tcPr>
                <w:p w14:paraId="6031D608" w14:textId="77777777" w:rsidR="000B34F9" w:rsidRPr="00207AFF" w:rsidRDefault="000B34F9" w:rsidP="00207AFF">
                  <w:pPr>
                    <w:keepNext/>
                    <w:keepLines/>
                    <w:rPr>
                      <w:color w:val="000000"/>
                    </w:rPr>
                  </w:pPr>
                </w:p>
              </w:tc>
              <w:tc>
                <w:tcPr>
                  <w:tcW w:w="3510" w:type="dxa"/>
                </w:tcPr>
                <w:p w14:paraId="72ECE857" w14:textId="77777777" w:rsidR="000B34F9" w:rsidRPr="00207AFF" w:rsidRDefault="000B34F9" w:rsidP="00207AFF">
                  <w:pPr>
                    <w:keepNext/>
                    <w:keepLines/>
                    <w:rPr>
                      <w:color w:val="000000"/>
                    </w:rPr>
                  </w:pPr>
                  <w:r w:rsidRPr="00207AFF">
                    <w:rPr>
                      <w:color w:val="000000"/>
                    </w:rPr>
                    <w:t>Initial Bake</w:t>
                  </w:r>
                </w:p>
              </w:tc>
            </w:tr>
            <w:tr w:rsidR="000B34F9" w:rsidRPr="00207AFF" w14:paraId="010B6648" w14:textId="77777777" w:rsidTr="00207AFF">
              <w:tc>
                <w:tcPr>
                  <w:tcW w:w="1845" w:type="dxa"/>
                </w:tcPr>
                <w:p w14:paraId="099522BB" w14:textId="77777777" w:rsidR="000B34F9" w:rsidRPr="00207AFF" w:rsidRDefault="000B34F9" w:rsidP="00207AFF">
                  <w:pPr>
                    <w:keepNext/>
                    <w:keepLines/>
                    <w:rPr>
                      <w:color w:val="000000"/>
                    </w:rPr>
                  </w:pPr>
                </w:p>
              </w:tc>
              <w:tc>
                <w:tcPr>
                  <w:tcW w:w="3510" w:type="dxa"/>
                </w:tcPr>
                <w:p w14:paraId="3962094B" w14:textId="77777777" w:rsidR="000B34F9" w:rsidRPr="00207AFF" w:rsidRDefault="000B34F9" w:rsidP="00207AFF">
                  <w:pPr>
                    <w:keepNext/>
                    <w:keepLines/>
                    <w:rPr>
                      <w:color w:val="000000"/>
                    </w:rPr>
                  </w:pPr>
                  <w:r w:rsidRPr="00207AFF">
                    <w:rPr>
                      <w:color w:val="000000"/>
                    </w:rPr>
                    <w:t>Coat with photoresist</w:t>
                  </w:r>
                </w:p>
              </w:tc>
            </w:tr>
            <w:tr w:rsidR="000B34F9" w:rsidRPr="00207AFF" w14:paraId="6A03DF1B" w14:textId="77777777" w:rsidTr="00207AFF">
              <w:tc>
                <w:tcPr>
                  <w:tcW w:w="1845" w:type="dxa"/>
                </w:tcPr>
                <w:p w14:paraId="2D5F7814" w14:textId="77777777" w:rsidR="000B34F9" w:rsidRPr="00207AFF" w:rsidRDefault="000B34F9" w:rsidP="00207AFF">
                  <w:pPr>
                    <w:keepNext/>
                    <w:keepLines/>
                    <w:rPr>
                      <w:color w:val="000000"/>
                    </w:rPr>
                  </w:pPr>
                </w:p>
              </w:tc>
              <w:tc>
                <w:tcPr>
                  <w:tcW w:w="3510" w:type="dxa"/>
                </w:tcPr>
                <w:p w14:paraId="428E5947" w14:textId="77777777" w:rsidR="000B34F9" w:rsidRPr="00207AFF" w:rsidRDefault="000B34F9" w:rsidP="00207AFF">
                  <w:pPr>
                    <w:keepNext/>
                    <w:keepLines/>
                    <w:rPr>
                      <w:color w:val="000000"/>
                    </w:rPr>
                  </w:pPr>
                  <w:r w:rsidRPr="00207AFF">
                    <w:rPr>
                      <w:color w:val="000000"/>
                    </w:rPr>
                    <w:t>Expose</w:t>
                  </w:r>
                </w:p>
              </w:tc>
            </w:tr>
            <w:tr w:rsidR="000B34F9" w:rsidRPr="00207AFF" w14:paraId="4653DD94" w14:textId="77777777" w:rsidTr="00207AFF">
              <w:tc>
                <w:tcPr>
                  <w:tcW w:w="1845" w:type="dxa"/>
                </w:tcPr>
                <w:p w14:paraId="3192FCF4" w14:textId="77777777" w:rsidR="000B34F9" w:rsidRPr="00207AFF" w:rsidRDefault="000B34F9" w:rsidP="00207AFF">
                  <w:pPr>
                    <w:keepNext/>
                    <w:keepLines/>
                    <w:rPr>
                      <w:color w:val="000000"/>
                    </w:rPr>
                  </w:pPr>
                </w:p>
              </w:tc>
              <w:tc>
                <w:tcPr>
                  <w:tcW w:w="3510" w:type="dxa"/>
                </w:tcPr>
                <w:p w14:paraId="6EFEF6ED" w14:textId="77777777" w:rsidR="000B34F9" w:rsidRPr="00207AFF" w:rsidRDefault="000B34F9" w:rsidP="00207AFF">
                  <w:pPr>
                    <w:keepNext/>
                    <w:keepLines/>
                    <w:rPr>
                      <w:color w:val="000000"/>
                    </w:rPr>
                  </w:pPr>
                  <w:r w:rsidRPr="00207AFF">
                    <w:rPr>
                      <w:color w:val="000000"/>
                    </w:rPr>
                    <w:t>Cool</w:t>
                  </w:r>
                </w:p>
              </w:tc>
            </w:tr>
            <w:tr w:rsidR="000B34F9" w:rsidRPr="00207AFF" w14:paraId="104C1255" w14:textId="77777777" w:rsidTr="00207AFF">
              <w:tc>
                <w:tcPr>
                  <w:tcW w:w="1845" w:type="dxa"/>
                </w:tcPr>
                <w:p w14:paraId="1A685DCB" w14:textId="77777777" w:rsidR="000B34F9" w:rsidRPr="00207AFF" w:rsidRDefault="000B34F9" w:rsidP="00207AFF">
                  <w:pPr>
                    <w:keepNext/>
                    <w:keepLines/>
                    <w:rPr>
                      <w:color w:val="000000"/>
                    </w:rPr>
                  </w:pPr>
                </w:p>
              </w:tc>
              <w:tc>
                <w:tcPr>
                  <w:tcW w:w="3510" w:type="dxa"/>
                </w:tcPr>
                <w:p w14:paraId="30E30538" w14:textId="77777777" w:rsidR="000B34F9" w:rsidRPr="00207AFF" w:rsidRDefault="000B34F9" w:rsidP="00207AFF">
                  <w:pPr>
                    <w:keepNext/>
                    <w:keepLines/>
                    <w:rPr>
                      <w:color w:val="000000"/>
                    </w:rPr>
                  </w:pPr>
                  <w:r w:rsidRPr="00207AFF">
                    <w:rPr>
                      <w:color w:val="000000"/>
                    </w:rPr>
                    <w:t>Develop</w:t>
                  </w:r>
                </w:p>
              </w:tc>
            </w:tr>
            <w:tr w:rsidR="000B34F9" w:rsidRPr="00207AFF" w14:paraId="55C86809" w14:textId="77777777" w:rsidTr="00207AFF">
              <w:tc>
                <w:tcPr>
                  <w:tcW w:w="1845" w:type="dxa"/>
                </w:tcPr>
                <w:p w14:paraId="51680A50" w14:textId="77777777" w:rsidR="000B34F9" w:rsidRPr="00207AFF" w:rsidRDefault="000B34F9" w:rsidP="00207AFF">
                  <w:pPr>
                    <w:keepNext/>
                    <w:keepLines/>
                    <w:rPr>
                      <w:color w:val="000000"/>
                    </w:rPr>
                  </w:pPr>
                </w:p>
              </w:tc>
              <w:tc>
                <w:tcPr>
                  <w:tcW w:w="3510" w:type="dxa"/>
                </w:tcPr>
                <w:p w14:paraId="1F608B30" w14:textId="77777777" w:rsidR="000B34F9" w:rsidRPr="00207AFF" w:rsidRDefault="000B34F9" w:rsidP="00207AFF">
                  <w:pPr>
                    <w:keepNext/>
                    <w:keepLines/>
                    <w:rPr>
                      <w:color w:val="000000"/>
                    </w:rPr>
                  </w:pPr>
                  <w:r w:rsidRPr="00207AFF">
                    <w:rPr>
                      <w:color w:val="000000"/>
                    </w:rPr>
                    <w:t>Soft bake</w:t>
                  </w:r>
                </w:p>
              </w:tc>
            </w:tr>
            <w:tr w:rsidR="000B34F9" w:rsidRPr="00207AFF" w14:paraId="18693A53" w14:textId="77777777" w:rsidTr="00207AFF">
              <w:tc>
                <w:tcPr>
                  <w:tcW w:w="1845" w:type="dxa"/>
                </w:tcPr>
                <w:p w14:paraId="044BF292" w14:textId="77777777" w:rsidR="000B34F9" w:rsidRPr="00207AFF" w:rsidRDefault="000B34F9" w:rsidP="00207AFF">
                  <w:pPr>
                    <w:keepNext/>
                    <w:keepLines/>
                    <w:rPr>
                      <w:color w:val="000000"/>
                    </w:rPr>
                  </w:pPr>
                </w:p>
              </w:tc>
              <w:tc>
                <w:tcPr>
                  <w:tcW w:w="3510" w:type="dxa"/>
                </w:tcPr>
                <w:p w14:paraId="70A58196" w14:textId="77777777" w:rsidR="000B34F9" w:rsidRPr="00207AFF" w:rsidRDefault="000B34F9" w:rsidP="00207AFF">
                  <w:pPr>
                    <w:keepNext/>
                    <w:keepLines/>
                    <w:rPr>
                      <w:color w:val="000000"/>
                    </w:rPr>
                  </w:pPr>
                  <w:r w:rsidRPr="00207AFF">
                    <w:rPr>
                      <w:color w:val="000000"/>
                    </w:rPr>
                    <w:t>Nitrogen Dry</w:t>
                  </w:r>
                </w:p>
              </w:tc>
            </w:tr>
          </w:tbl>
          <w:p w14:paraId="17EF4C1C" w14:textId="77777777" w:rsidR="000B34F9" w:rsidRDefault="000B34F9" w:rsidP="000B34F9">
            <w:pPr>
              <w:keepNext/>
              <w:keepLines/>
              <w:rPr>
                <w:color w:val="000000"/>
              </w:rPr>
            </w:pPr>
          </w:p>
          <w:p w14:paraId="52478C5D" w14:textId="765B3542" w:rsidR="00171A29" w:rsidRPr="0097622C" w:rsidRDefault="00AB4741" w:rsidP="000B34F9">
            <w:pPr>
              <w:keepNext/>
              <w:keepLines/>
              <w:rPr>
                <w:color w:val="000000"/>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4" w:history="1">
              <w:r w:rsidRPr="00C60398">
                <w:rPr>
                  <w:rStyle w:val="Hyperlink"/>
                  <w:i/>
                </w:rPr>
                <w:t>http://scme-nm.org</w:t>
              </w:r>
            </w:hyperlink>
            <w:r>
              <w:rPr>
                <w:i/>
              </w:rPr>
              <w:t>).</w:t>
            </w:r>
          </w:p>
        </w:tc>
      </w:tr>
    </w:tbl>
    <w:p w14:paraId="5DAAF49B" w14:textId="77777777" w:rsidR="00410493" w:rsidRDefault="00410493" w:rsidP="00AB4741">
      <w:pPr>
        <w:widowControl/>
        <w:adjustRightInd/>
        <w:textAlignment w:val="auto"/>
      </w:pPr>
      <w:bookmarkStart w:id="3" w:name="_GoBack"/>
      <w:bookmarkEnd w:id="2"/>
      <w:bookmarkEnd w:id="3"/>
    </w:p>
    <w:sectPr w:rsidR="00410493" w:rsidSect="008E13E9">
      <w:headerReference w:type="default" r:id="rId15"/>
      <w:type w:val="continuous"/>
      <w:pgSz w:w="12240" w:h="15840"/>
      <w:pgMar w:top="1440" w:right="720" w:bottom="1710" w:left="720" w:header="720" w:footer="43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1F6D0" w14:textId="77777777" w:rsidR="00EB34FA" w:rsidRDefault="00EB34FA">
      <w:r>
        <w:separator/>
      </w:r>
    </w:p>
  </w:endnote>
  <w:endnote w:type="continuationSeparator" w:id="0">
    <w:p w14:paraId="25ED9EB0" w14:textId="77777777" w:rsidR="00EB34FA" w:rsidRDefault="00EB3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7256D" w14:textId="77777777" w:rsidR="009D4824" w:rsidRDefault="009D4824">
    <w:pPr>
      <w:pStyle w:val="Footer"/>
    </w:pPr>
  </w:p>
  <w:p w14:paraId="40E3AAC7" w14:textId="77777777" w:rsidR="009D4824" w:rsidRDefault="009D4824" w:rsidP="00EC6A39">
    <w:pPr>
      <w:pStyle w:val="Footer"/>
      <w:jc w:val="right"/>
    </w:pPr>
    <w:r>
      <w:rPr>
        <w:noProof/>
      </w:rPr>
      <w:drawing>
        <wp:inline distT="0" distB="0" distL="0" distR="0" wp14:anchorId="35A2EDE0" wp14:editId="468C692A">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549B9" w14:textId="77777777" w:rsidR="009D4824" w:rsidRPr="004B6382" w:rsidRDefault="009D4824" w:rsidP="00A9348A">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Pr="009D4824">
      <w:rPr>
        <w:b/>
        <w:i/>
        <w:sz w:val="22"/>
      </w:rPr>
      <w:t xml:space="preserve"> </w:t>
    </w:r>
    <w:r>
      <w:rPr>
        <w:b/>
        <w:i/>
        <w:sz w:val="22"/>
      </w:rPr>
      <w:tab/>
    </w:r>
    <w:r>
      <w:rPr>
        <w:b/>
        <w:i/>
        <w:sz w:val="22"/>
      </w:rPr>
      <w:tab/>
    </w:r>
    <w:r w:rsidRPr="004B6382">
      <w:rPr>
        <w:b/>
        <w:i/>
        <w:sz w:val="22"/>
      </w:rPr>
      <w:t xml:space="preserve">Page </w:t>
    </w:r>
    <w:r w:rsidR="008A4103" w:rsidRPr="004B6382">
      <w:rPr>
        <w:b/>
        <w:i/>
        <w:sz w:val="22"/>
      </w:rPr>
      <w:fldChar w:fldCharType="begin"/>
    </w:r>
    <w:r w:rsidRPr="004B6382">
      <w:rPr>
        <w:b/>
        <w:i/>
        <w:sz w:val="22"/>
      </w:rPr>
      <w:instrText xml:space="preserve"> PAGE </w:instrText>
    </w:r>
    <w:r w:rsidR="008A4103" w:rsidRPr="004B6382">
      <w:rPr>
        <w:b/>
        <w:i/>
        <w:sz w:val="22"/>
      </w:rPr>
      <w:fldChar w:fldCharType="separate"/>
    </w:r>
    <w:r w:rsidR="00AB4741">
      <w:rPr>
        <w:b/>
        <w:i/>
        <w:noProof/>
        <w:sz w:val="22"/>
      </w:rPr>
      <w:t>1</w:t>
    </w:r>
    <w:r w:rsidR="008A4103" w:rsidRPr="004B6382">
      <w:rPr>
        <w:b/>
        <w:i/>
        <w:sz w:val="22"/>
      </w:rPr>
      <w:fldChar w:fldCharType="end"/>
    </w:r>
    <w:r w:rsidRPr="004B6382">
      <w:rPr>
        <w:b/>
        <w:i/>
        <w:sz w:val="22"/>
      </w:rPr>
      <w:t xml:space="preserve"> of </w:t>
    </w:r>
    <w:r w:rsidR="008A4103" w:rsidRPr="004B6382">
      <w:rPr>
        <w:b/>
        <w:i/>
        <w:sz w:val="22"/>
      </w:rPr>
      <w:fldChar w:fldCharType="begin"/>
    </w:r>
    <w:r w:rsidRPr="004B6382">
      <w:rPr>
        <w:b/>
        <w:i/>
        <w:sz w:val="22"/>
      </w:rPr>
      <w:instrText xml:space="preserve"> NUMPAGES </w:instrText>
    </w:r>
    <w:r w:rsidR="008A4103" w:rsidRPr="004B6382">
      <w:rPr>
        <w:b/>
        <w:i/>
        <w:sz w:val="22"/>
      </w:rPr>
      <w:fldChar w:fldCharType="separate"/>
    </w:r>
    <w:r w:rsidR="00AB4741">
      <w:rPr>
        <w:b/>
        <w:i/>
        <w:noProof/>
        <w:sz w:val="22"/>
      </w:rPr>
      <w:t>2</w:t>
    </w:r>
    <w:r w:rsidR="008A4103" w:rsidRPr="004B6382">
      <w:rPr>
        <w:b/>
        <w:i/>
        <w:sz w:val="22"/>
      </w:rPr>
      <w:fldChar w:fldCharType="end"/>
    </w:r>
  </w:p>
  <w:p w14:paraId="336A19D8" w14:textId="77777777" w:rsidR="009D4824" w:rsidRPr="00576FCB" w:rsidRDefault="008A4103" w:rsidP="00A9348A">
    <w:pPr>
      <w:pStyle w:val="Footer"/>
      <w:tabs>
        <w:tab w:val="clear" w:pos="4320"/>
        <w:tab w:val="clear" w:pos="8640"/>
        <w:tab w:val="center" w:pos="5310"/>
        <w:tab w:val="right" w:pos="10800"/>
      </w:tabs>
      <w:jc w:val="both"/>
      <w:rPr>
        <w:b/>
        <w:i/>
        <w:sz w:val="22"/>
      </w:rPr>
    </w:pPr>
    <w:r w:rsidRPr="004B6382">
      <w:rPr>
        <w:i/>
        <w:sz w:val="22"/>
      </w:rPr>
      <w:fldChar w:fldCharType="begin"/>
    </w:r>
    <w:r w:rsidR="009D4824" w:rsidRPr="004B6382">
      <w:rPr>
        <w:i/>
        <w:sz w:val="22"/>
      </w:rPr>
      <w:instrText xml:space="preserve"> FILENAME </w:instrText>
    </w:r>
    <w:r w:rsidRPr="004B6382">
      <w:rPr>
        <w:i/>
        <w:sz w:val="22"/>
      </w:rPr>
      <w:fldChar w:fldCharType="separate"/>
    </w:r>
    <w:r w:rsidR="00AB4741">
      <w:rPr>
        <w:i/>
        <w:noProof/>
        <w:sz w:val="22"/>
      </w:rPr>
      <w:t>Fab_PrLith_KP00_PG_March2017.docx</w:t>
    </w:r>
    <w:r w:rsidRPr="004B6382">
      <w:rPr>
        <w:i/>
        <w:sz w:val="22"/>
      </w:rPr>
      <w:fldChar w:fldCharType="end"/>
    </w:r>
    <w:r w:rsidR="009D4824" w:rsidRPr="004B6382">
      <w:rPr>
        <w:i/>
        <w:sz w:val="22"/>
      </w:rPr>
      <w:tab/>
    </w:r>
    <w:r w:rsidR="009D4824" w:rsidRPr="004B6382">
      <w:rPr>
        <w:b/>
        <w:i/>
        <w:sz w:val="22"/>
      </w:rPr>
      <w:tab/>
    </w:r>
    <w:r w:rsidR="009D4824">
      <w:rPr>
        <w:b/>
        <w:i/>
        <w:sz w:val="22"/>
      </w:rPr>
      <w:t>Knowledge Probe Photolithography</w:t>
    </w:r>
  </w:p>
  <w:p w14:paraId="086E52EE" w14:textId="77777777" w:rsidR="009D4824" w:rsidRPr="00A9348A" w:rsidRDefault="009D4824" w:rsidP="00A9348A">
    <w:pPr>
      <w:pStyle w:val="Footer"/>
      <w:rPr>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A04FE" w14:textId="77777777" w:rsidR="009D4824" w:rsidRDefault="009D4824">
    <w:pPr>
      <w:pStyle w:val="Footer"/>
    </w:pPr>
  </w:p>
  <w:p w14:paraId="38CE7A70" w14:textId="77777777" w:rsidR="009D4824" w:rsidRDefault="009D4824"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938CD" w14:textId="77777777" w:rsidR="00EB34FA" w:rsidRDefault="00EB34FA">
      <w:r>
        <w:separator/>
      </w:r>
    </w:p>
  </w:footnote>
  <w:footnote w:type="continuationSeparator" w:id="0">
    <w:p w14:paraId="3571CA79" w14:textId="77777777" w:rsidR="00EB34FA" w:rsidRDefault="00EB34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6AA45" w14:textId="77777777" w:rsidR="009D4824" w:rsidRDefault="009D4824" w:rsidP="00EC6A39">
    <w:pPr>
      <w:pStyle w:val="Header"/>
      <w:jc w:val="right"/>
    </w:pPr>
    <w:r>
      <w:rPr>
        <w:noProof/>
      </w:rPr>
      <w:drawing>
        <wp:inline distT="0" distB="0" distL="0" distR="0" wp14:anchorId="43DC03DB" wp14:editId="6A8CC65E">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1DBEFEF9" w14:textId="77777777" w:rsidR="009D4824" w:rsidRDefault="009D482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498B3" w14:textId="77777777" w:rsidR="009D4824" w:rsidRDefault="009D4824" w:rsidP="00EC6A39">
    <w:pPr>
      <w:pStyle w:val="Header"/>
      <w:jc w:val="right"/>
    </w:pPr>
  </w:p>
  <w:p w14:paraId="1032F55B" w14:textId="77777777" w:rsidR="009D4824" w:rsidRDefault="009D482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6152F" w14:textId="77777777" w:rsidR="009D4824" w:rsidRDefault="009D482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CEF"/>
    <w:multiLevelType w:val="hybridMultilevel"/>
    <w:tmpl w:val="655A848A"/>
    <w:lvl w:ilvl="0" w:tplc="2A1CF130">
      <w:start w:val="1"/>
      <w:numFmt w:val="decimal"/>
      <w:lvlText w:val="%1."/>
      <w:lvlJc w:val="left"/>
      <w:pPr>
        <w:ind w:left="360" w:hanging="360"/>
      </w:pPr>
      <w:rPr>
        <w:rFonts w:hint="default"/>
        <w:b w:val="0"/>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85463B"/>
    <w:multiLevelType w:val="multilevel"/>
    <w:tmpl w:val="2C7E42BE"/>
    <w:lvl w:ilvl="0">
      <w:start w:val="1"/>
      <w:numFmt w:val="decimal"/>
      <w:lvlText w:val="%1."/>
      <w:lvlJc w:val="left"/>
      <w:pPr>
        <w:ind w:left="216" w:firstLine="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6CA3529"/>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4">
    <w:nsid w:val="077B1B29"/>
    <w:multiLevelType w:val="hybridMultilevel"/>
    <w:tmpl w:val="55040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A0682E"/>
    <w:multiLevelType w:val="multilevel"/>
    <w:tmpl w:val="1BD668C8"/>
    <w:lvl w:ilvl="0">
      <w:start w:val="1"/>
      <w:numFmt w:val="decimal"/>
      <w:lvlText w:val="%1."/>
      <w:lvlJc w:val="left"/>
      <w:pPr>
        <w:ind w:left="360" w:hanging="360"/>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6">
    <w:nsid w:val="0EA33BDD"/>
    <w:multiLevelType w:val="hybridMultilevel"/>
    <w:tmpl w:val="8AF66A06"/>
    <w:lvl w:ilvl="0" w:tplc="39EA200E">
      <w:start w:val="1"/>
      <w:numFmt w:val="decimal"/>
      <w:lvlRestart w:val="0"/>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8">
    <w:nsid w:val="1BCC184B"/>
    <w:multiLevelType w:val="hybridMultilevel"/>
    <w:tmpl w:val="C9F8E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C3900"/>
    <w:multiLevelType w:val="multilevel"/>
    <w:tmpl w:val="25B015A2"/>
    <w:lvl w:ilvl="0">
      <w:start w:val="1"/>
      <w:numFmt w:val="decimal"/>
      <w:lvlText w:val="%1."/>
      <w:lvlJc w:val="left"/>
      <w:pPr>
        <w:ind w:left="360" w:hanging="360"/>
      </w:pPr>
      <w:rPr>
        <w:rFonts w:hint="default"/>
      </w:rPr>
    </w:lvl>
    <w:lvl w:ilvl="1">
      <w:start w:val="1"/>
      <w:numFmt w:val="lowerLetter"/>
      <w:lvlText w:val="%2."/>
      <w:lvlJc w:val="left"/>
      <w:pPr>
        <w:ind w:left="1152" w:hanging="648"/>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10">
    <w:nsid w:val="246D3572"/>
    <w:multiLevelType w:val="multilevel"/>
    <w:tmpl w:val="080CF6B0"/>
    <w:lvl w:ilvl="0">
      <w:start w:val="1"/>
      <w:numFmt w:val="decimal"/>
      <w:lvlText w:val="%1."/>
      <w:lvlJc w:val="left"/>
      <w:pPr>
        <w:ind w:left="216" w:hanging="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81037B1"/>
    <w:multiLevelType w:val="multilevel"/>
    <w:tmpl w:val="B852C822"/>
    <w:lvl w:ilvl="0">
      <w:start w:val="1"/>
      <w:numFmt w:val="decimal"/>
      <w:lvlText w:val="%1."/>
      <w:lvlJc w:val="left"/>
      <w:pPr>
        <w:ind w:left="432" w:hanging="432"/>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9B9520E"/>
    <w:multiLevelType w:val="hybridMultilevel"/>
    <w:tmpl w:val="42F406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6445F0"/>
    <w:multiLevelType w:val="hybridMultilevel"/>
    <w:tmpl w:val="9514A9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F37226"/>
    <w:multiLevelType w:val="hybridMultilevel"/>
    <w:tmpl w:val="BF6E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3A68636F"/>
    <w:multiLevelType w:val="multilevel"/>
    <w:tmpl w:val="A8AEB692"/>
    <w:lvl w:ilvl="0">
      <w:start w:val="1"/>
      <w:numFmt w:val="decimal"/>
      <w:lvlText w:val="%1."/>
      <w:lvlJc w:val="left"/>
      <w:pPr>
        <w:ind w:left="432" w:hanging="432"/>
      </w:pPr>
      <w:rPr>
        <w:rFonts w:hint="default"/>
      </w:rPr>
    </w:lvl>
    <w:lvl w:ilvl="1">
      <w:start w:val="1"/>
      <w:numFmt w:val="lowerLetter"/>
      <w:lvlText w:val="%2."/>
      <w:lvlJc w:val="left"/>
      <w:pPr>
        <w:ind w:left="936" w:hanging="21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BF31F41"/>
    <w:multiLevelType w:val="hybridMultilevel"/>
    <w:tmpl w:val="8DD0E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2903A6"/>
    <w:multiLevelType w:val="hybridMultilevel"/>
    <w:tmpl w:val="35069DD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B35D5C"/>
    <w:multiLevelType w:val="hybridMultilevel"/>
    <w:tmpl w:val="D00E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453CB2"/>
    <w:multiLevelType w:val="multilevel"/>
    <w:tmpl w:val="5D3C450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91125F"/>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24">
    <w:nsid w:val="49AC0B1D"/>
    <w:multiLevelType w:val="hybridMultilevel"/>
    <w:tmpl w:val="2F402B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B862155"/>
    <w:multiLevelType w:val="hybridMultilevel"/>
    <w:tmpl w:val="C6A2D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7">
    <w:nsid w:val="4CCF618B"/>
    <w:multiLevelType w:val="multilevel"/>
    <w:tmpl w:val="15D4B008"/>
    <w:lvl w:ilvl="0">
      <w:start w:val="1"/>
      <w:numFmt w:val="decimal"/>
      <w:lvlText w:val="%1."/>
      <w:lvlJc w:val="left"/>
      <w:pPr>
        <w:ind w:left="432" w:hanging="432"/>
      </w:pPr>
      <w:rPr>
        <w:rFonts w:hint="default"/>
      </w:rPr>
    </w:lvl>
    <w:lvl w:ilvl="1">
      <w:start w:val="1"/>
      <w:numFmt w:val="lowerLetter"/>
      <w:lvlText w:val="%2."/>
      <w:lvlJc w:val="left"/>
      <w:pPr>
        <w:ind w:left="936" w:hanging="432"/>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4DB97490"/>
    <w:multiLevelType w:val="hybridMultilevel"/>
    <w:tmpl w:val="EE60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691642"/>
    <w:multiLevelType w:val="multilevel"/>
    <w:tmpl w:val="2C7E42BE"/>
    <w:lvl w:ilvl="0">
      <w:start w:val="1"/>
      <w:numFmt w:val="decimal"/>
      <w:lvlText w:val="%1."/>
      <w:lvlJc w:val="left"/>
      <w:pPr>
        <w:ind w:left="0" w:firstLine="144"/>
      </w:pPr>
      <w:rPr>
        <w:rFonts w:hint="default"/>
      </w:rPr>
    </w:lvl>
    <w:lvl w:ilvl="1">
      <w:start w:val="1"/>
      <w:numFmt w:val="lowerLetter"/>
      <w:lvlText w:val="%2."/>
      <w:lvlJc w:val="left"/>
      <w:pPr>
        <w:ind w:left="1224" w:hanging="360"/>
      </w:pPr>
      <w:rPr>
        <w:rFonts w:hint="default"/>
      </w:rPr>
    </w:lvl>
    <w:lvl w:ilvl="2">
      <w:start w:val="1"/>
      <w:numFmt w:val="lowerRoman"/>
      <w:lvlText w:val="%3."/>
      <w:lvlJc w:val="right"/>
      <w:pPr>
        <w:ind w:left="1944" w:hanging="180"/>
      </w:pPr>
      <w:rPr>
        <w:rFonts w:hint="default"/>
      </w:rPr>
    </w:lvl>
    <w:lvl w:ilvl="3">
      <w:start w:val="1"/>
      <w:numFmt w:val="decimal"/>
      <w:lvlText w:val="%4."/>
      <w:lvlJc w:val="left"/>
      <w:pPr>
        <w:ind w:left="2664" w:hanging="360"/>
      </w:pPr>
      <w:rPr>
        <w:rFonts w:hint="default"/>
      </w:rPr>
    </w:lvl>
    <w:lvl w:ilvl="4">
      <w:start w:val="1"/>
      <w:numFmt w:val="lowerLetter"/>
      <w:lvlText w:val="%5."/>
      <w:lvlJc w:val="left"/>
      <w:pPr>
        <w:ind w:left="3384" w:hanging="360"/>
      </w:pPr>
      <w:rPr>
        <w:rFonts w:hint="default"/>
      </w:rPr>
    </w:lvl>
    <w:lvl w:ilvl="5">
      <w:start w:val="1"/>
      <w:numFmt w:val="lowerRoman"/>
      <w:lvlText w:val="%6."/>
      <w:lvlJc w:val="right"/>
      <w:pPr>
        <w:ind w:left="4104" w:hanging="180"/>
      </w:pPr>
      <w:rPr>
        <w:rFonts w:hint="default"/>
      </w:rPr>
    </w:lvl>
    <w:lvl w:ilvl="6">
      <w:start w:val="1"/>
      <w:numFmt w:val="decimal"/>
      <w:lvlText w:val="%7."/>
      <w:lvlJc w:val="left"/>
      <w:pPr>
        <w:ind w:left="4824" w:hanging="360"/>
      </w:pPr>
      <w:rPr>
        <w:rFonts w:hint="default"/>
      </w:rPr>
    </w:lvl>
    <w:lvl w:ilvl="7">
      <w:start w:val="1"/>
      <w:numFmt w:val="lowerLetter"/>
      <w:lvlText w:val="%8."/>
      <w:lvlJc w:val="left"/>
      <w:pPr>
        <w:ind w:left="5544" w:hanging="360"/>
      </w:pPr>
      <w:rPr>
        <w:rFonts w:hint="default"/>
      </w:rPr>
    </w:lvl>
    <w:lvl w:ilvl="8">
      <w:start w:val="1"/>
      <w:numFmt w:val="lowerRoman"/>
      <w:lvlText w:val="%9."/>
      <w:lvlJc w:val="right"/>
      <w:pPr>
        <w:ind w:left="6264" w:hanging="180"/>
      </w:pPr>
      <w:rPr>
        <w:rFonts w:hint="default"/>
      </w:rPr>
    </w:lvl>
  </w:abstractNum>
  <w:abstractNum w:abstractNumId="3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31">
    <w:nsid w:val="639B7ECD"/>
    <w:multiLevelType w:val="multilevel"/>
    <w:tmpl w:val="2C7E42BE"/>
    <w:lvl w:ilvl="0">
      <w:start w:val="1"/>
      <w:numFmt w:val="decimal"/>
      <w:lvlText w:val="%1."/>
      <w:lvlJc w:val="left"/>
      <w:pPr>
        <w:ind w:left="216" w:firstLine="14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644E4B92"/>
    <w:multiLevelType w:val="hybridMultilevel"/>
    <w:tmpl w:val="C442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4F7A27"/>
    <w:multiLevelType w:val="hybridMultilevel"/>
    <w:tmpl w:val="696CB05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18E1442"/>
    <w:multiLevelType w:val="multilevel"/>
    <w:tmpl w:val="B414F2B0"/>
    <w:lvl w:ilvl="0">
      <w:start w:val="1"/>
      <w:numFmt w:val="decimal"/>
      <w:lvlText w:val="%1."/>
      <w:lvlJc w:val="left"/>
      <w:pPr>
        <w:ind w:left="432" w:hanging="432"/>
      </w:pPr>
      <w:rPr>
        <w:rFonts w:hint="default"/>
      </w:rPr>
    </w:lvl>
    <w:lvl w:ilvl="1">
      <w:start w:val="1"/>
      <w:numFmt w:val="lowerLetter"/>
      <w:lvlText w:val="%2."/>
      <w:lvlJc w:val="left"/>
      <w:pPr>
        <w:ind w:left="936"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7C3B3B47"/>
    <w:multiLevelType w:val="multilevel"/>
    <w:tmpl w:val="5D3C450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2"/>
  </w:num>
  <w:num w:numId="2">
    <w:abstractNumId w:val="12"/>
  </w:num>
  <w:num w:numId="3">
    <w:abstractNumId w:val="26"/>
  </w:num>
  <w:num w:numId="4">
    <w:abstractNumId w:val="16"/>
  </w:num>
  <w:num w:numId="5">
    <w:abstractNumId w:val="7"/>
  </w:num>
  <w:num w:numId="6">
    <w:abstractNumId w:val="34"/>
  </w:num>
  <w:num w:numId="7">
    <w:abstractNumId w:val="30"/>
  </w:num>
  <w:num w:numId="8">
    <w:abstractNumId w:val="2"/>
  </w:num>
  <w:num w:numId="9">
    <w:abstractNumId w:val="6"/>
  </w:num>
  <w:num w:numId="10">
    <w:abstractNumId w:val="8"/>
  </w:num>
  <w:num w:numId="11">
    <w:abstractNumId w:val="14"/>
  </w:num>
  <w:num w:numId="12">
    <w:abstractNumId w:val="24"/>
  </w:num>
  <w:num w:numId="13">
    <w:abstractNumId w:val="4"/>
  </w:num>
  <w:num w:numId="14">
    <w:abstractNumId w:val="20"/>
  </w:num>
  <w:num w:numId="15">
    <w:abstractNumId w:val="0"/>
  </w:num>
  <w:num w:numId="16">
    <w:abstractNumId w:val="13"/>
  </w:num>
  <w:num w:numId="17">
    <w:abstractNumId w:val="33"/>
  </w:num>
  <w:num w:numId="18">
    <w:abstractNumId w:val="18"/>
  </w:num>
  <w:num w:numId="19">
    <w:abstractNumId w:val="21"/>
  </w:num>
  <w:num w:numId="20">
    <w:abstractNumId w:val="31"/>
  </w:num>
  <w:num w:numId="21">
    <w:abstractNumId w:val="10"/>
  </w:num>
  <w:num w:numId="22">
    <w:abstractNumId w:val="11"/>
  </w:num>
  <w:num w:numId="23">
    <w:abstractNumId w:val="17"/>
  </w:num>
  <w:num w:numId="24">
    <w:abstractNumId w:val="35"/>
  </w:num>
  <w:num w:numId="25">
    <w:abstractNumId w:val="27"/>
  </w:num>
  <w:num w:numId="26">
    <w:abstractNumId w:val="32"/>
  </w:num>
  <w:num w:numId="27">
    <w:abstractNumId w:val="1"/>
  </w:num>
  <w:num w:numId="28">
    <w:abstractNumId w:val="36"/>
  </w:num>
  <w:num w:numId="29">
    <w:abstractNumId w:val="23"/>
  </w:num>
  <w:num w:numId="30">
    <w:abstractNumId w:val="3"/>
  </w:num>
  <w:num w:numId="31">
    <w:abstractNumId w:val="29"/>
  </w:num>
  <w:num w:numId="32">
    <w:abstractNumId w:val="5"/>
  </w:num>
  <w:num w:numId="33">
    <w:abstractNumId w:val="9"/>
  </w:num>
  <w:num w:numId="34">
    <w:abstractNumId w:val="15"/>
  </w:num>
  <w:num w:numId="35">
    <w:abstractNumId w:val="25"/>
  </w:num>
  <w:num w:numId="36">
    <w:abstractNumId w:val="28"/>
  </w:num>
  <w:num w:numId="37">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05182"/>
    <w:rsid w:val="00035426"/>
    <w:rsid w:val="00040C60"/>
    <w:rsid w:val="00040D75"/>
    <w:rsid w:val="00041F6C"/>
    <w:rsid w:val="00047116"/>
    <w:rsid w:val="000519F8"/>
    <w:rsid w:val="0005565C"/>
    <w:rsid w:val="0006478A"/>
    <w:rsid w:val="000659CF"/>
    <w:rsid w:val="0009414E"/>
    <w:rsid w:val="00097CC8"/>
    <w:rsid w:val="000A508D"/>
    <w:rsid w:val="000B34F9"/>
    <w:rsid w:val="000C04B3"/>
    <w:rsid w:val="000C4088"/>
    <w:rsid w:val="000C5865"/>
    <w:rsid w:val="000E74E0"/>
    <w:rsid w:val="000F1F79"/>
    <w:rsid w:val="00102393"/>
    <w:rsid w:val="00111E39"/>
    <w:rsid w:val="001131A8"/>
    <w:rsid w:val="0012192B"/>
    <w:rsid w:val="00131F84"/>
    <w:rsid w:val="00135447"/>
    <w:rsid w:val="00136C0B"/>
    <w:rsid w:val="0014607B"/>
    <w:rsid w:val="00146FF2"/>
    <w:rsid w:val="00155C96"/>
    <w:rsid w:val="00164577"/>
    <w:rsid w:val="00171A29"/>
    <w:rsid w:val="00172A45"/>
    <w:rsid w:val="00172E99"/>
    <w:rsid w:val="00190D4B"/>
    <w:rsid w:val="001925E8"/>
    <w:rsid w:val="001A5FCA"/>
    <w:rsid w:val="001A7425"/>
    <w:rsid w:val="001A7824"/>
    <w:rsid w:val="00203FF9"/>
    <w:rsid w:val="00207AFF"/>
    <w:rsid w:val="0022598D"/>
    <w:rsid w:val="00233282"/>
    <w:rsid w:val="00240A64"/>
    <w:rsid w:val="00240B52"/>
    <w:rsid w:val="0024614D"/>
    <w:rsid w:val="00247E34"/>
    <w:rsid w:val="00260895"/>
    <w:rsid w:val="00261493"/>
    <w:rsid w:val="00270CEC"/>
    <w:rsid w:val="00280B17"/>
    <w:rsid w:val="002938EB"/>
    <w:rsid w:val="00293B7D"/>
    <w:rsid w:val="002A1736"/>
    <w:rsid w:val="002A27F5"/>
    <w:rsid w:val="002B64EE"/>
    <w:rsid w:val="002D1F7B"/>
    <w:rsid w:val="002E15C7"/>
    <w:rsid w:val="002F579A"/>
    <w:rsid w:val="002F7867"/>
    <w:rsid w:val="002F7992"/>
    <w:rsid w:val="00303357"/>
    <w:rsid w:val="003124A1"/>
    <w:rsid w:val="00317261"/>
    <w:rsid w:val="003237FA"/>
    <w:rsid w:val="003307A7"/>
    <w:rsid w:val="003531C6"/>
    <w:rsid w:val="00355290"/>
    <w:rsid w:val="003749AE"/>
    <w:rsid w:val="00380AAA"/>
    <w:rsid w:val="00384E26"/>
    <w:rsid w:val="00397A07"/>
    <w:rsid w:val="003A0197"/>
    <w:rsid w:val="003A23E4"/>
    <w:rsid w:val="003A52A8"/>
    <w:rsid w:val="003A5A8B"/>
    <w:rsid w:val="003A5B8A"/>
    <w:rsid w:val="003D39AC"/>
    <w:rsid w:val="003D5A2D"/>
    <w:rsid w:val="003E3BB8"/>
    <w:rsid w:val="00401B67"/>
    <w:rsid w:val="0040695E"/>
    <w:rsid w:val="00410493"/>
    <w:rsid w:val="00410FE6"/>
    <w:rsid w:val="0043430A"/>
    <w:rsid w:val="0043567D"/>
    <w:rsid w:val="00456E84"/>
    <w:rsid w:val="0046023B"/>
    <w:rsid w:val="004659A7"/>
    <w:rsid w:val="00466086"/>
    <w:rsid w:val="004737DA"/>
    <w:rsid w:val="00475CB4"/>
    <w:rsid w:val="00476A6E"/>
    <w:rsid w:val="00476BBB"/>
    <w:rsid w:val="004929B2"/>
    <w:rsid w:val="00493483"/>
    <w:rsid w:val="004A4EE6"/>
    <w:rsid w:val="004A55B0"/>
    <w:rsid w:val="004B2DD9"/>
    <w:rsid w:val="004C2096"/>
    <w:rsid w:val="004C618F"/>
    <w:rsid w:val="004C71F3"/>
    <w:rsid w:val="004D2AF8"/>
    <w:rsid w:val="004D7412"/>
    <w:rsid w:val="004E31FB"/>
    <w:rsid w:val="004E43AF"/>
    <w:rsid w:val="004E489A"/>
    <w:rsid w:val="004F5751"/>
    <w:rsid w:val="004F72B3"/>
    <w:rsid w:val="00504BFC"/>
    <w:rsid w:val="005156FB"/>
    <w:rsid w:val="00516480"/>
    <w:rsid w:val="00525AEF"/>
    <w:rsid w:val="00526947"/>
    <w:rsid w:val="00530481"/>
    <w:rsid w:val="0053069A"/>
    <w:rsid w:val="00534791"/>
    <w:rsid w:val="00541972"/>
    <w:rsid w:val="0054436C"/>
    <w:rsid w:val="005460FD"/>
    <w:rsid w:val="00567CDF"/>
    <w:rsid w:val="0057494A"/>
    <w:rsid w:val="0058579C"/>
    <w:rsid w:val="00590632"/>
    <w:rsid w:val="005A0723"/>
    <w:rsid w:val="005A4A44"/>
    <w:rsid w:val="005A5801"/>
    <w:rsid w:val="005A65F8"/>
    <w:rsid w:val="005A7870"/>
    <w:rsid w:val="005C15E1"/>
    <w:rsid w:val="005C593C"/>
    <w:rsid w:val="005C6C34"/>
    <w:rsid w:val="005D0DFB"/>
    <w:rsid w:val="005D25E4"/>
    <w:rsid w:val="005E0B74"/>
    <w:rsid w:val="005E1474"/>
    <w:rsid w:val="005E19D5"/>
    <w:rsid w:val="005E3FF9"/>
    <w:rsid w:val="005E5DB6"/>
    <w:rsid w:val="005F0D7E"/>
    <w:rsid w:val="005F2B0F"/>
    <w:rsid w:val="005F4491"/>
    <w:rsid w:val="0062015A"/>
    <w:rsid w:val="006217F2"/>
    <w:rsid w:val="00623F7A"/>
    <w:rsid w:val="00633C1F"/>
    <w:rsid w:val="006702F2"/>
    <w:rsid w:val="00680980"/>
    <w:rsid w:val="00683508"/>
    <w:rsid w:val="006922A2"/>
    <w:rsid w:val="006B551A"/>
    <w:rsid w:val="006B5F06"/>
    <w:rsid w:val="006C1F15"/>
    <w:rsid w:val="006E5E99"/>
    <w:rsid w:val="006F0C56"/>
    <w:rsid w:val="007113A2"/>
    <w:rsid w:val="00751ECD"/>
    <w:rsid w:val="00754242"/>
    <w:rsid w:val="007914DB"/>
    <w:rsid w:val="007A6DA4"/>
    <w:rsid w:val="0080108A"/>
    <w:rsid w:val="00810584"/>
    <w:rsid w:val="0081199F"/>
    <w:rsid w:val="008219AB"/>
    <w:rsid w:val="00836A4C"/>
    <w:rsid w:val="00837ADC"/>
    <w:rsid w:val="00851DE7"/>
    <w:rsid w:val="00857197"/>
    <w:rsid w:val="0086764F"/>
    <w:rsid w:val="00874D91"/>
    <w:rsid w:val="00881286"/>
    <w:rsid w:val="00882709"/>
    <w:rsid w:val="00883447"/>
    <w:rsid w:val="00893215"/>
    <w:rsid w:val="008A4103"/>
    <w:rsid w:val="008B56CD"/>
    <w:rsid w:val="008C2351"/>
    <w:rsid w:val="008C7A99"/>
    <w:rsid w:val="008E0745"/>
    <w:rsid w:val="008E13E9"/>
    <w:rsid w:val="008E6E58"/>
    <w:rsid w:val="008F6A44"/>
    <w:rsid w:val="00907AC1"/>
    <w:rsid w:val="00911D63"/>
    <w:rsid w:val="009263F9"/>
    <w:rsid w:val="0093016F"/>
    <w:rsid w:val="00930AA0"/>
    <w:rsid w:val="009313C7"/>
    <w:rsid w:val="0093397E"/>
    <w:rsid w:val="00936413"/>
    <w:rsid w:val="0093744C"/>
    <w:rsid w:val="00941BA7"/>
    <w:rsid w:val="00942EEC"/>
    <w:rsid w:val="00943632"/>
    <w:rsid w:val="009475C1"/>
    <w:rsid w:val="00950796"/>
    <w:rsid w:val="00962C57"/>
    <w:rsid w:val="00964863"/>
    <w:rsid w:val="00970D29"/>
    <w:rsid w:val="00973FF2"/>
    <w:rsid w:val="0097622C"/>
    <w:rsid w:val="0098351A"/>
    <w:rsid w:val="0098648B"/>
    <w:rsid w:val="00995486"/>
    <w:rsid w:val="0099785A"/>
    <w:rsid w:val="00997B4A"/>
    <w:rsid w:val="009A257F"/>
    <w:rsid w:val="009A79C4"/>
    <w:rsid w:val="009D4824"/>
    <w:rsid w:val="009E4EE6"/>
    <w:rsid w:val="009E5BCF"/>
    <w:rsid w:val="009F1EA9"/>
    <w:rsid w:val="00A0754A"/>
    <w:rsid w:val="00A1742D"/>
    <w:rsid w:val="00A17596"/>
    <w:rsid w:val="00A26239"/>
    <w:rsid w:val="00A27C81"/>
    <w:rsid w:val="00A31583"/>
    <w:rsid w:val="00A52691"/>
    <w:rsid w:val="00A72AA3"/>
    <w:rsid w:val="00A75F6A"/>
    <w:rsid w:val="00A92117"/>
    <w:rsid w:val="00A9348A"/>
    <w:rsid w:val="00A967B9"/>
    <w:rsid w:val="00A9763C"/>
    <w:rsid w:val="00AB4741"/>
    <w:rsid w:val="00AC4D1D"/>
    <w:rsid w:val="00AD14AE"/>
    <w:rsid w:val="00B05761"/>
    <w:rsid w:val="00B05A8C"/>
    <w:rsid w:val="00B26CB2"/>
    <w:rsid w:val="00B32D78"/>
    <w:rsid w:val="00B37ACE"/>
    <w:rsid w:val="00B40DD6"/>
    <w:rsid w:val="00B66740"/>
    <w:rsid w:val="00B67A7B"/>
    <w:rsid w:val="00B802BD"/>
    <w:rsid w:val="00B82F48"/>
    <w:rsid w:val="00B925CC"/>
    <w:rsid w:val="00B95F4D"/>
    <w:rsid w:val="00B973E4"/>
    <w:rsid w:val="00BC7C01"/>
    <w:rsid w:val="00BD0D14"/>
    <w:rsid w:val="00BD22A3"/>
    <w:rsid w:val="00BD44FD"/>
    <w:rsid w:val="00BF4FEC"/>
    <w:rsid w:val="00BF5C1E"/>
    <w:rsid w:val="00BF7957"/>
    <w:rsid w:val="00C0057B"/>
    <w:rsid w:val="00C024EF"/>
    <w:rsid w:val="00C0587E"/>
    <w:rsid w:val="00C064AB"/>
    <w:rsid w:val="00C25E9C"/>
    <w:rsid w:val="00C266FF"/>
    <w:rsid w:val="00C315C1"/>
    <w:rsid w:val="00C31830"/>
    <w:rsid w:val="00C461F7"/>
    <w:rsid w:val="00C5262C"/>
    <w:rsid w:val="00C5635B"/>
    <w:rsid w:val="00C60471"/>
    <w:rsid w:val="00C61365"/>
    <w:rsid w:val="00C61390"/>
    <w:rsid w:val="00C67A6C"/>
    <w:rsid w:val="00C779C0"/>
    <w:rsid w:val="00C81511"/>
    <w:rsid w:val="00C83E0F"/>
    <w:rsid w:val="00C90A22"/>
    <w:rsid w:val="00C94AAC"/>
    <w:rsid w:val="00C9623E"/>
    <w:rsid w:val="00CA03F1"/>
    <w:rsid w:val="00CA2235"/>
    <w:rsid w:val="00CA38E0"/>
    <w:rsid w:val="00CB5329"/>
    <w:rsid w:val="00CC0059"/>
    <w:rsid w:val="00CC1A5F"/>
    <w:rsid w:val="00CC1F81"/>
    <w:rsid w:val="00CC6B4B"/>
    <w:rsid w:val="00CD2B49"/>
    <w:rsid w:val="00CD3160"/>
    <w:rsid w:val="00CE10AF"/>
    <w:rsid w:val="00CE4686"/>
    <w:rsid w:val="00CE4AC4"/>
    <w:rsid w:val="00D01085"/>
    <w:rsid w:val="00D02524"/>
    <w:rsid w:val="00D05EB3"/>
    <w:rsid w:val="00D11481"/>
    <w:rsid w:val="00D15029"/>
    <w:rsid w:val="00D2052E"/>
    <w:rsid w:val="00D3463A"/>
    <w:rsid w:val="00D561DE"/>
    <w:rsid w:val="00D57370"/>
    <w:rsid w:val="00D61677"/>
    <w:rsid w:val="00D7491B"/>
    <w:rsid w:val="00D76C4F"/>
    <w:rsid w:val="00D830D2"/>
    <w:rsid w:val="00D95DB0"/>
    <w:rsid w:val="00DA23E5"/>
    <w:rsid w:val="00DA2E34"/>
    <w:rsid w:val="00DA5A36"/>
    <w:rsid w:val="00DB392E"/>
    <w:rsid w:val="00DC169E"/>
    <w:rsid w:val="00DC695E"/>
    <w:rsid w:val="00DD25B4"/>
    <w:rsid w:val="00DD583B"/>
    <w:rsid w:val="00DF1F4E"/>
    <w:rsid w:val="00DF2337"/>
    <w:rsid w:val="00DF54BA"/>
    <w:rsid w:val="00E15D90"/>
    <w:rsid w:val="00E311CC"/>
    <w:rsid w:val="00E40390"/>
    <w:rsid w:val="00E4412E"/>
    <w:rsid w:val="00E44E7B"/>
    <w:rsid w:val="00E54B53"/>
    <w:rsid w:val="00E61F2A"/>
    <w:rsid w:val="00E650A7"/>
    <w:rsid w:val="00E95388"/>
    <w:rsid w:val="00EA15D4"/>
    <w:rsid w:val="00EA31C9"/>
    <w:rsid w:val="00EB34FA"/>
    <w:rsid w:val="00EC364A"/>
    <w:rsid w:val="00EC58CF"/>
    <w:rsid w:val="00EC6A39"/>
    <w:rsid w:val="00ED7ACD"/>
    <w:rsid w:val="00EE47F6"/>
    <w:rsid w:val="00EE57B9"/>
    <w:rsid w:val="00F06723"/>
    <w:rsid w:val="00F17B86"/>
    <w:rsid w:val="00F205C8"/>
    <w:rsid w:val="00F326E5"/>
    <w:rsid w:val="00F32980"/>
    <w:rsid w:val="00F473EE"/>
    <w:rsid w:val="00F57CDC"/>
    <w:rsid w:val="00F65E74"/>
    <w:rsid w:val="00F72140"/>
    <w:rsid w:val="00F7215A"/>
    <w:rsid w:val="00F777A6"/>
    <w:rsid w:val="00F77B61"/>
    <w:rsid w:val="00F91B55"/>
    <w:rsid w:val="00F91CB4"/>
    <w:rsid w:val="00FA398C"/>
    <w:rsid w:val="00FB241A"/>
    <w:rsid w:val="00FD0F21"/>
    <w:rsid w:val="00FE3988"/>
    <w:rsid w:val="00FF6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E82A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customStyle="1" w:styleId="BODY">
    <w:name w:val="BODY"/>
    <w:basedOn w:val="Normal"/>
    <w:rsid w:val="00A1742D"/>
    <w:pPr>
      <w:widowControl/>
      <w:adjustRightInd/>
      <w:textAlignment w:val="auto"/>
    </w:pPr>
    <w:rPr>
      <w:rFonts w:ascii="Arial" w:eastAsia="Arial" w:hAnsi="Arial" w:cs="Arial"/>
      <w:sz w:val="23"/>
      <w:szCs w:val="20"/>
    </w:rPr>
  </w:style>
  <w:style w:type="paragraph" w:customStyle="1" w:styleId="Normal0">
    <w:name w:val="[Normal]"/>
    <w:rsid w:val="00F777A6"/>
    <w:rPr>
      <w:rFonts w:ascii="Arial" w:eastAsia="Arial" w:hAnsi="Arial" w:cs="Arial"/>
      <w:sz w:val="24"/>
    </w:rPr>
  </w:style>
  <w:style w:type="character" w:styleId="CommentReference">
    <w:name w:val="annotation reference"/>
    <w:basedOn w:val="DefaultParagraphFont"/>
    <w:uiPriority w:val="99"/>
    <w:semiHidden/>
    <w:unhideWhenUsed/>
    <w:rsid w:val="0086764F"/>
    <w:rPr>
      <w:sz w:val="16"/>
      <w:szCs w:val="16"/>
    </w:rPr>
  </w:style>
  <w:style w:type="paragraph" w:styleId="CommentText">
    <w:name w:val="annotation text"/>
    <w:basedOn w:val="Normal"/>
    <w:link w:val="CommentTextChar"/>
    <w:uiPriority w:val="99"/>
    <w:semiHidden/>
    <w:unhideWhenUsed/>
    <w:rsid w:val="0086764F"/>
    <w:rPr>
      <w:sz w:val="20"/>
      <w:szCs w:val="20"/>
    </w:rPr>
  </w:style>
  <w:style w:type="character" w:customStyle="1" w:styleId="CommentTextChar">
    <w:name w:val="Comment Text Char"/>
    <w:basedOn w:val="DefaultParagraphFont"/>
    <w:link w:val="CommentText"/>
    <w:uiPriority w:val="99"/>
    <w:semiHidden/>
    <w:rsid w:val="0086764F"/>
  </w:style>
  <w:style w:type="paragraph" w:styleId="CommentSubject">
    <w:name w:val="annotation subject"/>
    <w:basedOn w:val="CommentText"/>
    <w:next w:val="CommentText"/>
    <w:link w:val="CommentSubjectChar"/>
    <w:uiPriority w:val="99"/>
    <w:semiHidden/>
    <w:unhideWhenUsed/>
    <w:rsid w:val="0086764F"/>
    <w:rPr>
      <w:b/>
      <w:bCs/>
    </w:rPr>
  </w:style>
  <w:style w:type="character" w:customStyle="1" w:styleId="CommentSubjectChar">
    <w:name w:val="Comment Subject Char"/>
    <w:basedOn w:val="CommentTextChar"/>
    <w:link w:val="CommentSubject"/>
    <w:uiPriority w:val="99"/>
    <w:semiHidden/>
    <w:rsid w:val="0086764F"/>
    <w:rPr>
      <w:b/>
      <w:bCs/>
    </w:rPr>
  </w:style>
  <w:style w:type="paragraph" w:styleId="ListParagraph">
    <w:name w:val="List Paragraph"/>
    <w:basedOn w:val="Normal"/>
    <w:uiPriority w:val="34"/>
    <w:qFormat/>
    <w:rsid w:val="00D05EB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99F"/>
    <w:pPr>
      <w:widowControl w:val="0"/>
      <w:adjustRightInd w:val="0"/>
      <w:textAlignment w:val="baseline"/>
    </w:pPr>
    <w:rPr>
      <w:sz w:val="24"/>
      <w:szCs w:val="24"/>
    </w:rPr>
  </w:style>
  <w:style w:type="paragraph" w:styleId="Heading1">
    <w:name w:val="heading 1"/>
    <w:basedOn w:val="Normal"/>
    <w:next w:val="Normal"/>
    <w:qFormat/>
    <w:rsid w:val="0081199F"/>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81199F"/>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81199F"/>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81199F"/>
    <w:pPr>
      <w:keepNext/>
      <w:numPr>
        <w:ilvl w:val="3"/>
        <w:numId w:val="4"/>
      </w:numPr>
      <w:spacing w:before="240" w:after="60"/>
      <w:outlineLvl w:val="3"/>
    </w:pPr>
    <w:rPr>
      <w:b/>
      <w:bCs/>
      <w:sz w:val="28"/>
      <w:szCs w:val="28"/>
    </w:rPr>
  </w:style>
  <w:style w:type="paragraph" w:styleId="Heading5">
    <w:name w:val="heading 5"/>
    <w:basedOn w:val="Normal"/>
    <w:next w:val="Normal"/>
    <w:qFormat/>
    <w:rsid w:val="0081199F"/>
    <w:pPr>
      <w:numPr>
        <w:ilvl w:val="4"/>
        <w:numId w:val="4"/>
      </w:numPr>
      <w:spacing w:before="240" w:after="60"/>
      <w:outlineLvl w:val="4"/>
    </w:pPr>
    <w:rPr>
      <w:b/>
      <w:bCs/>
      <w:i/>
      <w:iCs/>
      <w:sz w:val="26"/>
      <w:szCs w:val="26"/>
    </w:rPr>
  </w:style>
  <w:style w:type="paragraph" w:styleId="Heading6">
    <w:name w:val="heading 6"/>
    <w:basedOn w:val="Normal"/>
    <w:next w:val="Normal"/>
    <w:qFormat/>
    <w:rsid w:val="0081199F"/>
    <w:pPr>
      <w:numPr>
        <w:ilvl w:val="5"/>
        <w:numId w:val="4"/>
      </w:numPr>
      <w:spacing w:before="240" w:after="60"/>
      <w:outlineLvl w:val="5"/>
    </w:pPr>
    <w:rPr>
      <w:b/>
      <w:bCs/>
      <w:sz w:val="22"/>
      <w:szCs w:val="22"/>
    </w:rPr>
  </w:style>
  <w:style w:type="paragraph" w:styleId="Heading7">
    <w:name w:val="heading 7"/>
    <w:basedOn w:val="Normal"/>
    <w:next w:val="Normal"/>
    <w:qFormat/>
    <w:rsid w:val="0081199F"/>
    <w:pPr>
      <w:numPr>
        <w:ilvl w:val="6"/>
        <w:numId w:val="4"/>
      </w:numPr>
      <w:spacing w:before="240" w:after="60"/>
      <w:outlineLvl w:val="6"/>
    </w:pPr>
  </w:style>
  <w:style w:type="paragraph" w:styleId="Heading8">
    <w:name w:val="heading 8"/>
    <w:basedOn w:val="Normal"/>
    <w:next w:val="Normal"/>
    <w:qFormat/>
    <w:rsid w:val="0081199F"/>
    <w:pPr>
      <w:numPr>
        <w:ilvl w:val="7"/>
        <w:numId w:val="4"/>
      </w:numPr>
      <w:spacing w:before="240" w:after="60"/>
      <w:outlineLvl w:val="7"/>
    </w:pPr>
    <w:rPr>
      <w:i/>
      <w:iCs/>
    </w:rPr>
  </w:style>
  <w:style w:type="paragraph" w:styleId="Heading9">
    <w:name w:val="heading 9"/>
    <w:basedOn w:val="Normal"/>
    <w:next w:val="Normal"/>
    <w:qFormat/>
    <w:rsid w:val="0081199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81199F"/>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81199F"/>
    <w:rPr>
      <w:rFonts w:ascii="Arial Narrow" w:hAnsi="Arial Narrow"/>
      <w:sz w:val="20"/>
    </w:rPr>
  </w:style>
  <w:style w:type="paragraph" w:customStyle="1" w:styleId="xtLabel">
    <w:name w:val="xtLabel"/>
    <w:basedOn w:val="Normal"/>
    <w:rsid w:val="0081199F"/>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81199F"/>
    <w:rPr>
      <w:color w:val="800080"/>
      <w:u w:val="single"/>
    </w:rPr>
  </w:style>
  <w:style w:type="character" w:styleId="Hyperlink">
    <w:name w:val="Hyperlink"/>
    <w:basedOn w:val="DefaultParagraphFont"/>
    <w:rsid w:val="0081199F"/>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81199F"/>
  </w:style>
  <w:style w:type="paragraph" w:styleId="TOC2">
    <w:name w:val="toc 2"/>
    <w:basedOn w:val="Normal"/>
    <w:next w:val="Normal"/>
    <w:autoRedefine/>
    <w:semiHidden/>
    <w:rsid w:val="0081199F"/>
    <w:pPr>
      <w:ind w:left="240"/>
    </w:pPr>
  </w:style>
  <w:style w:type="paragraph" w:styleId="TOC3">
    <w:name w:val="toc 3"/>
    <w:basedOn w:val="Normal"/>
    <w:next w:val="Normal"/>
    <w:autoRedefine/>
    <w:semiHidden/>
    <w:rsid w:val="0081199F"/>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81199F"/>
    <w:pPr>
      <w:keepLines/>
    </w:pPr>
    <w:rPr>
      <w:color w:val="000000"/>
    </w:rPr>
  </w:style>
  <w:style w:type="paragraph" w:customStyle="1" w:styleId="dldl1">
    <w:name w:val="dldl1"/>
    <w:basedOn w:val="BodyText"/>
    <w:rsid w:val="0081199F"/>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81199F"/>
    <w:pPr>
      <w:numPr>
        <w:ilvl w:val="1"/>
      </w:numPr>
      <w:tabs>
        <w:tab w:val="clear" w:pos="1440"/>
      </w:tabs>
      <w:outlineLvl w:val="1"/>
    </w:pPr>
  </w:style>
  <w:style w:type="paragraph" w:customStyle="1" w:styleId="dldl3">
    <w:name w:val="dldl3"/>
    <w:basedOn w:val="dldl1"/>
    <w:rsid w:val="0081199F"/>
    <w:pPr>
      <w:numPr>
        <w:ilvl w:val="2"/>
      </w:numPr>
      <w:tabs>
        <w:tab w:val="clear" w:pos="2160"/>
      </w:tabs>
      <w:outlineLvl w:val="2"/>
    </w:pPr>
  </w:style>
  <w:style w:type="paragraph" w:customStyle="1" w:styleId="dldl4">
    <w:name w:val="dldl4"/>
    <w:basedOn w:val="dldl1"/>
    <w:rsid w:val="0081199F"/>
    <w:pPr>
      <w:numPr>
        <w:ilvl w:val="3"/>
      </w:numPr>
      <w:tabs>
        <w:tab w:val="clear" w:pos="1440"/>
        <w:tab w:val="clear" w:pos="2880"/>
      </w:tabs>
      <w:outlineLvl w:val="3"/>
    </w:pPr>
  </w:style>
  <w:style w:type="paragraph" w:customStyle="1" w:styleId="dldl5">
    <w:name w:val="dldl5"/>
    <w:basedOn w:val="dldl1"/>
    <w:rsid w:val="0081199F"/>
    <w:pPr>
      <w:numPr>
        <w:ilvl w:val="4"/>
      </w:numPr>
      <w:tabs>
        <w:tab w:val="clear" w:pos="1440"/>
      </w:tabs>
      <w:outlineLvl w:val="4"/>
    </w:pPr>
  </w:style>
  <w:style w:type="paragraph" w:customStyle="1" w:styleId="dldl6">
    <w:name w:val="dldl6"/>
    <w:basedOn w:val="dldl1"/>
    <w:rsid w:val="0081199F"/>
    <w:pPr>
      <w:numPr>
        <w:ilvl w:val="5"/>
      </w:numPr>
      <w:tabs>
        <w:tab w:val="clear" w:pos="2160"/>
      </w:tabs>
      <w:outlineLvl w:val="5"/>
    </w:pPr>
  </w:style>
  <w:style w:type="paragraph" w:customStyle="1" w:styleId="dldl7">
    <w:name w:val="dldl7"/>
    <w:basedOn w:val="dldl1"/>
    <w:rsid w:val="0081199F"/>
    <w:pPr>
      <w:numPr>
        <w:ilvl w:val="6"/>
      </w:numPr>
      <w:outlineLvl w:val="6"/>
    </w:pPr>
  </w:style>
  <w:style w:type="paragraph" w:customStyle="1" w:styleId="dldl8">
    <w:name w:val="dldl8"/>
    <w:basedOn w:val="dldl1"/>
    <w:rsid w:val="0081199F"/>
    <w:pPr>
      <w:numPr>
        <w:ilvl w:val="7"/>
      </w:numPr>
      <w:tabs>
        <w:tab w:val="clear" w:pos="2880"/>
      </w:tabs>
      <w:outlineLvl w:val="7"/>
    </w:pPr>
  </w:style>
  <w:style w:type="paragraph" w:customStyle="1" w:styleId="dldl9">
    <w:name w:val="dldl9"/>
    <w:basedOn w:val="dldl1"/>
    <w:rsid w:val="0081199F"/>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81199F"/>
    <w:pPr>
      <w:keepNext/>
      <w:keepLines/>
      <w:spacing w:before="60" w:after="60"/>
    </w:pPr>
    <w:rPr>
      <w:b/>
      <w:sz w:val="22"/>
      <w:szCs w:val="22"/>
    </w:rPr>
  </w:style>
  <w:style w:type="table" w:customStyle="1" w:styleId="TablePlain">
    <w:name w:val="Table Plain"/>
    <w:basedOn w:val="TableNormal"/>
    <w:rsid w:val="0081199F"/>
    <w:tblPr>
      <w:tblInd w:w="0" w:type="dxa"/>
      <w:tblCellMar>
        <w:top w:w="0" w:type="dxa"/>
        <w:left w:w="108" w:type="dxa"/>
        <w:bottom w:w="0" w:type="dxa"/>
        <w:right w:w="108" w:type="dxa"/>
      </w:tblCellMar>
    </w:tblPr>
  </w:style>
  <w:style w:type="paragraph" w:customStyle="1" w:styleId="lvlSteps">
    <w:name w:val="lvlSteps"/>
    <w:basedOn w:val="Normal"/>
    <w:rsid w:val="0081199F"/>
    <w:pPr>
      <w:spacing w:before="40" w:after="40"/>
    </w:pPr>
    <w:rPr>
      <w:sz w:val="22"/>
      <w:szCs w:val="22"/>
    </w:rPr>
  </w:style>
  <w:style w:type="paragraph" w:customStyle="1" w:styleId="nBodyText">
    <w:name w:val="nBody Text"/>
    <w:basedOn w:val="Normal"/>
    <w:rsid w:val="0081199F"/>
    <w:pPr>
      <w:numPr>
        <w:numId w:val="3"/>
      </w:numPr>
      <w:ind w:left="0" w:firstLine="0"/>
    </w:pPr>
    <w:rPr>
      <w:sz w:val="22"/>
      <w:szCs w:val="22"/>
    </w:rPr>
  </w:style>
  <w:style w:type="paragraph" w:customStyle="1" w:styleId="OITitle">
    <w:name w:val="OI_Title"/>
    <w:basedOn w:val="Normal"/>
    <w:rsid w:val="0081199F"/>
    <w:pPr>
      <w:jc w:val="center"/>
    </w:pPr>
    <w:rPr>
      <w:b/>
    </w:rPr>
  </w:style>
  <w:style w:type="numbering" w:styleId="111111">
    <w:name w:val="Outline List 2"/>
    <w:basedOn w:val="NoList"/>
    <w:rsid w:val="0081199F"/>
    <w:pPr>
      <w:numPr>
        <w:numId w:val="2"/>
      </w:numPr>
    </w:pPr>
  </w:style>
  <w:style w:type="paragraph" w:customStyle="1" w:styleId="OINumber">
    <w:name w:val="OI_Number"/>
    <w:basedOn w:val="Normal"/>
    <w:rsid w:val="0081199F"/>
    <w:pPr>
      <w:spacing w:before="80"/>
    </w:pPr>
    <w:rPr>
      <w:b/>
      <w:sz w:val="16"/>
    </w:rPr>
  </w:style>
  <w:style w:type="paragraph" w:styleId="BodyText">
    <w:name w:val="Body Text"/>
    <w:basedOn w:val="Normal"/>
    <w:rsid w:val="0081199F"/>
    <w:rPr>
      <w:szCs w:val="22"/>
    </w:rPr>
  </w:style>
  <w:style w:type="paragraph" w:styleId="BodyText2">
    <w:name w:val="Body Text 2"/>
    <w:basedOn w:val="Normal"/>
    <w:rsid w:val="0081199F"/>
    <w:pPr>
      <w:spacing w:after="120" w:line="480" w:lineRule="auto"/>
    </w:pPr>
  </w:style>
  <w:style w:type="paragraph" w:customStyle="1" w:styleId="EffectiveDate0">
    <w:name w:val="Effective_Date"/>
    <w:basedOn w:val="Normal"/>
    <w:rsid w:val="0081199F"/>
    <w:pPr>
      <w:spacing w:before="80"/>
    </w:pPr>
    <w:rPr>
      <w:sz w:val="16"/>
    </w:rPr>
  </w:style>
  <w:style w:type="paragraph" w:customStyle="1" w:styleId="stepsbulleted">
    <w:name w:val="steps_bulleted"/>
    <w:basedOn w:val="Normal"/>
    <w:rsid w:val="0081199F"/>
    <w:pPr>
      <w:keepLines/>
      <w:numPr>
        <w:numId w:val="6"/>
      </w:numPr>
      <w:spacing w:before="40" w:after="40"/>
    </w:pPr>
    <w:rPr>
      <w:color w:val="000000"/>
    </w:rPr>
  </w:style>
  <w:style w:type="paragraph" w:customStyle="1" w:styleId="stepsnumbered">
    <w:name w:val="steps_numbered"/>
    <w:basedOn w:val="BodyText"/>
    <w:rsid w:val="0081199F"/>
    <w:pPr>
      <w:numPr>
        <w:numId w:val="8"/>
      </w:numPr>
    </w:pPr>
  </w:style>
  <w:style w:type="paragraph" w:customStyle="1" w:styleId="ColumnHeader">
    <w:name w:val="ColumnHeader"/>
    <w:basedOn w:val="BodyText"/>
    <w:rsid w:val="0081199F"/>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81199F"/>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81199F"/>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06478A"/>
    <w:rPr>
      <w:rFonts w:ascii="Tahoma" w:hAnsi="Tahoma" w:cs="Tahoma"/>
      <w:sz w:val="16"/>
      <w:szCs w:val="16"/>
    </w:rPr>
  </w:style>
  <w:style w:type="character" w:customStyle="1" w:styleId="BalloonTextChar">
    <w:name w:val="Balloon Text Char"/>
    <w:basedOn w:val="DefaultParagraphFont"/>
    <w:link w:val="BalloonText"/>
    <w:uiPriority w:val="99"/>
    <w:semiHidden/>
    <w:rsid w:val="0006478A"/>
    <w:rPr>
      <w:rFonts w:ascii="Tahoma" w:hAnsi="Tahoma" w:cs="Tahoma"/>
      <w:sz w:val="16"/>
      <w:szCs w:val="16"/>
    </w:rPr>
  </w:style>
  <w:style w:type="character" w:customStyle="1" w:styleId="FooterChar">
    <w:name w:val="Footer Char"/>
    <w:basedOn w:val="DefaultParagraphFont"/>
    <w:link w:val="Footer"/>
    <w:rsid w:val="00A9348A"/>
    <w:rPr>
      <w:sz w:val="24"/>
      <w:szCs w:val="24"/>
    </w:rPr>
  </w:style>
  <w:style w:type="paragraph" w:customStyle="1" w:styleId="BODY">
    <w:name w:val="BODY"/>
    <w:basedOn w:val="Normal"/>
    <w:rsid w:val="00A1742D"/>
    <w:pPr>
      <w:widowControl/>
      <w:adjustRightInd/>
      <w:textAlignment w:val="auto"/>
    </w:pPr>
    <w:rPr>
      <w:rFonts w:ascii="Arial" w:eastAsia="Arial" w:hAnsi="Arial" w:cs="Arial"/>
      <w:sz w:val="23"/>
      <w:szCs w:val="20"/>
    </w:rPr>
  </w:style>
  <w:style w:type="paragraph" w:customStyle="1" w:styleId="Normal0">
    <w:name w:val="[Normal]"/>
    <w:rsid w:val="00F777A6"/>
    <w:rPr>
      <w:rFonts w:ascii="Arial" w:eastAsia="Arial" w:hAnsi="Arial" w:cs="Arial"/>
      <w:sz w:val="24"/>
    </w:rPr>
  </w:style>
  <w:style w:type="character" w:styleId="CommentReference">
    <w:name w:val="annotation reference"/>
    <w:basedOn w:val="DefaultParagraphFont"/>
    <w:uiPriority w:val="99"/>
    <w:semiHidden/>
    <w:unhideWhenUsed/>
    <w:rsid w:val="0086764F"/>
    <w:rPr>
      <w:sz w:val="16"/>
      <w:szCs w:val="16"/>
    </w:rPr>
  </w:style>
  <w:style w:type="paragraph" w:styleId="CommentText">
    <w:name w:val="annotation text"/>
    <w:basedOn w:val="Normal"/>
    <w:link w:val="CommentTextChar"/>
    <w:uiPriority w:val="99"/>
    <w:semiHidden/>
    <w:unhideWhenUsed/>
    <w:rsid w:val="0086764F"/>
    <w:rPr>
      <w:sz w:val="20"/>
      <w:szCs w:val="20"/>
    </w:rPr>
  </w:style>
  <w:style w:type="character" w:customStyle="1" w:styleId="CommentTextChar">
    <w:name w:val="Comment Text Char"/>
    <w:basedOn w:val="DefaultParagraphFont"/>
    <w:link w:val="CommentText"/>
    <w:uiPriority w:val="99"/>
    <w:semiHidden/>
    <w:rsid w:val="0086764F"/>
  </w:style>
  <w:style w:type="paragraph" w:styleId="CommentSubject">
    <w:name w:val="annotation subject"/>
    <w:basedOn w:val="CommentText"/>
    <w:next w:val="CommentText"/>
    <w:link w:val="CommentSubjectChar"/>
    <w:uiPriority w:val="99"/>
    <w:semiHidden/>
    <w:unhideWhenUsed/>
    <w:rsid w:val="0086764F"/>
    <w:rPr>
      <w:b/>
      <w:bCs/>
    </w:rPr>
  </w:style>
  <w:style w:type="character" w:customStyle="1" w:styleId="CommentSubjectChar">
    <w:name w:val="Comment Subject Char"/>
    <w:basedOn w:val="CommentTextChar"/>
    <w:link w:val="CommentSubject"/>
    <w:uiPriority w:val="99"/>
    <w:semiHidden/>
    <w:rsid w:val="0086764F"/>
    <w:rPr>
      <w:b/>
      <w:bCs/>
    </w:rPr>
  </w:style>
  <w:style w:type="paragraph" w:styleId="ListParagraph">
    <w:name w:val="List Paragraph"/>
    <w:basedOn w:val="Normal"/>
    <w:uiPriority w:val="34"/>
    <w:qFormat/>
    <w:rsid w:val="00D0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hyperlink" Target="http://scme-nm.org" TargetMode="Externa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5</TotalTime>
  <Pages>2</Pages>
  <Words>894</Words>
  <Characters>5100</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5983</CharactersWithSpaces>
  <SharedDoc>false</SharedDoc>
  <HLinks>
    <vt:vector size="18" baseType="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2017-03-31T17:27:00Z</cp:lastPrinted>
  <dcterms:created xsi:type="dcterms:W3CDTF">2017-03-31T17:27:00Z</dcterms:created>
  <dcterms:modified xsi:type="dcterms:W3CDTF">2017-03-31T17:32:00Z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Cantilever Operations and Applications Assessment</vt:lpwstr>
  </property>
  <property fmtid="{D5CDD505-2E9C-101B-9397-08002B2CF9AE}" pid="3" name="Module Title">
    <vt:lpwstr>Assessment SCO</vt:lpwstr>
  </property>
  <property fmtid="{D5CDD505-2E9C-101B-9397-08002B2CF9AE}" pid="4" name="docID">
    <vt:lpwstr>App_CantiL_FA11</vt:lpwstr>
  </property>
  <property fmtid="{D5CDD505-2E9C-101B-9397-08002B2CF9AE}" pid="5" name="docPath">
    <vt:lpwstr>C:\xtProject\App_CantiL_FA11\App_CantiL_FA11.doc</vt:lpwstr>
  </property>
  <property fmtid="{D5CDD505-2E9C-101B-9397-08002B2CF9AE}" pid="6" name="Module Number">
    <vt:lpwstr>     </vt:lpwstr>
  </property>
  <property fmtid="{D5CDD505-2E9C-101B-9397-08002B2CF9AE}" pid="7" name="Copyright">
    <vt:lpwstr>c.2006 NSF-ATE</vt:lpwstr>
  </property>
</Properties>
</file>