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0D29C322" w14:textId="77777777" w:rsidTr="007E3ED0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4F089A2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ADCFAD2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A8F2495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07B16E3" w14:textId="77777777" w:rsidR="006217F2" w:rsidRDefault="006217F2" w:rsidP="00DF54BA"/>
        </w:tc>
      </w:tr>
    </w:tbl>
    <w:p w14:paraId="162F9977" w14:textId="77777777" w:rsidR="0005565C" w:rsidRPr="00605BC8" w:rsidRDefault="00067902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MEMS Applications Overview</w:t>
      </w:r>
      <w:r w:rsidR="00C54314">
        <w:rPr>
          <w:b/>
          <w:sz w:val="48"/>
          <w:szCs w:val="48"/>
        </w:rPr>
        <w:t xml:space="preserve"> Assessment</w:t>
      </w:r>
    </w:p>
    <w:p w14:paraId="3B1F2C5B" w14:textId="77777777" w:rsidR="0005565C" w:rsidRPr="001A7425" w:rsidRDefault="003460FB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35F57125" w14:textId="77777777" w:rsidR="00EC58CF" w:rsidRDefault="00EC58CF" w:rsidP="00EC58CF">
      <w:pPr>
        <w:jc w:val="center"/>
        <w:rPr>
          <w:b/>
          <w:sz w:val="48"/>
          <w:szCs w:val="48"/>
        </w:rPr>
      </w:pPr>
    </w:p>
    <w:p w14:paraId="24025E94" w14:textId="77777777" w:rsidR="00C54314" w:rsidRPr="00C54314" w:rsidRDefault="00C54314" w:rsidP="009015D2">
      <w:pPr>
        <w:keepNext/>
        <w:keepLines/>
        <w:ind w:left="720"/>
      </w:pPr>
      <w:r w:rsidRPr="00C54314">
        <w:t>The objective of this MEMS Applications Overview Assessment is to assess your knowledge and understanding of MEMS Applications as covered i</w:t>
      </w:r>
      <w:r w:rsidR="00123792">
        <w:t>n the MEMS Application Overview Learning Module.</w:t>
      </w:r>
      <w:bookmarkStart w:id="0" w:name="_GoBack"/>
      <w:bookmarkEnd w:id="0"/>
      <w:r w:rsidRPr="00C54314">
        <w:t xml:space="preserve">  </w:t>
      </w:r>
    </w:p>
    <w:p w14:paraId="09F307D8" w14:textId="77777777" w:rsidR="00C54314" w:rsidRPr="00C54314" w:rsidRDefault="00C54314" w:rsidP="009015D2">
      <w:pPr>
        <w:keepNext/>
        <w:keepLines/>
        <w:ind w:left="720"/>
      </w:pPr>
    </w:p>
    <w:p w14:paraId="4B80A629" w14:textId="77777777" w:rsidR="00C54314" w:rsidRPr="00C54314" w:rsidRDefault="00C54314" w:rsidP="009015D2">
      <w:pPr>
        <w:keepNext/>
        <w:keepLines/>
        <w:ind w:left="720"/>
      </w:pPr>
      <w:r w:rsidRPr="00C54314">
        <w:t xml:space="preserve">There are ten (10) assessment questions.  </w:t>
      </w:r>
    </w:p>
    <w:p w14:paraId="217351AE" w14:textId="77777777" w:rsidR="00C54314" w:rsidRDefault="00C54314" w:rsidP="009015D2">
      <w:pPr>
        <w:ind w:left="720"/>
      </w:pPr>
    </w:p>
    <w:p w14:paraId="6011516E" w14:textId="77777777" w:rsidR="00C54314" w:rsidRDefault="00C54314" w:rsidP="009015D2">
      <w:pPr>
        <w:pStyle w:val="Header"/>
      </w:pPr>
    </w:p>
    <w:p w14:paraId="136DE545" w14:textId="77777777" w:rsidR="00410493" w:rsidRDefault="00104776" w:rsidP="009015D2">
      <w:pPr>
        <w:pStyle w:val="Header"/>
        <w:numPr>
          <w:ilvl w:val="0"/>
          <w:numId w:val="16"/>
        </w:numPr>
        <w:tabs>
          <w:tab w:val="clear" w:pos="4320"/>
          <w:tab w:val="center" w:pos="720"/>
        </w:tabs>
        <w:rPr>
          <w:b/>
        </w:rPr>
      </w:pPr>
      <w:r>
        <w:rPr>
          <w:b/>
        </w:rPr>
        <w:t>Which of the following BEST describes MEMS</w:t>
      </w:r>
      <w:r w:rsidR="00C54314" w:rsidRPr="007E3ED0">
        <w:rPr>
          <w:b/>
        </w:rPr>
        <w:t>?</w:t>
      </w:r>
    </w:p>
    <w:p w14:paraId="7A0148A7" w14:textId="77777777" w:rsidR="00560C68" w:rsidRPr="000947C7" w:rsidRDefault="00560C68" w:rsidP="00560C68">
      <w:pPr>
        <w:keepLines/>
        <w:numPr>
          <w:ilvl w:val="1"/>
          <w:numId w:val="16"/>
        </w:numPr>
        <w:rPr>
          <w:color w:val="000000"/>
        </w:rPr>
      </w:pPr>
      <w:r w:rsidRPr="000947C7">
        <w:rPr>
          <w:color w:val="000000"/>
        </w:rPr>
        <w:t xml:space="preserve">A </w:t>
      </w:r>
      <w:proofErr w:type="spellStart"/>
      <w:r w:rsidRPr="000947C7">
        <w:rPr>
          <w:color w:val="000000"/>
        </w:rPr>
        <w:t>microdevice</w:t>
      </w:r>
      <w:proofErr w:type="spellEnd"/>
      <w:r w:rsidRPr="000947C7">
        <w:rPr>
          <w:color w:val="000000"/>
        </w:rPr>
        <w:t xml:space="preserve"> such as a pump or laser used to simulate a similar macro device</w:t>
      </w:r>
    </w:p>
    <w:p w14:paraId="1E4D1E8A" w14:textId="77777777" w:rsidR="00560C68" w:rsidRPr="000947C7" w:rsidRDefault="00560C68" w:rsidP="00560C68">
      <w:pPr>
        <w:keepLines/>
        <w:numPr>
          <w:ilvl w:val="1"/>
          <w:numId w:val="16"/>
        </w:numPr>
        <w:rPr>
          <w:color w:val="000000"/>
        </w:rPr>
      </w:pPr>
      <w:r w:rsidRPr="000947C7">
        <w:rPr>
          <w:color w:val="000000"/>
        </w:rPr>
        <w:t xml:space="preserve">A </w:t>
      </w:r>
      <w:proofErr w:type="spellStart"/>
      <w:r w:rsidRPr="000947C7">
        <w:rPr>
          <w:color w:val="000000"/>
        </w:rPr>
        <w:t>microdevice</w:t>
      </w:r>
      <w:proofErr w:type="spellEnd"/>
      <w:r w:rsidRPr="000947C7">
        <w:rPr>
          <w:color w:val="000000"/>
        </w:rPr>
        <w:t xml:space="preserve"> or groups of devices that integrate both mechanical and electrical components</w:t>
      </w:r>
    </w:p>
    <w:p w14:paraId="0F994EF4" w14:textId="77777777" w:rsidR="00560C68" w:rsidRPr="000947C7" w:rsidRDefault="00560C68" w:rsidP="00560C68">
      <w:pPr>
        <w:keepLines/>
        <w:numPr>
          <w:ilvl w:val="1"/>
          <w:numId w:val="16"/>
        </w:numPr>
        <w:rPr>
          <w:color w:val="000000"/>
        </w:rPr>
      </w:pPr>
      <w:r w:rsidRPr="000947C7">
        <w:rPr>
          <w:color w:val="000000"/>
        </w:rPr>
        <w:t xml:space="preserve">A series of </w:t>
      </w:r>
      <w:r>
        <w:rPr>
          <w:color w:val="000000"/>
        </w:rPr>
        <w:t>small</w:t>
      </w:r>
      <w:r w:rsidRPr="000947C7">
        <w:rPr>
          <w:color w:val="000000"/>
        </w:rPr>
        <w:t xml:space="preserve"> devices that work together to accomplish the required task</w:t>
      </w:r>
    </w:p>
    <w:p w14:paraId="0776B0AC" w14:textId="77777777" w:rsidR="00560C68" w:rsidRPr="000947C7" w:rsidRDefault="00560C68" w:rsidP="00560C68">
      <w:pPr>
        <w:keepLines/>
        <w:numPr>
          <w:ilvl w:val="1"/>
          <w:numId w:val="16"/>
        </w:numPr>
        <w:rPr>
          <w:color w:val="000000"/>
        </w:rPr>
      </w:pPr>
      <w:r>
        <w:rPr>
          <w:color w:val="000000"/>
        </w:rPr>
        <w:t>Micro siz</w:t>
      </w:r>
      <w:r w:rsidR="00791915">
        <w:rPr>
          <w:color w:val="000000"/>
        </w:rPr>
        <w:t>e devices that measure pressure</w:t>
      </w:r>
      <w:r>
        <w:rPr>
          <w:color w:val="000000"/>
        </w:rPr>
        <w:t xml:space="preserve"> and acceleration.</w:t>
      </w:r>
    </w:p>
    <w:p w14:paraId="6F647BA4" w14:textId="77777777" w:rsidR="00C54314" w:rsidRDefault="00C54314" w:rsidP="009015D2">
      <w:pPr>
        <w:pStyle w:val="Header"/>
        <w:rPr>
          <w:color w:val="000000"/>
        </w:rPr>
      </w:pPr>
    </w:p>
    <w:p w14:paraId="7CE83584" w14:textId="77777777" w:rsidR="00C54314" w:rsidRPr="007E3ED0" w:rsidRDefault="00C54314" w:rsidP="009015D2">
      <w:pPr>
        <w:pStyle w:val="BodyText"/>
        <w:numPr>
          <w:ilvl w:val="0"/>
          <w:numId w:val="16"/>
        </w:numPr>
        <w:rPr>
          <w:b/>
          <w:szCs w:val="24"/>
        </w:rPr>
      </w:pPr>
      <w:r w:rsidRPr="007E3ED0">
        <w:rPr>
          <w:b/>
          <w:szCs w:val="24"/>
        </w:rPr>
        <w:t>List five commercial fields in which MEMS have already proven to be beneficial.</w:t>
      </w:r>
    </w:p>
    <w:p w14:paraId="7359FB5E" w14:textId="77777777" w:rsidR="00C54314" w:rsidRPr="007E3ED0" w:rsidRDefault="00C54314" w:rsidP="009015D2">
      <w:pPr>
        <w:pStyle w:val="BodyText"/>
        <w:rPr>
          <w:b/>
          <w:szCs w:val="24"/>
        </w:rPr>
      </w:pPr>
    </w:p>
    <w:p w14:paraId="5E0D2D13" w14:textId="77777777" w:rsidR="00C54314" w:rsidRPr="007E3ED0" w:rsidRDefault="00C54314" w:rsidP="009015D2">
      <w:pPr>
        <w:pStyle w:val="BodyText"/>
        <w:numPr>
          <w:ilvl w:val="1"/>
          <w:numId w:val="16"/>
        </w:numPr>
        <w:rPr>
          <w:b/>
          <w:szCs w:val="24"/>
        </w:rPr>
      </w:pPr>
      <w:r w:rsidRPr="007E3ED0">
        <w:rPr>
          <w:b/>
          <w:szCs w:val="24"/>
        </w:rPr>
        <w:t>__________________________          _____________________________</w:t>
      </w:r>
    </w:p>
    <w:p w14:paraId="3A870958" w14:textId="77777777" w:rsidR="00C54314" w:rsidRPr="007E3ED0" w:rsidRDefault="00C54314" w:rsidP="009015D2">
      <w:pPr>
        <w:pStyle w:val="BodyText"/>
        <w:rPr>
          <w:b/>
          <w:szCs w:val="24"/>
        </w:rPr>
      </w:pPr>
    </w:p>
    <w:p w14:paraId="697E4DD5" w14:textId="77777777" w:rsidR="00C54314" w:rsidRPr="007E3ED0" w:rsidRDefault="00C54314" w:rsidP="009015D2">
      <w:pPr>
        <w:pStyle w:val="BodyText"/>
        <w:numPr>
          <w:ilvl w:val="1"/>
          <w:numId w:val="16"/>
        </w:numPr>
        <w:rPr>
          <w:b/>
          <w:szCs w:val="24"/>
        </w:rPr>
      </w:pPr>
      <w:r w:rsidRPr="007E3ED0">
        <w:rPr>
          <w:b/>
          <w:szCs w:val="24"/>
        </w:rPr>
        <w:t>__________________________          _____________________________</w:t>
      </w:r>
    </w:p>
    <w:p w14:paraId="2D7CCE8E" w14:textId="77777777" w:rsidR="00C54314" w:rsidRPr="007E3ED0" w:rsidRDefault="00C54314" w:rsidP="009015D2">
      <w:pPr>
        <w:pStyle w:val="BodyText"/>
        <w:rPr>
          <w:b/>
          <w:szCs w:val="24"/>
        </w:rPr>
      </w:pPr>
    </w:p>
    <w:p w14:paraId="280CDFD3" w14:textId="77777777" w:rsidR="00560C68" w:rsidRDefault="00C54314" w:rsidP="00560C68">
      <w:pPr>
        <w:pStyle w:val="BodyText"/>
        <w:numPr>
          <w:ilvl w:val="1"/>
          <w:numId w:val="16"/>
        </w:numPr>
        <w:rPr>
          <w:b/>
          <w:szCs w:val="24"/>
        </w:rPr>
      </w:pPr>
      <w:r w:rsidRPr="007E3ED0">
        <w:rPr>
          <w:b/>
          <w:szCs w:val="24"/>
        </w:rPr>
        <w:t>__________________________</w:t>
      </w:r>
    </w:p>
    <w:p w14:paraId="10F36B03" w14:textId="77777777" w:rsidR="00560C68" w:rsidRDefault="00560C68" w:rsidP="00560C68">
      <w:pPr>
        <w:pStyle w:val="BodyText"/>
        <w:ind w:left="1440"/>
        <w:rPr>
          <w:b/>
          <w:szCs w:val="24"/>
        </w:rPr>
      </w:pPr>
    </w:p>
    <w:p w14:paraId="655CFEE5" w14:textId="77777777" w:rsidR="00560C68" w:rsidRPr="00560C68" w:rsidRDefault="00560C68" w:rsidP="00560C68">
      <w:pPr>
        <w:pStyle w:val="BodyText"/>
        <w:numPr>
          <w:ilvl w:val="0"/>
          <w:numId w:val="16"/>
        </w:numPr>
        <w:rPr>
          <w:b/>
          <w:szCs w:val="24"/>
        </w:rPr>
      </w:pPr>
      <w:r w:rsidRPr="00560C68">
        <w:rPr>
          <w:b/>
          <w:szCs w:val="24"/>
        </w:rPr>
        <w:t>What type of MEMS device is used as the deployment sensor in automotive airbag systems?</w:t>
      </w:r>
    </w:p>
    <w:p w14:paraId="3BAB88DC" w14:textId="77777777" w:rsidR="00C54314" w:rsidRPr="007E3ED0" w:rsidRDefault="00C54314" w:rsidP="009015D2">
      <w:pPr>
        <w:pStyle w:val="BodyText"/>
        <w:rPr>
          <w:b/>
          <w:szCs w:val="24"/>
        </w:rPr>
      </w:pPr>
    </w:p>
    <w:p w14:paraId="3EAE2874" w14:textId="77777777" w:rsidR="00C54314" w:rsidRPr="007E3ED0" w:rsidRDefault="00C54314" w:rsidP="00560C68">
      <w:pPr>
        <w:pStyle w:val="BodyText"/>
        <w:ind w:left="1080"/>
        <w:rPr>
          <w:b/>
          <w:szCs w:val="24"/>
        </w:rPr>
      </w:pPr>
      <w:r w:rsidRPr="007E3ED0">
        <w:rPr>
          <w:b/>
          <w:szCs w:val="24"/>
        </w:rPr>
        <w:t>________________________________</w:t>
      </w:r>
    </w:p>
    <w:p w14:paraId="3A52BD63" w14:textId="77777777" w:rsidR="00C54314" w:rsidRDefault="00C54314" w:rsidP="009015D2">
      <w:pPr>
        <w:pStyle w:val="Header"/>
      </w:pPr>
    </w:p>
    <w:p w14:paraId="1338513D" w14:textId="77777777" w:rsidR="00C54314" w:rsidRDefault="00C54314" w:rsidP="009015D2">
      <w:pPr>
        <w:pStyle w:val="Header"/>
      </w:pPr>
    </w:p>
    <w:p w14:paraId="72915591" w14:textId="77777777" w:rsidR="00C54314" w:rsidRPr="007E3ED0" w:rsidRDefault="00C54314" w:rsidP="009015D2">
      <w:pPr>
        <w:pStyle w:val="BodyText"/>
        <w:numPr>
          <w:ilvl w:val="0"/>
          <w:numId w:val="16"/>
        </w:numPr>
        <w:rPr>
          <w:b/>
          <w:szCs w:val="24"/>
        </w:rPr>
      </w:pPr>
      <w:r w:rsidRPr="007E3ED0">
        <w:rPr>
          <w:b/>
          <w:szCs w:val="24"/>
        </w:rPr>
        <w:t>Describe the basic operation of a MEMS Pressure Sensor.</w:t>
      </w:r>
    </w:p>
    <w:p w14:paraId="4C8C95A9" w14:textId="77777777" w:rsidR="00C54314" w:rsidRPr="007E3ED0" w:rsidRDefault="00C54314" w:rsidP="009015D2">
      <w:pPr>
        <w:pStyle w:val="BodyText"/>
        <w:rPr>
          <w:b/>
          <w:szCs w:val="24"/>
        </w:rPr>
      </w:pPr>
    </w:p>
    <w:p w14:paraId="48564325" w14:textId="77777777" w:rsidR="00C54314" w:rsidRDefault="00C54314" w:rsidP="009015D2">
      <w:pPr>
        <w:pStyle w:val="Header"/>
      </w:pPr>
    </w:p>
    <w:p w14:paraId="305AB89C" w14:textId="77777777" w:rsidR="00C54314" w:rsidRDefault="00C54314" w:rsidP="009015D2">
      <w:pPr>
        <w:pStyle w:val="Header"/>
      </w:pPr>
    </w:p>
    <w:p w14:paraId="23690E2B" w14:textId="77777777" w:rsidR="00C54314" w:rsidRDefault="00C54314" w:rsidP="009015D2">
      <w:pPr>
        <w:pStyle w:val="Header"/>
      </w:pPr>
    </w:p>
    <w:p w14:paraId="105144C4" w14:textId="77777777" w:rsidR="00C54314" w:rsidRDefault="00C54314" w:rsidP="009015D2">
      <w:pPr>
        <w:pStyle w:val="Header"/>
      </w:pPr>
    </w:p>
    <w:p w14:paraId="18C7CF13" w14:textId="77777777" w:rsidR="00C54314" w:rsidRPr="007E3ED0" w:rsidRDefault="00C54314" w:rsidP="009015D2">
      <w:pPr>
        <w:pStyle w:val="BodyText"/>
        <w:framePr w:hSpace="180" w:wrap="around" w:vAnchor="text" w:hAnchor="text" w:y="1"/>
        <w:numPr>
          <w:ilvl w:val="0"/>
          <w:numId w:val="16"/>
        </w:numPr>
        <w:suppressOverlap/>
        <w:rPr>
          <w:b/>
          <w:szCs w:val="24"/>
        </w:rPr>
      </w:pPr>
      <w:r w:rsidRPr="007E3ED0">
        <w:rPr>
          <w:b/>
          <w:szCs w:val="24"/>
        </w:rPr>
        <w:t xml:space="preserve">What type of MEMS device </w:t>
      </w:r>
      <w:r w:rsidR="00560C68">
        <w:rPr>
          <w:b/>
          <w:szCs w:val="24"/>
        </w:rPr>
        <w:t>is</w:t>
      </w:r>
      <w:r w:rsidRPr="007E3ED0">
        <w:rPr>
          <w:b/>
          <w:szCs w:val="24"/>
        </w:rPr>
        <w:t xml:space="preserve"> used in medical infusion pumps to </w:t>
      </w:r>
      <w:r w:rsidR="00560C68">
        <w:rPr>
          <w:b/>
          <w:szCs w:val="24"/>
        </w:rPr>
        <w:t>identify</w:t>
      </w:r>
      <w:r w:rsidRPr="007E3ED0">
        <w:rPr>
          <w:b/>
          <w:szCs w:val="24"/>
        </w:rPr>
        <w:t xml:space="preserve"> blockage in the flow tubes?</w:t>
      </w:r>
    </w:p>
    <w:p w14:paraId="445FC466" w14:textId="77777777" w:rsidR="00C54314" w:rsidRPr="007E3ED0" w:rsidRDefault="00C54314" w:rsidP="009015D2">
      <w:pPr>
        <w:pStyle w:val="BodyText"/>
        <w:framePr w:hSpace="180" w:wrap="around" w:vAnchor="text" w:hAnchor="text" w:y="1"/>
        <w:suppressOverlap/>
        <w:rPr>
          <w:b/>
          <w:szCs w:val="24"/>
        </w:rPr>
      </w:pPr>
    </w:p>
    <w:p w14:paraId="28FE553F" w14:textId="77777777" w:rsidR="00C54314" w:rsidRDefault="00C54314" w:rsidP="009015D2">
      <w:pPr>
        <w:pStyle w:val="Header"/>
        <w:ind w:left="1080"/>
        <w:rPr>
          <w:b/>
        </w:rPr>
      </w:pPr>
      <w:r w:rsidRPr="007E3ED0">
        <w:rPr>
          <w:b/>
        </w:rPr>
        <w:t>______________________________</w:t>
      </w:r>
    </w:p>
    <w:p w14:paraId="401923B5" w14:textId="77777777" w:rsidR="00C54314" w:rsidRDefault="00C54314" w:rsidP="009015D2">
      <w:pPr>
        <w:pStyle w:val="Header"/>
      </w:pPr>
    </w:p>
    <w:p w14:paraId="1F7BBE15" w14:textId="77777777" w:rsidR="00C54314" w:rsidRDefault="00C54314" w:rsidP="009015D2">
      <w:pPr>
        <w:pStyle w:val="Header"/>
      </w:pPr>
    </w:p>
    <w:p w14:paraId="6937F19C" w14:textId="77777777" w:rsidR="00C54314" w:rsidRPr="007E3ED0" w:rsidRDefault="00C54314" w:rsidP="009015D2">
      <w:pPr>
        <w:pStyle w:val="BodyText"/>
        <w:framePr w:hSpace="180" w:wrap="around" w:vAnchor="text" w:hAnchor="text" w:y="1"/>
        <w:numPr>
          <w:ilvl w:val="0"/>
          <w:numId w:val="16"/>
        </w:numPr>
        <w:suppressOverlap/>
        <w:rPr>
          <w:b/>
          <w:szCs w:val="24"/>
        </w:rPr>
      </w:pPr>
      <w:r w:rsidRPr="007E3ED0">
        <w:rPr>
          <w:b/>
          <w:szCs w:val="24"/>
        </w:rPr>
        <w:t>What are two types of inertial sensors?</w:t>
      </w:r>
    </w:p>
    <w:p w14:paraId="223CE08A" w14:textId="77777777" w:rsidR="00C54314" w:rsidRPr="007E3ED0" w:rsidRDefault="00C54314" w:rsidP="009015D2">
      <w:pPr>
        <w:pStyle w:val="BodyText"/>
        <w:framePr w:hSpace="180" w:wrap="around" w:vAnchor="text" w:hAnchor="text" w:y="1"/>
        <w:suppressOverlap/>
        <w:rPr>
          <w:b/>
          <w:szCs w:val="24"/>
        </w:rPr>
      </w:pPr>
    </w:p>
    <w:p w14:paraId="147ED312" w14:textId="77777777" w:rsidR="00C54314" w:rsidRDefault="00C54314" w:rsidP="009015D2">
      <w:pPr>
        <w:pStyle w:val="Header"/>
        <w:ind w:left="1080"/>
        <w:rPr>
          <w:b/>
        </w:rPr>
      </w:pPr>
      <w:r w:rsidRPr="007E3ED0">
        <w:rPr>
          <w:b/>
        </w:rPr>
        <w:t>______________________________    __________________________</w:t>
      </w:r>
    </w:p>
    <w:p w14:paraId="60741136" w14:textId="77777777" w:rsidR="00C54314" w:rsidRDefault="00C54314" w:rsidP="009015D2">
      <w:pPr>
        <w:pStyle w:val="Header"/>
        <w:rPr>
          <w:b/>
        </w:rPr>
      </w:pPr>
    </w:p>
    <w:p w14:paraId="5FC51CE2" w14:textId="77777777" w:rsidR="00C54314" w:rsidRPr="007E3ED0" w:rsidRDefault="00C54314" w:rsidP="009015D2">
      <w:pPr>
        <w:pStyle w:val="BodyText"/>
        <w:numPr>
          <w:ilvl w:val="0"/>
          <w:numId w:val="16"/>
        </w:numPr>
        <w:rPr>
          <w:b/>
          <w:szCs w:val="24"/>
        </w:rPr>
      </w:pPr>
      <w:r w:rsidRPr="007E3ED0">
        <w:rPr>
          <w:b/>
          <w:szCs w:val="24"/>
        </w:rPr>
        <w:lastRenderedPageBreak/>
        <w:t>Describe the basic operation of an accelerometer.</w:t>
      </w:r>
    </w:p>
    <w:p w14:paraId="27F1E2E5" w14:textId="77777777" w:rsidR="00C54314" w:rsidRPr="007E3ED0" w:rsidRDefault="00C54314" w:rsidP="009015D2">
      <w:pPr>
        <w:pStyle w:val="BodyText"/>
        <w:rPr>
          <w:b/>
          <w:szCs w:val="24"/>
        </w:rPr>
      </w:pPr>
    </w:p>
    <w:p w14:paraId="059A2809" w14:textId="77777777" w:rsidR="00C54314" w:rsidRDefault="00C54314" w:rsidP="009015D2">
      <w:pPr>
        <w:pStyle w:val="Header"/>
      </w:pPr>
    </w:p>
    <w:p w14:paraId="05FEA7A2" w14:textId="77777777" w:rsidR="00C54314" w:rsidRDefault="00C54314" w:rsidP="009015D2">
      <w:pPr>
        <w:pStyle w:val="Header"/>
      </w:pPr>
    </w:p>
    <w:p w14:paraId="15719479" w14:textId="77777777" w:rsidR="00C54314" w:rsidRDefault="00C54314" w:rsidP="009015D2">
      <w:pPr>
        <w:pStyle w:val="Header"/>
      </w:pPr>
    </w:p>
    <w:p w14:paraId="41599649" w14:textId="77777777" w:rsidR="00C54314" w:rsidRPr="007E3ED0" w:rsidRDefault="00C54314" w:rsidP="009015D2">
      <w:pPr>
        <w:pStyle w:val="BodyText"/>
        <w:framePr w:hSpace="180" w:wrap="around" w:vAnchor="text" w:hAnchor="text" w:y="1"/>
        <w:numPr>
          <w:ilvl w:val="0"/>
          <w:numId w:val="16"/>
        </w:numPr>
        <w:suppressOverlap/>
        <w:rPr>
          <w:b/>
          <w:szCs w:val="24"/>
        </w:rPr>
      </w:pPr>
      <w:r w:rsidRPr="007E3ED0">
        <w:rPr>
          <w:b/>
          <w:szCs w:val="24"/>
        </w:rPr>
        <w:t>State three applications of MEMS in the medical field.  Identify at least one type of sensor that could be used in each application.</w:t>
      </w:r>
    </w:p>
    <w:p w14:paraId="24E74E6E" w14:textId="77777777" w:rsidR="00C54314" w:rsidRPr="007E3ED0" w:rsidRDefault="00C54314" w:rsidP="009015D2">
      <w:pPr>
        <w:pStyle w:val="BodyText"/>
        <w:framePr w:hSpace="180" w:wrap="around" w:vAnchor="text" w:hAnchor="text" w:y="1"/>
        <w:suppressOverlap/>
        <w:rPr>
          <w:b/>
          <w:szCs w:val="24"/>
        </w:rPr>
      </w:pPr>
    </w:p>
    <w:p w14:paraId="58B8989E" w14:textId="77777777" w:rsidR="00C54314" w:rsidRPr="007E3ED0" w:rsidRDefault="00C54314" w:rsidP="00EF7026">
      <w:pPr>
        <w:pStyle w:val="BodyText"/>
        <w:framePr w:hSpace="180" w:wrap="around" w:vAnchor="text" w:hAnchor="text" w:y="1"/>
        <w:numPr>
          <w:ilvl w:val="1"/>
          <w:numId w:val="17"/>
        </w:numPr>
        <w:suppressOverlap/>
        <w:rPr>
          <w:b/>
          <w:szCs w:val="24"/>
        </w:rPr>
      </w:pPr>
      <w:r w:rsidRPr="007E3ED0">
        <w:rPr>
          <w:b/>
          <w:szCs w:val="24"/>
        </w:rPr>
        <w:t>_______________________</w:t>
      </w:r>
      <w:r w:rsidR="00EF7026">
        <w:rPr>
          <w:b/>
          <w:szCs w:val="24"/>
        </w:rPr>
        <w:t xml:space="preserve">   </w:t>
      </w:r>
      <w:r w:rsidRPr="007E3ED0">
        <w:rPr>
          <w:b/>
          <w:szCs w:val="24"/>
        </w:rPr>
        <w:t>__________</w:t>
      </w:r>
      <w:r w:rsidR="00EF7026">
        <w:rPr>
          <w:b/>
          <w:szCs w:val="24"/>
        </w:rPr>
        <w:t>____________________________________</w:t>
      </w:r>
    </w:p>
    <w:p w14:paraId="3CC3CA41" w14:textId="77777777" w:rsidR="00C54314" w:rsidRPr="007E3ED0" w:rsidRDefault="00C54314" w:rsidP="009015D2">
      <w:pPr>
        <w:pStyle w:val="BodyText"/>
        <w:framePr w:hSpace="180" w:wrap="around" w:vAnchor="text" w:hAnchor="text" w:y="1"/>
        <w:suppressOverlap/>
        <w:rPr>
          <w:b/>
          <w:szCs w:val="24"/>
        </w:rPr>
      </w:pPr>
    </w:p>
    <w:p w14:paraId="3E32E5D2" w14:textId="77777777" w:rsidR="00C54314" w:rsidRPr="007E3ED0" w:rsidRDefault="00C54314" w:rsidP="00EF7026">
      <w:pPr>
        <w:pStyle w:val="BodyText"/>
        <w:framePr w:hSpace="180" w:wrap="around" w:vAnchor="text" w:hAnchor="text" w:y="1"/>
        <w:numPr>
          <w:ilvl w:val="1"/>
          <w:numId w:val="17"/>
        </w:numPr>
        <w:suppressOverlap/>
        <w:rPr>
          <w:b/>
          <w:szCs w:val="24"/>
        </w:rPr>
      </w:pPr>
      <w:r w:rsidRPr="007E3ED0">
        <w:rPr>
          <w:b/>
          <w:szCs w:val="24"/>
        </w:rPr>
        <w:t>_______________________</w:t>
      </w:r>
      <w:r w:rsidR="00EF7026">
        <w:rPr>
          <w:b/>
          <w:szCs w:val="24"/>
        </w:rPr>
        <w:t xml:space="preserve">   </w:t>
      </w:r>
      <w:r w:rsidRPr="007E3ED0">
        <w:rPr>
          <w:b/>
          <w:szCs w:val="24"/>
        </w:rPr>
        <w:t>__________</w:t>
      </w:r>
      <w:r w:rsidR="00EF7026">
        <w:rPr>
          <w:b/>
          <w:szCs w:val="24"/>
        </w:rPr>
        <w:t>____________________________________</w:t>
      </w:r>
    </w:p>
    <w:p w14:paraId="41A78AB2" w14:textId="77777777" w:rsidR="00C54314" w:rsidRPr="007E3ED0" w:rsidRDefault="00C54314" w:rsidP="009015D2">
      <w:pPr>
        <w:pStyle w:val="BodyText"/>
        <w:framePr w:hSpace="180" w:wrap="around" w:vAnchor="text" w:hAnchor="text" w:y="1"/>
        <w:suppressOverlap/>
        <w:rPr>
          <w:b/>
          <w:szCs w:val="24"/>
        </w:rPr>
      </w:pPr>
    </w:p>
    <w:p w14:paraId="5380AD99" w14:textId="77777777" w:rsidR="00C54314" w:rsidRDefault="00C54314" w:rsidP="00EF7026">
      <w:pPr>
        <w:pStyle w:val="Header"/>
        <w:numPr>
          <w:ilvl w:val="1"/>
          <w:numId w:val="17"/>
        </w:numPr>
        <w:tabs>
          <w:tab w:val="clear" w:pos="4320"/>
          <w:tab w:val="center" w:pos="1440"/>
        </w:tabs>
      </w:pPr>
      <w:r w:rsidRPr="007E3ED0">
        <w:rPr>
          <w:b/>
        </w:rPr>
        <w:t>_______________________</w:t>
      </w:r>
      <w:r w:rsidR="00EF7026">
        <w:rPr>
          <w:b/>
        </w:rPr>
        <w:t xml:space="preserve">   </w:t>
      </w:r>
      <w:r w:rsidRPr="007E3ED0">
        <w:rPr>
          <w:b/>
        </w:rPr>
        <w:t>__________</w:t>
      </w:r>
      <w:r w:rsidR="00EF7026">
        <w:rPr>
          <w:b/>
        </w:rPr>
        <w:t>____________________________________</w:t>
      </w:r>
    </w:p>
    <w:p w14:paraId="0A90A5BF" w14:textId="77777777" w:rsidR="00C54314" w:rsidRDefault="00C54314" w:rsidP="009015D2">
      <w:pPr>
        <w:pStyle w:val="Header"/>
      </w:pPr>
    </w:p>
    <w:p w14:paraId="6A3337B9" w14:textId="77777777" w:rsidR="00C54314" w:rsidRDefault="00C54314" w:rsidP="009015D2">
      <w:pPr>
        <w:pStyle w:val="Header"/>
      </w:pPr>
    </w:p>
    <w:p w14:paraId="49ED9BE8" w14:textId="77777777" w:rsidR="00C54314" w:rsidRPr="007E3ED0" w:rsidRDefault="00C54314" w:rsidP="009015D2">
      <w:pPr>
        <w:pStyle w:val="BodyText"/>
        <w:numPr>
          <w:ilvl w:val="0"/>
          <w:numId w:val="16"/>
        </w:numPr>
        <w:rPr>
          <w:b/>
          <w:szCs w:val="24"/>
        </w:rPr>
      </w:pPr>
      <w:r w:rsidRPr="007E3ED0">
        <w:rPr>
          <w:b/>
          <w:szCs w:val="24"/>
        </w:rPr>
        <w:t>State three applications of MEMS in the optical or wireless communications field.  Identify at least one type of sensor that could be used in each application.</w:t>
      </w:r>
    </w:p>
    <w:p w14:paraId="3B82FC1B" w14:textId="77777777" w:rsidR="00C54314" w:rsidRPr="007E3ED0" w:rsidRDefault="00C54314" w:rsidP="009015D2">
      <w:pPr>
        <w:pStyle w:val="BodyText"/>
        <w:framePr w:hSpace="180" w:wrap="around" w:vAnchor="text" w:hAnchor="text" w:y="1"/>
        <w:suppressOverlap/>
        <w:rPr>
          <w:b/>
          <w:szCs w:val="24"/>
        </w:rPr>
      </w:pPr>
    </w:p>
    <w:p w14:paraId="2B0E7612" w14:textId="77777777" w:rsidR="00EF7026" w:rsidRPr="007E3ED0" w:rsidRDefault="00EF7026" w:rsidP="00EF7026">
      <w:pPr>
        <w:pStyle w:val="BodyText"/>
        <w:framePr w:hSpace="180" w:wrap="around" w:vAnchor="text" w:hAnchor="text" w:y="1"/>
        <w:numPr>
          <w:ilvl w:val="1"/>
          <w:numId w:val="18"/>
        </w:numPr>
        <w:suppressOverlap/>
        <w:rPr>
          <w:b/>
          <w:szCs w:val="24"/>
        </w:rPr>
      </w:pPr>
      <w:r w:rsidRPr="007E3ED0">
        <w:rPr>
          <w:b/>
          <w:szCs w:val="24"/>
        </w:rPr>
        <w:t>_______________________</w:t>
      </w:r>
      <w:r>
        <w:rPr>
          <w:b/>
          <w:szCs w:val="24"/>
        </w:rPr>
        <w:t xml:space="preserve">   </w:t>
      </w:r>
      <w:r w:rsidRPr="007E3ED0">
        <w:rPr>
          <w:b/>
          <w:szCs w:val="24"/>
        </w:rPr>
        <w:t>__________</w:t>
      </w:r>
      <w:r>
        <w:rPr>
          <w:b/>
          <w:szCs w:val="24"/>
        </w:rPr>
        <w:t>____________________________________</w:t>
      </w:r>
    </w:p>
    <w:p w14:paraId="64D45758" w14:textId="77777777" w:rsidR="00EF7026" w:rsidRPr="007E3ED0" w:rsidRDefault="00EF7026" w:rsidP="00EF7026">
      <w:pPr>
        <w:pStyle w:val="BodyText"/>
        <w:framePr w:hSpace="180" w:wrap="around" w:vAnchor="text" w:hAnchor="text" w:y="1"/>
        <w:suppressOverlap/>
        <w:rPr>
          <w:b/>
          <w:szCs w:val="24"/>
        </w:rPr>
      </w:pPr>
    </w:p>
    <w:p w14:paraId="4127BDC2" w14:textId="77777777" w:rsidR="00EF7026" w:rsidRPr="007E3ED0" w:rsidRDefault="00EF7026" w:rsidP="00EF7026">
      <w:pPr>
        <w:pStyle w:val="BodyText"/>
        <w:framePr w:hSpace="180" w:wrap="around" w:vAnchor="text" w:hAnchor="text" w:y="1"/>
        <w:numPr>
          <w:ilvl w:val="1"/>
          <w:numId w:val="18"/>
        </w:numPr>
        <w:suppressOverlap/>
        <w:rPr>
          <w:b/>
          <w:szCs w:val="24"/>
        </w:rPr>
      </w:pPr>
      <w:r w:rsidRPr="007E3ED0">
        <w:rPr>
          <w:b/>
          <w:szCs w:val="24"/>
        </w:rPr>
        <w:t>_______________________</w:t>
      </w:r>
      <w:r>
        <w:rPr>
          <w:b/>
          <w:szCs w:val="24"/>
        </w:rPr>
        <w:t xml:space="preserve">   </w:t>
      </w:r>
      <w:r w:rsidRPr="007E3ED0">
        <w:rPr>
          <w:b/>
          <w:szCs w:val="24"/>
        </w:rPr>
        <w:t>__________</w:t>
      </w:r>
      <w:r>
        <w:rPr>
          <w:b/>
          <w:szCs w:val="24"/>
        </w:rPr>
        <w:t>____________________________________</w:t>
      </w:r>
    </w:p>
    <w:p w14:paraId="2CA79FCF" w14:textId="77777777" w:rsidR="00EF7026" w:rsidRPr="007E3ED0" w:rsidRDefault="00EF7026" w:rsidP="00EF7026">
      <w:pPr>
        <w:pStyle w:val="BodyText"/>
        <w:framePr w:hSpace="180" w:wrap="around" w:vAnchor="text" w:hAnchor="text" w:y="1"/>
        <w:suppressOverlap/>
        <w:rPr>
          <w:b/>
          <w:szCs w:val="24"/>
        </w:rPr>
      </w:pPr>
    </w:p>
    <w:p w14:paraId="35AA83FE" w14:textId="77777777" w:rsidR="00EF7026" w:rsidRDefault="00EF7026" w:rsidP="00EF7026">
      <w:pPr>
        <w:pStyle w:val="Header"/>
        <w:framePr w:hSpace="180" w:wrap="around" w:vAnchor="text" w:hAnchor="text" w:y="1"/>
        <w:numPr>
          <w:ilvl w:val="1"/>
          <w:numId w:val="18"/>
        </w:numPr>
        <w:tabs>
          <w:tab w:val="clear" w:pos="4320"/>
          <w:tab w:val="center" w:pos="1440"/>
        </w:tabs>
        <w:suppressOverlap/>
      </w:pPr>
      <w:r w:rsidRPr="007E3ED0">
        <w:rPr>
          <w:b/>
        </w:rPr>
        <w:t>_______________________</w:t>
      </w:r>
      <w:r>
        <w:rPr>
          <w:b/>
        </w:rPr>
        <w:t xml:space="preserve">   </w:t>
      </w:r>
      <w:r w:rsidRPr="007E3ED0">
        <w:rPr>
          <w:b/>
        </w:rPr>
        <w:t>__________</w:t>
      </w:r>
      <w:r>
        <w:rPr>
          <w:b/>
        </w:rPr>
        <w:t>____________________________________</w:t>
      </w:r>
    </w:p>
    <w:p w14:paraId="69967F2A" w14:textId="77777777" w:rsidR="00C54314" w:rsidRDefault="00C54314" w:rsidP="009015D2">
      <w:pPr>
        <w:pStyle w:val="Header"/>
      </w:pPr>
    </w:p>
    <w:p w14:paraId="4D994A92" w14:textId="77777777" w:rsidR="00C54314" w:rsidRDefault="00C54314" w:rsidP="009015D2">
      <w:pPr>
        <w:pStyle w:val="Header"/>
        <w:numPr>
          <w:ilvl w:val="0"/>
          <w:numId w:val="16"/>
        </w:numPr>
        <w:tabs>
          <w:tab w:val="clear" w:pos="4320"/>
          <w:tab w:val="center" w:pos="720"/>
        </w:tabs>
        <w:rPr>
          <w:b/>
        </w:rPr>
      </w:pPr>
      <w:r w:rsidRPr="007E3ED0">
        <w:rPr>
          <w:b/>
        </w:rPr>
        <w:t>What type of MEMS device is illustrated in the figure?</w:t>
      </w:r>
    </w:p>
    <w:p w14:paraId="0CCE947D" w14:textId="77777777" w:rsidR="00C54314" w:rsidRDefault="0076674A" w:rsidP="009015D2">
      <w:pPr>
        <w:pStyle w:val="Header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C5A59E0" wp14:editId="7136A889">
            <wp:simplePos x="0" y="0"/>
            <wp:positionH relativeFrom="column">
              <wp:posOffset>3495675</wp:posOffset>
            </wp:positionH>
            <wp:positionV relativeFrom="paragraph">
              <wp:posOffset>157480</wp:posOffset>
            </wp:positionV>
            <wp:extent cx="3028950" cy="2200275"/>
            <wp:effectExtent l="0" t="0" r="0" b="9525"/>
            <wp:wrapSquare wrapText="bothSides"/>
            <wp:docPr id="4" name="Picture 4" descr="GLV1_5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LV1_5_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2343E4" w14:textId="77777777" w:rsidR="00C54314" w:rsidRPr="007E3ED0" w:rsidRDefault="00C54314" w:rsidP="009015D2">
      <w:pPr>
        <w:keepLines/>
        <w:numPr>
          <w:ilvl w:val="1"/>
          <w:numId w:val="16"/>
        </w:numPr>
        <w:rPr>
          <w:color w:val="000000"/>
        </w:rPr>
      </w:pPr>
      <w:r w:rsidRPr="007E3ED0">
        <w:rPr>
          <w:color w:val="000000"/>
        </w:rPr>
        <w:t>Inertial Sensor</w:t>
      </w:r>
    </w:p>
    <w:p w14:paraId="1FF082C8" w14:textId="77777777" w:rsidR="00C54314" w:rsidRPr="007E3ED0" w:rsidRDefault="00C54314" w:rsidP="009015D2">
      <w:pPr>
        <w:keepLines/>
        <w:numPr>
          <w:ilvl w:val="1"/>
          <w:numId w:val="16"/>
        </w:numPr>
        <w:rPr>
          <w:color w:val="000000"/>
        </w:rPr>
      </w:pPr>
      <w:r w:rsidRPr="007E3ED0">
        <w:rPr>
          <w:color w:val="000000"/>
        </w:rPr>
        <w:t>Pressure sensor</w:t>
      </w:r>
    </w:p>
    <w:p w14:paraId="68D5FD5C" w14:textId="77777777" w:rsidR="00C54314" w:rsidRPr="007E3ED0" w:rsidRDefault="00C54314" w:rsidP="009015D2">
      <w:pPr>
        <w:keepLines/>
        <w:numPr>
          <w:ilvl w:val="1"/>
          <w:numId w:val="16"/>
        </w:numPr>
        <w:rPr>
          <w:color w:val="000000"/>
        </w:rPr>
      </w:pPr>
      <w:r w:rsidRPr="007E3ED0">
        <w:rPr>
          <w:color w:val="000000"/>
        </w:rPr>
        <w:t>Grating Light Valve</w:t>
      </w:r>
    </w:p>
    <w:p w14:paraId="74658FEE" w14:textId="77777777" w:rsidR="00C54314" w:rsidRPr="007E3ED0" w:rsidRDefault="00C54314" w:rsidP="009015D2">
      <w:pPr>
        <w:keepLines/>
        <w:numPr>
          <w:ilvl w:val="1"/>
          <w:numId w:val="16"/>
        </w:numPr>
        <w:rPr>
          <w:color w:val="000000"/>
        </w:rPr>
      </w:pPr>
      <w:r w:rsidRPr="007E3ED0">
        <w:rPr>
          <w:color w:val="000000"/>
        </w:rPr>
        <w:t>Digital Mirror Display</w:t>
      </w:r>
    </w:p>
    <w:p w14:paraId="774F91AC" w14:textId="77777777" w:rsidR="00C54314" w:rsidRDefault="00C54314" w:rsidP="009015D2">
      <w:pPr>
        <w:pStyle w:val="Header"/>
      </w:pPr>
    </w:p>
    <w:p w14:paraId="42946932" w14:textId="77777777" w:rsidR="00EF7026" w:rsidRDefault="00EF7026" w:rsidP="009015D2">
      <w:pPr>
        <w:pStyle w:val="Header"/>
      </w:pPr>
    </w:p>
    <w:p w14:paraId="52948ACA" w14:textId="77777777" w:rsidR="00EF7026" w:rsidRDefault="00EF7026" w:rsidP="009015D2">
      <w:pPr>
        <w:pStyle w:val="Header"/>
      </w:pPr>
    </w:p>
    <w:p w14:paraId="279D493E" w14:textId="77777777" w:rsidR="00EF7026" w:rsidRDefault="00EF7026" w:rsidP="009015D2">
      <w:pPr>
        <w:pStyle w:val="Header"/>
      </w:pPr>
    </w:p>
    <w:p w14:paraId="580F8B8A" w14:textId="77777777" w:rsidR="00EF7026" w:rsidRDefault="00EF7026" w:rsidP="009015D2">
      <w:pPr>
        <w:pStyle w:val="Header"/>
      </w:pPr>
    </w:p>
    <w:p w14:paraId="676919ED" w14:textId="77777777" w:rsidR="00EF7026" w:rsidRDefault="00EF7026" w:rsidP="009015D2">
      <w:pPr>
        <w:pStyle w:val="Header"/>
      </w:pPr>
    </w:p>
    <w:p w14:paraId="46148F69" w14:textId="77777777" w:rsidR="00EF7026" w:rsidRDefault="00EF7026" w:rsidP="009015D2">
      <w:pPr>
        <w:pStyle w:val="Header"/>
      </w:pPr>
    </w:p>
    <w:p w14:paraId="1DCE81B8" w14:textId="77777777" w:rsidR="00EF7026" w:rsidRDefault="00EF7026" w:rsidP="009015D2">
      <w:pPr>
        <w:pStyle w:val="Header"/>
      </w:pPr>
    </w:p>
    <w:p w14:paraId="165329C4" w14:textId="77777777" w:rsidR="00EF7026" w:rsidRDefault="00EF7026" w:rsidP="009015D2">
      <w:pPr>
        <w:pStyle w:val="Header"/>
      </w:pPr>
    </w:p>
    <w:p w14:paraId="0F760758" w14:textId="77777777" w:rsidR="00EF7026" w:rsidRDefault="00EF7026" w:rsidP="009015D2">
      <w:pPr>
        <w:pStyle w:val="Header"/>
      </w:pPr>
    </w:p>
    <w:p w14:paraId="3E0464DB" w14:textId="77777777" w:rsidR="00EF7026" w:rsidRDefault="00EF7026" w:rsidP="009015D2">
      <w:pPr>
        <w:pStyle w:val="Header"/>
      </w:pPr>
    </w:p>
    <w:p w14:paraId="499DEDA4" w14:textId="77777777" w:rsidR="00EF7026" w:rsidRDefault="00EF7026" w:rsidP="009015D2">
      <w:pPr>
        <w:pStyle w:val="Header"/>
      </w:pPr>
    </w:p>
    <w:p w14:paraId="4AB27C60" w14:textId="77777777" w:rsidR="00EF7026" w:rsidRPr="00EF7026" w:rsidRDefault="00EF7026" w:rsidP="009015D2">
      <w:pPr>
        <w:pStyle w:val="Header"/>
        <w:rPr>
          <w:i/>
        </w:rPr>
      </w:pPr>
      <w:r w:rsidRPr="00EF7026">
        <w:rPr>
          <w:i/>
        </w:rPr>
        <w:t>Support for this work was provided by the National Science Foundation's Advanced Technological Education (ATE) Program.</w:t>
      </w:r>
    </w:p>
    <w:sectPr w:rsidR="00EF7026" w:rsidRPr="00EF7026" w:rsidSect="00123792">
      <w:footerReference w:type="default" r:id="rId9"/>
      <w:type w:val="continuous"/>
      <w:pgSz w:w="12240" w:h="15840"/>
      <w:pgMar w:top="1440" w:right="720" w:bottom="990" w:left="720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46CE6" w14:textId="77777777" w:rsidR="00CE02C3" w:rsidRDefault="00CE02C3">
      <w:r>
        <w:separator/>
      </w:r>
    </w:p>
  </w:endnote>
  <w:endnote w:type="continuationSeparator" w:id="0">
    <w:p w14:paraId="1B22F977" w14:textId="77777777" w:rsidR="00CE02C3" w:rsidRDefault="00CE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9116D" w14:textId="77777777" w:rsidR="00BA20D0" w:rsidRPr="00CF429D" w:rsidRDefault="00BA20D0" w:rsidP="00BA20D0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Pr="00BA3E44">
      <w:rPr>
        <w:b/>
        <w:i/>
        <w:sz w:val="22"/>
      </w:rPr>
      <w:t xml:space="preserve"> </w:t>
    </w:r>
    <w:r>
      <w:rPr>
        <w:b/>
        <w:i/>
        <w:sz w:val="22"/>
      </w:rPr>
      <w:tab/>
    </w:r>
    <w:r>
      <w:rPr>
        <w:b/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123792">
      <w:rPr>
        <w:b/>
        <w:i/>
        <w:noProof/>
        <w:sz w:val="22"/>
      </w:rPr>
      <w:t>2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123792">
      <w:rPr>
        <w:b/>
        <w:i/>
        <w:noProof/>
        <w:sz w:val="22"/>
      </w:rPr>
      <w:t>2</w:t>
    </w:r>
    <w:r w:rsidRPr="004B6382">
      <w:rPr>
        <w:b/>
        <w:i/>
        <w:sz w:val="22"/>
      </w:rPr>
      <w:fldChar w:fldCharType="end"/>
    </w:r>
  </w:p>
  <w:p w14:paraId="562E8054" w14:textId="77777777" w:rsidR="00BA20D0" w:rsidRPr="00BA3E44" w:rsidRDefault="00BA20D0" w:rsidP="00BA20D0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23792">
      <w:rPr>
        <w:i/>
        <w:noProof/>
        <w:sz w:val="22"/>
      </w:rPr>
      <w:t>App_Intro_FA30_PG_Feb2017.docx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>
      <w:rPr>
        <w:b/>
        <w:i/>
        <w:sz w:val="22"/>
      </w:rPr>
      <w:t>MEMS Applications Assessment - PG</w:t>
    </w:r>
  </w:p>
  <w:p w14:paraId="50FDE869" w14:textId="77777777" w:rsidR="00EF7026" w:rsidRDefault="00EF702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C7885" w14:textId="77777777" w:rsidR="00CE02C3" w:rsidRDefault="00CE02C3">
      <w:r>
        <w:separator/>
      </w:r>
    </w:p>
  </w:footnote>
  <w:footnote w:type="continuationSeparator" w:id="0">
    <w:p w14:paraId="4191B457" w14:textId="77777777" w:rsidR="00CE02C3" w:rsidRDefault="00CE0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59C8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787428"/>
    <w:multiLevelType w:val="hybridMultilevel"/>
    <w:tmpl w:val="D152C534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D0223A"/>
    <w:multiLevelType w:val="multilevel"/>
    <w:tmpl w:val="FFC60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87D26C7"/>
    <w:multiLevelType w:val="hybridMultilevel"/>
    <w:tmpl w:val="D6225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30D0682F"/>
    <w:multiLevelType w:val="multilevel"/>
    <w:tmpl w:val="1616913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DF64D79"/>
    <w:multiLevelType w:val="multilevel"/>
    <w:tmpl w:val="FFC60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973E23"/>
    <w:multiLevelType w:val="hybridMultilevel"/>
    <w:tmpl w:val="0884189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3">
    <w:nsid w:val="5C5B69EC"/>
    <w:multiLevelType w:val="hybridMultilevel"/>
    <w:tmpl w:val="C36A3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5AE0672"/>
    <w:multiLevelType w:val="multilevel"/>
    <w:tmpl w:val="FFC60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6A883DA0"/>
    <w:multiLevelType w:val="hybridMultilevel"/>
    <w:tmpl w:val="52C01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DC7259"/>
    <w:multiLevelType w:val="hybridMultilevel"/>
    <w:tmpl w:val="584823C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6A31513"/>
    <w:multiLevelType w:val="multilevel"/>
    <w:tmpl w:val="FFC60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8"/>
  </w:num>
  <w:num w:numId="5">
    <w:abstractNumId w:val="4"/>
  </w:num>
  <w:num w:numId="6">
    <w:abstractNumId w:val="17"/>
  </w:num>
  <w:num w:numId="7">
    <w:abstractNumId w:val="14"/>
  </w:num>
  <w:num w:numId="8">
    <w:abstractNumId w:val="2"/>
  </w:num>
  <w:num w:numId="9">
    <w:abstractNumId w:val="18"/>
  </w:num>
  <w:num w:numId="10">
    <w:abstractNumId w:val="1"/>
  </w:num>
  <w:num w:numId="11">
    <w:abstractNumId w:val="7"/>
  </w:num>
  <w:num w:numId="12">
    <w:abstractNumId w:val="11"/>
  </w:num>
  <w:num w:numId="13">
    <w:abstractNumId w:val="16"/>
  </w:num>
  <w:num w:numId="14">
    <w:abstractNumId w:val="13"/>
  </w:num>
  <w:num w:numId="15">
    <w:abstractNumId w:val="19"/>
  </w:num>
  <w:num w:numId="16">
    <w:abstractNumId w:val="15"/>
  </w:num>
  <w:num w:numId="17">
    <w:abstractNumId w:val="3"/>
  </w:num>
  <w:num w:numId="18">
    <w:abstractNumId w:val="9"/>
  </w:num>
  <w:num w:numId="19">
    <w:abstractNumId w:val="5"/>
  </w:num>
  <w:num w:numId="2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4164A"/>
    <w:rsid w:val="000519F8"/>
    <w:rsid w:val="0005565C"/>
    <w:rsid w:val="00067902"/>
    <w:rsid w:val="00097CC8"/>
    <w:rsid w:val="000C04B3"/>
    <w:rsid w:val="000C4088"/>
    <w:rsid w:val="000D0964"/>
    <w:rsid w:val="000F1F79"/>
    <w:rsid w:val="00104776"/>
    <w:rsid w:val="00111E39"/>
    <w:rsid w:val="001131A8"/>
    <w:rsid w:val="0012192B"/>
    <w:rsid w:val="00123792"/>
    <w:rsid w:val="00131F84"/>
    <w:rsid w:val="0014607B"/>
    <w:rsid w:val="00155C96"/>
    <w:rsid w:val="001578EB"/>
    <w:rsid w:val="00172A45"/>
    <w:rsid w:val="00172E99"/>
    <w:rsid w:val="00190D4B"/>
    <w:rsid w:val="001A7425"/>
    <w:rsid w:val="00205E94"/>
    <w:rsid w:val="00260895"/>
    <w:rsid w:val="002A1736"/>
    <w:rsid w:val="002B64EE"/>
    <w:rsid w:val="002F7867"/>
    <w:rsid w:val="00303CB7"/>
    <w:rsid w:val="003237FA"/>
    <w:rsid w:val="003460FB"/>
    <w:rsid w:val="003531C6"/>
    <w:rsid w:val="00355290"/>
    <w:rsid w:val="003A0197"/>
    <w:rsid w:val="003A23E4"/>
    <w:rsid w:val="003A52A8"/>
    <w:rsid w:val="003A5B8A"/>
    <w:rsid w:val="003E3BB8"/>
    <w:rsid w:val="00401B67"/>
    <w:rsid w:val="00410493"/>
    <w:rsid w:val="0043567D"/>
    <w:rsid w:val="00456E84"/>
    <w:rsid w:val="0046023B"/>
    <w:rsid w:val="00476BBB"/>
    <w:rsid w:val="004A55B0"/>
    <w:rsid w:val="004E43AF"/>
    <w:rsid w:val="004E489A"/>
    <w:rsid w:val="00516480"/>
    <w:rsid w:val="00525AEF"/>
    <w:rsid w:val="00526947"/>
    <w:rsid w:val="00530481"/>
    <w:rsid w:val="005460FD"/>
    <w:rsid w:val="00554766"/>
    <w:rsid w:val="00560C68"/>
    <w:rsid w:val="005A0723"/>
    <w:rsid w:val="005C593C"/>
    <w:rsid w:val="005D0DFB"/>
    <w:rsid w:val="005D25E4"/>
    <w:rsid w:val="005E0B74"/>
    <w:rsid w:val="005F0D7E"/>
    <w:rsid w:val="005F0F75"/>
    <w:rsid w:val="005F2B0F"/>
    <w:rsid w:val="0062015A"/>
    <w:rsid w:val="006217F2"/>
    <w:rsid w:val="006922A2"/>
    <w:rsid w:val="006C7B6A"/>
    <w:rsid w:val="006E1EC5"/>
    <w:rsid w:val="006F0C56"/>
    <w:rsid w:val="007113A2"/>
    <w:rsid w:val="00732440"/>
    <w:rsid w:val="00744CBA"/>
    <w:rsid w:val="00754242"/>
    <w:rsid w:val="0076674A"/>
    <w:rsid w:val="007914DB"/>
    <w:rsid w:val="00791915"/>
    <w:rsid w:val="007E0A3B"/>
    <w:rsid w:val="007E3ED0"/>
    <w:rsid w:val="00810584"/>
    <w:rsid w:val="00832DCB"/>
    <w:rsid w:val="00857197"/>
    <w:rsid w:val="008803FE"/>
    <w:rsid w:val="00881286"/>
    <w:rsid w:val="00897302"/>
    <w:rsid w:val="008C7A99"/>
    <w:rsid w:val="008E0E0B"/>
    <w:rsid w:val="008F6A44"/>
    <w:rsid w:val="009015D2"/>
    <w:rsid w:val="00911D63"/>
    <w:rsid w:val="0093016F"/>
    <w:rsid w:val="0093397E"/>
    <w:rsid w:val="00943632"/>
    <w:rsid w:val="009475C1"/>
    <w:rsid w:val="00973FF2"/>
    <w:rsid w:val="0098351A"/>
    <w:rsid w:val="0099785A"/>
    <w:rsid w:val="009A257F"/>
    <w:rsid w:val="009A3F81"/>
    <w:rsid w:val="009A79C4"/>
    <w:rsid w:val="009F1EA9"/>
    <w:rsid w:val="00A31583"/>
    <w:rsid w:val="00A52691"/>
    <w:rsid w:val="00AD14AE"/>
    <w:rsid w:val="00B05761"/>
    <w:rsid w:val="00B80D60"/>
    <w:rsid w:val="00BA20D0"/>
    <w:rsid w:val="00BD0D14"/>
    <w:rsid w:val="00BE1FF3"/>
    <w:rsid w:val="00BF4FEC"/>
    <w:rsid w:val="00BF5C1E"/>
    <w:rsid w:val="00C31830"/>
    <w:rsid w:val="00C461F7"/>
    <w:rsid w:val="00C54314"/>
    <w:rsid w:val="00C61365"/>
    <w:rsid w:val="00C61390"/>
    <w:rsid w:val="00C779C0"/>
    <w:rsid w:val="00C90A22"/>
    <w:rsid w:val="00CA03F1"/>
    <w:rsid w:val="00CA38E0"/>
    <w:rsid w:val="00CB5329"/>
    <w:rsid w:val="00CC6B4B"/>
    <w:rsid w:val="00CE02C3"/>
    <w:rsid w:val="00CE4AC4"/>
    <w:rsid w:val="00D11481"/>
    <w:rsid w:val="00D15029"/>
    <w:rsid w:val="00D57370"/>
    <w:rsid w:val="00D7491B"/>
    <w:rsid w:val="00DA13DF"/>
    <w:rsid w:val="00DA23E5"/>
    <w:rsid w:val="00DA2E34"/>
    <w:rsid w:val="00DD25B4"/>
    <w:rsid w:val="00DD635F"/>
    <w:rsid w:val="00DF54BA"/>
    <w:rsid w:val="00E00256"/>
    <w:rsid w:val="00E006D6"/>
    <w:rsid w:val="00E536CE"/>
    <w:rsid w:val="00E54B53"/>
    <w:rsid w:val="00E942EB"/>
    <w:rsid w:val="00EA31C9"/>
    <w:rsid w:val="00EC364A"/>
    <w:rsid w:val="00EC58CF"/>
    <w:rsid w:val="00EC6A39"/>
    <w:rsid w:val="00EE47F6"/>
    <w:rsid w:val="00EF7026"/>
    <w:rsid w:val="00F32980"/>
    <w:rsid w:val="00F4217D"/>
    <w:rsid w:val="00F473EE"/>
    <w:rsid w:val="00F65E74"/>
    <w:rsid w:val="00F72140"/>
    <w:rsid w:val="00F7215A"/>
    <w:rsid w:val="00F77B61"/>
    <w:rsid w:val="00F91CB4"/>
    <w:rsid w:val="00F95F22"/>
    <w:rsid w:val="00FE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A0F8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5E94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05E9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05E94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05E94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05E94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05E94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05E94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05E94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05E94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05E94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05E9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05E94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05E94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05E94"/>
    <w:rPr>
      <w:color w:val="800080"/>
      <w:u w:val="single"/>
    </w:rPr>
  </w:style>
  <w:style w:type="character" w:styleId="Hyperlink">
    <w:name w:val="Hyperlink"/>
    <w:rsid w:val="00205E94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05E94"/>
  </w:style>
  <w:style w:type="paragraph" w:styleId="TOC2">
    <w:name w:val="toc 2"/>
    <w:basedOn w:val="Normal"/>
    <w:next w:val="Normal"/>
    <w:autoRedefine/>
    <w:semiHidden/>
    <w:rsid w:val="00205E94"/>
    <w:pPr>
      <w:ind w:left="240"/>
    </w:pPr>
  </w:style>
  <w:style w:type="paragraph" w:styleId="TOC3">
    <w:name w:val="toc 3"/>
    <w:basedOn w:val="Normal"/>
    <w:next w:val="Normal"/>
    <w:autoRedefine/>
    <w:semiHidden/>
    <w:rsid w:val="00205E94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05E94"/>
    <w:pPr>
      <w:keepLines/>
    </w:pPr>
    <w:rPr>
      <w:color w:val="000000"/>
    </w:rPr>
  </w:style>
  <w:style w:type="paragraph" w:customStyle="1" w:styleId="dldl1">
    <w:name w:val="dldl1"/>
    <w:basedOn w:val="BodyText"/>
    <w:rsid w:val="00205E94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05E94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05E94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05E94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05E94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05E94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05E94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05E94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05E94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05E94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05E9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05E94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05E94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05E94"/>
    <w:pPr>
      <w:jc w:val="center"/>
    </w:pPr>
    <w:rPr>
      <w:b/>
    </w:rPr>
  </w:style>
  <w:style w:type="numbering" w:styleId="111111">
    <w:name w:val="Outline List 2"/>
    <w:basedOn w:val="NoList"/>
    <w:rsid w:val="00205E94"/>
    <w:pPr>
      <w:numPr>
        <w:numId w:val="2"/>
      </w:numPr>
    </w:pPr>
  </w:style>
  <w:style w:type="paragraph" w:customStyle="1" w:styleId="OINumber">
    <w:name w:val="OI_Number"/>
    <w:basedOn w:val="Normal"/>
    <w:rsid w:val="00205E94"/>
    <w:pPr>
      <w:spacing w:before="80"/>
    </w:pPr>
    <w:rPr>
      <w:b/>
      <w:sz w:val="16"/>
    </w:rPr>
  </w:style>
  <w:style w:type="paragraph" w:styleId="BodyText">
    <w:name w:val="Body Text"/>
    <w:basedOn w:val="Normal"/>
    <w:rsid w:val="00205E94"/>
    <w:rPr>
      <w:szCs w:val="22"/>
    </w:rPr>
  </w:style>
  <w:style w:type="paragraph" w:styleId="BodyText2">
    <w:name w:val="Body Text 2"/>
    <w:basedOn w:val="Normal"/>
    <w:rsid w:val="00205E94"/>
    <w:pPr>
      <w:spacing w:after="120" w:line="480" w:lineRule="auto"/>
    </w:pPr>
  </w:style>
  <w:style w:type="paragraph" w:customStyle="1" w:styleId="EffectiveDate0">
    <w:name w:val="Effective_Date"/>
    <w:basedOn w:val="Normal"/>
    <w:rsid w:val="00205E94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05E94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05E94"/>
    <w:pPr>
      <w:numPr>
        <w:numId w:val="8"/>
      </w:numPr>
    </w:pPr>
  </w:style>
  <w:style w:type="paragraph" w:customStyle="1" w:styleId="ColumnHeader">
    <w:name w:val="ColumnHeader"/>
    <w:basedOn w:val="BodyText"/>
    <w:rsid w:val="00205E94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05E94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05E94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uiPriority w:val="99"/>
    <w:rsid w:val="00732440"/>
    <w:rPr>
      <w:sz w:val="24"/>
      <w:szCs w:val="24"/>
    </w:rPr>
  </w:style>
  <w:style w:type="paragraph" w:styleId="BalloonText">
    <w:name w:val="Balloon Text"/>
    <w:basedOn w:val="Normal"/>
    <w:link w:val="BalloonTextChar"/>
    <w:rsid w:val="00EF70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70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5E94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05E9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05E94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05E94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05E94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05E94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05E94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05E94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05E94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05E94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05E9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05E94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05E94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05E94"/>
    <w:rPr>
      <w:color w:val="800080"/>
      <w:u w:val="single"/>
    </w:rPr>
  </w:style>
  <w:style w:type="character" w:styleId="Hyperlink">
    <w:name w:val="Hyperlink"/>
    <w:rsid w:val="00205E94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05E94"/>
  </w:style>
  <w:style w:type="paragraph" w:styleId="TOC2">
    <w:name w:val="toc 2"/>
    <w:basedOn w:val="Normal"/>
    <w:next w:val="Normal"/>
    <w:autoRedefine/>
    <w:semiHidden/>
    <w:rsid w:val="00205E94"/>
    <w:pPr>
      <w:ind w:left="240"/>
    </w:pPr>
  </w:style>
  <w:style w:type="paragraph" w:styleId="TOC3">
    <w:name w:val="toc 3"/>
    <w:basedOn w:val="Normal"/>
    <w:next w:val="Normal"/>
    <w:autoRedefine/>
    <w:semiHidden/>
    <w:rsid w:val="00205E94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05E94"/>
    <w:pPr>
      <w:keepLines/>
    </w:pPr>
    <w:rPr>
      <w:color w:val="000000"/>
    </w:rPr>
  </w:style>
  <w:style w:type="paragraph" w:customStyle="1" w:styleId="dldl1">
    <w:name w:val="dldl1"/>
    <w:basedOn w:val="BodyText"/>
    <w:rsid w:val="00205E94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05E94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05E94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05E94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05E94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05E94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05E94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05E94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05E94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05E94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05E9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05E94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05E94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05E94"/>
    <w:pPr>
      <w:jc w:val="center"/>
    </w:pPr>
    <w:rPr>
      <w:b/>
    </w:rPr>
  </w:style>
  <w:style w:type="numbering" w:styleId="111111">
    <w:name w:val="Outline List 2"/>
    <w:basedOn w:val="NoList"/>
    <w:rsid w:val="00205E94"/>
    <w:pPr>
      <w:numPr>
        <w:numId w:val="2"/>
      </w:numPr>
    </w:pPr>
  </w:style>
  <w:style w:type="paragraph" w:customStyle="1" w:styleId="OINumber">
    <w:name w:val="OI_Number"/>
    <w:basedOn w:val="Normal"/>
    <w:rsid w:val="00205E94"/>
    <w:pPr>
      <w:spacing w:before="80"/>
    </w:pPr>
    <w:rPr>
      <w:b/>
      <w:sz w:val="16"/>
    </w:rPr>
  </w:style>
  <w:style w:type="paragraph" w:styleId="BodyText">
    <w:name w:val="Body Text"/>
    <w:basedOn w:val="Normal"/>
    <w:rsid w:val="00205E94"/>
    <w:rPr>
      <w:szCs w:val="22"/>
    </w:rPr>
  </w:style>
  <w:style w:type="paragraph" w:styleId="BodyText2">
    <w:name w:val="Body Text 2"/>
    <w:basedOn w:val="Normal"/>
    <w:rsid w:val="00205E94"/>
    <w:pPr>
      <w:spacing w:after="120" w:line="480" w:lineRule="auto"/>
    </w:pPr>
  </w:style>
  <w:style w:type="paragraph" w:customStyle="1" w:styleId="EffectiveDate0">
    <w:name w:val="Effective_Date"/>
    <w:basedOn w:val="Normal"/>
    <w:rsid w:val="00205E94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05E94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05E94"/>
    <w:pPr>
      <w:numPr>
        <w:numId w:val="8"/>
      </w:numPr>
    </w:pPr>
  </w:style>
  <w:style w:type="paragraph" w:customStyle="1" w:styleId="ColumnHeader">
    <w:name w:val="ColumnHeader"/>
    <w:basedOn w:val="BodyText"/>
    <w:rsid w:val="00205E94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05E94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05E94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uiPriority w:val="99"/>
    <w:rsid w:val="00732440"/>
    <w:rPr>
      <w:sz w:val="24"/>
      <w:szCs w:val="24"/>
    </w:rPr>
  </w:style>
  <w:style w:type="paragraph" w:styleId="BalloonText">
    <w:name w:val="Balloon Text"/>
    <w:basedOn w:val="Normal"/>
    <w:link w:val="BalloonTextChar"/>
    <w:rsid w:val="00EF70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7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2</Pages>
  <Words>353</Words>
  <Characters>2018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2367</CharactersWithSpaces>
  <SharedDoc>false</SharedDoc>
  <HLinks>
    <vt:vector size="6" baseType="variant">
      <vt:variant>
        <vt:i4>5832742</vt:i4>
      </vt:variant>
      <vt:variant>
        <vt:i4>-1</vt:i4>
      </vt:variant>
      <vt:variant>
        <vt:i4>1028</vt:i4>
      </vt:variant>
      <vt:variant>
        <vt:i4>1</vt:i4>
      </vt:variant>
      <vt:variant>
        <vt:lpwstr>GLV1_5_17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3</cp:revision>
  <cp:lastPrinted>2005-02-21T18:30:00Z</cp:lastPrinted>
  <dcterms:created xsi:type="dcterms:W3CDTF">2017-02-24T18:50:00Z</dcterms:created>
  <dcterms:modified xsi:type="dcterms:W3CDTF">2017-02-24T18:51:00Z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MEMS Applications Overview</vt:lpwstr>
  </property>
  <property fmtid="{D5CDD505-2E9C-101B-9397-08002B2CF9AE}" pid="3" name="Module Title">
    <vt:lpwstr>Test Name</vt:lpwstr>
  </property>
  <property fmtid="{D5CDD505-2E9C-101B-9397-08002B2CF9AE}" pid="4" name="docID">
    <vt:lpwstr>App_Intro_CA30</vt:lpwstr>
  </property>
  <property fmtid="{D5CDD505-2E9C-101B-9397-08002B2CF9AE}" pid="5" name="docPath">
    <vt:lpwstr>C:\xtProject\App_Intro_CA30\App_Intro_CA30.doc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