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6217F2" w14:paraId="74713143" w14:textId="77777777" w:rsidTr="00C827EB">
        <w:trPr>
          <w:trHeight w:hRule="exact" w:val="20"/>
        </w:trPr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204E1B27" w14:textId="77777777" w:rsidR="006217F2" w:rsidRPr="00CA03F1" w:rsidRDefault="006217F2" w:rsidP="00D11481"/>
        </w:tc>
        <w:tc>
          <w:tcPr>
            <w:tcW w:w="1250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6F746F8C" w14:textId="77777777" w:rsidR="006217F2" w:rsidRDefault="006217F2" w:rsidP="00D11481"/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60E83988" w14:textId="77777777" w:rsidR="006217F2" w:rsidRPr="00CA03F1" w:rsidRDefault="006217F2" w:rsidP="00DF54BA"/>
        </w:tc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47F3F0FF" w14:textId="77777777" w:rsidR="006217F2" w:rsidRDefault="006217F2" w:rsidP="00DF54BA"/>
        </w:tc>
      </w:tr>
    </w:tbl>
    <w:p w14:paraId="357BD43F" w14:textId="77777777" w:rsidR="00576FCB" w:rsidRPr="008D36A0" w:rsidRDefault="00937200" w:rsidP="00576FCB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DNA Microarray</w:t>
      </w:r>
      <w:r w:rsidR="001856F2">
        <w:rPr>
          <w:b/>
          <w:sz w:val="48"/>
          <w:szCs w:val="48"/>
        </w:rPr>
        <w:t xml:space="preserve"> </w:t>
      </w:r>
      <w:r w:rsidR="003460E5">
        <w:rPr>
          <w:b/>
          <w:sz w:val="48"/>
          <w:szCs w:val="48"/>
        </w:rPr>
        <w:t>Terminology</w:t>
      </w:r>
    </w:p>
    <w:p w14:paraId="6A8A46EE" w14:textId="77777777" w:rsidR="00576FCB" w:rsidRPr="009409E9" w:rsidRDefault="004E5837" w:rsidP="009409E9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Activity</w:t>
      </w:r>
    </w:p>
    <w:p w14:paraId="55D014B1" w14:textId="77777777" w:rsidR="00576FCB" w:rsidRPr="001A7425" w:rsidRDefault="00C176E4" w:rsidP="00576FC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Participant</w:t>
      </w:r>
      <w:r w:rsidR="00576FCB" w:rsidRPr="001A7425">
        <w:rPr>
          <w:b/>
          <w:sz w:val="36"/>
          <w:szCs w:val="36"/>
        </w:rPr>
        <w:t xml:space="preserve"> Guide</w:t>
      </w:r>
    </w:p>
    <w:p w14:paraId="2AB6AA49" w14:textId="77777777" w:rsidR="00EC58CF" w:rsidRPr="004E5837" w:rsidRDefault="00EC58CF" w:rsidP="00EC58CF">
      <w:pPr>
        <w:jc w:val="center"/>
        <w:rPr>
          <w:b/>
          <w:color w:val="C00000"/>
          <w:sz w:val="44"/>
          <w:szCs w:val="48"/>
        </w:rPr>
        <w:sectPr w:rsidR="00EC58CF" w:rsidRPr="004E5837" w:rsidSect="009409E9">
          <w:headerReference w:type="even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350" w:right="720" w:bottom="1440" w:left="720" w:header="720" w:footer="576" w:gutter="0"/>
          <w:cols w:space="720"/>
          <w:docGrid w:linePitch="326"/>
        </w:sectPr>
      </w:pPr>
    </w:p>
    <w:tbl>
      <w:tblPr>
        <w:tblW w:w="0" w:type="auto"/>
        <w:tblInd w:w="29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CA0F64" w:rsidRPr="00A83261" w14:paraId="33D3EC2D" w14:textId="77777777" w:rsidTr="000C5ED0">
        <w:trPr>
          <w:cantSplit/>
          <w:trHeight w:val="143"/>
          <w:tblHeader/>
        </w:trPr>
        <w:tc>
          <w:tcPr>
            <w:tcW w:w="10620" w:type="dxa"/>
          </w:tcPr>
          <w:p w14:paraId="3CAF8025" w14:textId="77777777" w:rsidR="00CA0F64" w:rsidRPr="009D3D76" w:rsidRDefault="00CA0F64" w:rsidP="00CA6ED1">
            <w:pPr>
              <w:keepNext/>
              <w:keepLines/>
              <w:rPr>
                <w:color w:val="000000"/>
              </w:rPr>
            </w:pPr>
            <w:bookmarkStart w:id="0" w:name="columnheaders"/>
          </w:p>
        </w:tc>
      </w:tr>
      <w:tr w:rsidR="00CA0F64" w:rsidRPr="00101042" w14:paraId="6E35C8A9" w14:textId="77777777" w:rsidTr="000C5ED0">
        <w:trPr>
          <w:cantSplit/>
          <w:trHeight w:val="576"/>
        </w:trPr>
        <w:tc>
          <w:tcPr>
            <w:tcW w:w="10620" w:type="dxa"/>
            <w:vAlign w:val="bottom"/>
          </w:tcPr>
          <w:p w14:paraId="641840EE" w14:textId="77777777" w:rsidR="00CA0F64" w:rsidRDefault="00CA0F64" w:rsidP="00CA6ED1">
            <w:pPr>
              <w:pStyle w:val="lvl1Text"/>
              <w:rPr>
                <w:sz w:val="24"/>
                <w:szCs w:val="24"/>
              </w:rPr>
            </w:pPr>
            <w:bookmarkStart w:id="1" w:name="App_bioMEM_AC50_dldl108"/>
            <w:bookmarkEnd w:id="0"/>
          </w:p>
          <w:p w14:paraId="117FC859" w14:textId="77777777" w:rsidR="00CA0F64" w:rsidRPr="009D3D76" w:rsidRDefault="00CA0F64" w:rsidP="00CA6ED1">
            <w:pPr>
              <w:pStyle w:val="lvl1Text"/>
              <w:rPr>
                <w:sz w:val="24"/>
                <w:szCs w:val="24"/>
              </w:rPr>
            </w:pPr>
            <w:r w:rsidRPr="009D3D76">
              <w:rPr>
                <w:sz w:val="24"/>
                <w:szCs w:val="24"/>
              </w:rPr>
              <w:t>Description and Estimated Time to Complete</w:t>
            </w:r>
          </w:p>
        </w:tc>
      </w:tr>
      <w:tr w:rsidR="00CA0F64" w:rsidRPr="00101042" w14:paraId="6F8FDF1A" w14:textId="77777777" w:rsidTr="000C5ED0">
        <w:tc>
          <w:tcPr>
            <w:tcW w:w="10620" w:type="dxa"/>
          </w:tcPr>
          <w:p w14:paraId="205FDC6E" w14:textId="77777777" w:rsidR="00CA0F64" w:rsidRPr="00937200" w:rsidRDefault="00CA0F64" w:rsidP="00101042">
            <w:pPr>
              <w:keepNext/>
              <w:keepLines/>
            </w:pPr>
          </w:p>
          <w:p w14:paraId="18982422" w14:textId="77777777" w:rsidR="00CA0F64" w:rsidRDefault="00CA0F64" w:rsidP="00101042">
            <w:pPr>
              <w:keepNext/>
              <w:keepLines/>
            </w:pPr>
            <w:r w:rsidRPr="00937200">
              <w:t xml:space="preserve">In this activity you </w:t>
            </w:r>
            <w:r w:rsidR="00EE3D4C">
              <w:t>demonstrate your knowledge and understanding of the terminology associated with DNA (</w:t>
            </w:r>
            <w:r w:rsidR="00EE3D4C" w:rsidRPr="00EE3D4C">
              <w:t>Deoxyribonucleic acid</w:t>
            </w:r>
            <w:r w:rsidR="00EE3D4C">
              <w:t xml:space="preserve">) microarrays – their applications, operation, interpretations, and fabrication.  </w:t>
            </w:r>
            <w:r w:rsidRPr="00937200">
              <w:t xml:space="preserve">If you have not reviewed the unit </w:t>
            </w:r>
            <w:r w:rsidR="00937200">
              <w:rPr>
                <w:u w:val="single"/>
              </w:rPr>
              <w:t xml:space="preserve">DNA </w:t>
            </w:r>
            <w:r w:rsidR="00937200" w:rsidRPr="00FB57B7">
              <w:rPr>
                <w:u w:val="single"/>
              </w:rPr>
              <w:t>Microarrays</w:t>
            </w:r>
            <w:r w:rsidR="00FB57B7">
              <w:t xml:space="preserve">, </w:t>
            </w:r>
            <w:r w:rsidRPr="00FB57B7">
              <w:t>you</w:t>
            </w:r>
            <w:r w:rsidRPr="00937200">
              <w:t xml:space="preserve"> should do so before completing this activity.  </w:t>
            </w:r>
            <w:r w:rsidR="00813ACD">
              <w:t>This</w:t>
            </w:r>
            <w:r w:rsidR="001856F2">
              <w:t xml:space="preserve"> </w:t>
            </w:r>
            <w:r w:rsidR="00FB57B7">
              <w:rPr>
                <w:u w:val="single"/>
              </w:rPr>
              <w:t>DNA Microarray</w:t>
            </w:r>
            <w:r w:rsidR="00813ACD">
              <w:t xml:space="preserve"> unit provide</w:t>
            </w:r>
            <w:r w:rsidR="00FB57B7">
              <w:t>s</w:t>
            </w:r>
            <w:r w:rsidR="00813ACD">
              <w:t xml:space="preserve"> the background information needed to best understand the </w:t>
            </w:r>
            <w:r w:rsidR="00EE3D4C">
              <w:t>terms and concepts</w:t>
            </w:r>
            <w:r w:rsidR="00813ACD">
              <w:t xml:space="preserve"> presented in this activity.</w:t>
            </w:r>
          </w:p>
          <w:p w14:paraId="1FAEDA5C" w14:textId="77777777" w:rsidR="00EE3D4C" w:rsidRDefault="00EE3D4C" w:rsidP="00101042">
            <w:pPr>
              <w:keepNext/>
              <w:keepLines/>
            </w:pPr>
          </w:p>
          <w:p w14:paraId="11FBC322" w14:textId="77777777" w:rsidR="00EE3D4C" w:rsidRPr="00937200" w:rsidRDefault="00EE3D4C" w:rsidP="00101042">
            <w:pPr>
              <w:keepNext/>
              <w:keepLines/>
            </w:pPr>
            <w:r>
              <w:t>This activity consists of a crossword puzzle</w:t>
            </w:r>
            <w:r w:rsidR="00DF6ACA">
              <w:t>, matching table,</w:t>
            </w:r>
            <w:r>
              <w:t xml:space="preserve"> and Post-Activity Questions that provide a better understanding into the world of DNA Microarrays.</w:t>
            </w:r>
            <w:r w:rsidR="00DF6ACA">
              <w:t xml:space="preserve">  You are to complete the crossword puzzle OR the matching table, AND the Post-Activity questions.  You could do all three if you choose.</w:t>
            </w:r>
          </w:p>
          <w:p w14:paraId="02799C50" w14:textId="77777777" w:rsidR="00CA0F64" w:rsidRPr="00937200" w:rsidRDefault="00CA0F64" w:rsidP="00101042">
            <w:pPr>
              <w:keepNext/>
              <w:keepLines/>
            </w:pPr>
          </w:p>
          <w:p w14:paraId="0E6E5BF1" w14:textId="77777777" w:rsidR="00CA0F64" w:rsidRPr="00937200" w:rsidRDefault="00CA0F64" w:rsidP="00101042">
            <w:pPr>
              <w:keepNext/>
              <w:keepLines/>
              <w:rPr>
                <w:u w:val="single"/>
              </w:rPr>
            </w:pPr>
            <w:r w:rsidRPr="00937200">
              <w:rPr>
                <w:u w:val="single"/>
              </w:rPr>
              <w:t>Estimated Time to Complete</w:t>
            </w:r>
          </w:p>
          <w:p w14:paraId="3AC9ECD8" w14:textId="77777777" w:rsidR="00CA0F64" w:rsidRPr="00937200" w:rsidRDefault="00CA0F64" w:rsidP="00101042">
            <w:pPr>
              <w:keepNext/>
              <w:keepLines/>
            </w:pPr>
            <w:r w:rsidRPr="00937200">
              <w:t>Allow at least two hours to complete this activity.</w:t>
            </w:r>
          </w:p>
        </w:tc>
      </w:tr>
      <w:bookmarkEnd w:id="1"/>
      <w:tr w:rsidR="00CA0F64" w:rsidRPr="009D3D76" w14:paraId="1F53A2EC" w14:textId="77777777" w:rsidTr="00667EB8">
        <w:trPr>
          <w:cantSplit/>
          <w:trHeight w:val="576"/>
        </w:trPr>
        <w:tc>
          <w:tcPr>
            <w:tcW w:w="10620" w:type="dxa"/>
            <w:vAlign w:val="bottom"/>
          </w:tcPr>
          <w:p w14:paraId="7D6ED0F8" w14:textId="77777777" w:rsidR="00CA0F64" w:rsidRPr="009D3D76" w:rsidRDefault="00CA0F64" w:rsidP="00CA6ED1">
            <w:pPr>
              <w:pStyle w:val="lvl1Text"/>
              <w:rPr>
                <w:sz w:val="24"/>
                <w:szCs w:val="24"/>
              </w:rPr>
            </w:pPr>
            <w:r w:rsidRPr="009D3D76">
              <w:rPr>
                <w:sz w:val="24"/>
                <w:szCs w:val="24"/>
              </w:rPr>
              <w:t>Introduction</w:t>
            </w:r>
          </w:p>
        </w:tc>
      </w:tr>
      <w:tr w:rsidR="00CA0F64" w:rsidRPr="009D3D76" w14:paraId="3B5D1D41" w14:textId="77777777" w:rsidTr="00667EB8">
        <w:tc>
          <w:tcPr>
            <w:tcW w:w="10620" w:type="dxa"/>
          </w:tcPr>
          <w:p w14:paraId="669DEFB4" w14:textId="77777777" w:rsidR="00813ACD" w:rsidRDefault="00813ACD" w:rsidP="00576FCB">
            <w:pPr>
              <w:keepNext/>
              <w:keepLines/>
            </w:pPr>
          </w:p>
          <w:p w14:paraId="5401C087" w14:textId="77777777" w:rsidR="003460E5" w:rsidRDefault="00EE3D4C" w:rsidP="00456955">
            <w:pPr>
              <w:keepNext/>
              <w:keepLines/>
            </w:pPr>
            <w:r>
              <w:t xml:space="preserve">In order to understand DNA Microarrays, you need to have an understanding of DNA, RNA (Ribonucleic acid), </w:t>
            </w:r>
            <w:proofErr w:type="gramStart"/>
            <w:r>
              <w:t>DNA</w:t>
            </w:r>
            <w:proofErr w:type="gramEnd"/>
            <w:r>
              <w:t xml:space="preserve"> transcription</w:t>
            </w:r>
            <w:r w:rsidR="006B0A9E">
              <w:t xml:space="preserve"> and reverse transcription</w:t>
            </w:r>
            <w:r>
              <w:t xml:space="preserve">, and hybridization. WOW – now that’s a mouth full.  </w:t>
            </w:r>
          </w:p>
          <w:p w14:paraId="6243E9B6" w14:textId="77777777" w:rsidR="003460E5" w:rsidRDefault="004435D8" w:rsidP="003460E5">
            <w:pPr>
              <w:keepNext/>
              <w:keepLines/>
              <w:numPr>
                <w:ilvl w:val="0"/>
                <w:numId w:val="17"/>
              </w:numPr>
            </w:pPr>
            <w:r>
              <w:fldChar w:fldCharType="begin"/>
            </w:r>
            <w:r>
              <w:instrText xml:space="preserve"> HYPERLINK "file:///C:\\Users\\mj\\Dropbox\\scme-sc</w:instrText>
            </w:r>
            <w:r>
              <w:instrText xml:space="preserve">os\\BioMEMS\\DNA%20microarray\\DNA%20Microarray%20LM%20files\\references\\glossary.htm" \l "Deoxyribonucleic acid (DNA)" \t "_blank" \o "Deoxyribonucleic acid (DNA)" </w:instrText>
            </w:r>
            <w:r>
              <w:fldChar w:fldCharType="separate"/>
            </w:r>
            <w:r w:rsidR="00EE3D4C" w:rsidRPr="008F2C1C">
              <w:rPr>
                <w:rStyle w:val="Hyperlink"/>
                <w:color w:val="auto"/>
                <w:u w:val="none"/>
              </w:rPr>
              <w:t>Deoxyribonucleic acid (DNA)</w:t>
            </w:r>
            <w:r>
              <w:rPr>
                <w:rStyle w:val="Hyperlink"/>
                <w:color w:val="auto"/>
                <w:u w:val="none"/>
              </w:rPr>
              <w:fldChar w:fldCharType="end"/>
            </w:r>
            <w:r w:rsidR="00EE3D4C" w:rsidRPr="00CA1539">
              <w:t xml:space="preserve"> is a long polymeric molecule </w:t>
            </w:r>
            <w:r w:rsidR="00EE3D4C">
              <w:t>(</w:t>
            </w:r>
            <w:r w:rsidR="00EE3D4C" w:rsidRPr="00CA1539">
              <w:t>found in most cells</w:t>
            </w:r>
            <w:r w:rsidR="00EE3D4C">
              <w:t>)</w:t>
            </w:r>
            <w:r w:rsidR="00EE3D4C" w:rsidRPr="00CA1539">
              <w:t xml:space="preserve"> that functions as the carrier of genetic information.</w:t>
            </w:r>
          </w:p>
          <w:p w14:paraId="6269CFD2" w14:textId="77777777" w:rsidR="003460E5" w:rsidRDefault="00456955" w:rsidP="003460E5">
            <w:pPr>
              <w:keepNext/>
              <w:keepLines/>
              <w:numPr>
                <w:ilvl w:val="0"/>
                <w:numId w:val="17"/>
              </w:numPr>
            </w:pPr>
            <w:r>
              <w:t xml:space="preserve">Transcription produces </w:t>
            </w:r>
            <w:proofErr w:type="gramStart"/>
            <w:r>
              <w:t xml:space="preserve">a </w:t>
            </w:r>
            <w:r w:rsidRPr="00282714">
              <w:t>RNA</w:t>
            </w:r>
            <w:proofErr w:type="gramEnd"/>
            <w:r w:rsidRPr="00282714">
              <w:t xml:space="preserve"> complementary to the </w:t>
            </w:r>
            <w:r>
              <w:t xml:space="preserve">original </w:t>
            </w:r>
            <w:r w:rsidRPr="00282714">
              <w:t>DNA</w:t>
            </w:r>
            <w:r>
              <w:t xml:space="preserve"> when a double-stranded DNA (</w:t>
            </w:r>
            <w:proofErr w:type="spellStart"/>
            <w:r>
              <w:t>dsDNA</w:t>
            </w:r>
            <w:proofErr w:type="spellEnd"/>
            <w:r>
              <w:t>) divides.  This RNA</w:t>
            </w:r>
            <w:r w:rsidRPr="00282714">
              <w:t xml:space="preserve"> is called </w:t>
            </w:r>
            <w:r>
              <w:t xml:space="preserve">the </w:t>
            </w:r>
            <w:r w:rsidRPr="00282714">
              <w:t>messenger RNA (</w:t>
            </w:r>
            <w:r w:rsidRPr="00951C36">
              <w:rPr>
                <w:b/>
              </w:rPr>
              <w:t>mRNA</w:t>
            </w:r>
            <w:r w:rsidRPr="00282714">
              <w:t>).</w:t>
            </w:r>
          </w:p>
          <w:p w14:paraId="105689ED" w14:textId="77777777" w:rsidR="003460E5" w:rsidRDefault="006B0A9E" w:rsidP="003460E5">
            <w:pPr>
              <w:keepNext/>
              <w:keepLines/>
              <w:numPr>
                <w:ilvl w:val="0"/>
                <w:numId w:val="17"/>
              </w:numPr>
            </w:pPr>
            <w:r>
              <w:t xml:space="preserve">Reverse transcription makes a copy DNA from the mRNA.  The </w:t>
            </w:r>
            <w:proofErr w:type="spellStart"/>
            <w:r>
              <w:t>cDNA</w:t>
            </w:r>
            <w:proofErr w:type="spellEnd"/>
            <w:r>
              <w:t xml:space="preserve"> is used by DNA microarrays in the target samples.</w:t>
            </w:r>
          </w:p>
          <w:p w14:paraId="62F60C62" w14:textId="77777777" w:rsidR="00456955" w:rsidRPr="00C804FC" w:rsidRDefault="00C804FC" w:rsidP="003460E5">
            <w:pPr>
              <w:keepNext/>
              <w:keepLines/>
              <w:numPr>
                <w:ilvl w:val="0"/>
                <w:numId w:val="17"/>
              </w:numPr>
            </w:pPr>
            <w:r w:rsidRPr="00CA2069">
              <w:t xml:space="preserve">DNA hybridization is when denatured DNA molecules are cooled down in the presence of </w:t>
            </w:r>
            <w:proofErr w:type="spellStart"/>
            <w:r>
              <w:t>ssDNA</w:t>
            </w:r>
            <w:proofErr w:type="spellEnd"/>
            <w:r w:rsidRPr="00CA2069">
              <w:t xml:space="preserve"> molecules from another sour</w:t>
            </w:r>
            <w:r w:rsidR="003460E5">
              <w:t xml:space="preserve">ce. </w:t>
            </w:r>
            <w:r w:rsidRPr="00CA2069">
              <w:t xml:space="preserve">If the original </w:t>
            </w:r>
            <w:proofErr w:type="spellStart"/>
            <w:r>
              <w:t>ss</w:t>
            </w:r>
            <w:r w:rsidRPr="00CA2069">
              <w:t>DNA</w:t>
            </w:r>
            <w:proofErr w:type="spellEnd"/>
            <w:r w:rsidRPr="00CA2069">
              <w:t xml:space="preserve"> strands have sequences that are complementary to the introdu</w:t>
            </w:r>
            <w:r>
              <w:t xml:space="preserve">ced </w:t>
            </w:r>
            <w:proofErr w:type="spellStart"/>
            <w:r>
              <w:t>ssDNA</w:t>
            </w:r>
            <w:proofErr w:type="spellEnd"/>
            <w:r>
              <w:t xml:space="preserve"> strands, they can form </w:t>
            </w:r>
            <w:proofErr w:type="spellStart"/>
            <w:r w:rsidRPr="00CA2069">
              <w:t>dsDNA</w:t>
            </w:r>
            <w:proofErr w:type="spellEnd"/>
            <w:r w:rsidRPr="00CA2069">
              <w:t xml:space="preserve"> hybrid molecule</w:t>
            </w:r>
            <w:r>
              <w:t>s</w:t>
            </w:r>
            <w:r w:rsidRPr="00CA2069">
              <w:t xml:space="preserve"> with one strand from each</w:t>
            </w:r>
            <w:r>
              <w:t xml:space="preserve"> (an original </w:t>
            </w:r>
            <w:proofErr w:type="spellStart"/>
            <w:r>
              <w:t>ssDNA</w:t>
            </w:r>
            <w:proofErr w:type="spellEnd"/>
            <w:r>
              <w:t xml:space="preserve"> and the source </w:t>
            </w:r>
            <w:proofErr w:type="spellStart"/>
            <w:r>
              <w:t>ssDNA</w:t>
            </w:r>
            <w:proofErr w:type="spellEnd"/>
            <w:r>
              <w:t>)</w:t>
            </w:r>
            <w:r w:rsidRPr="00CA2069">
              <w:t xml:space="preserve">.  </w:t>
            </w:r>
          </w:p>
          <w:p w14:paraId="1445E9CA" w14:textId="77777777" w:rsidR="00CA0F64" w:rsidRDefault="00CA0F64" w:rsidP="00576FCB">
            <w:pPr>
              <w:keepNext/>
              <w:keepLines/>
            </w:pPr>
          </w:p>
          <w:p w14:paraId="5926AA38" w14:textId="77777777" w:rsidR="006D6640" w:rsidRPr="00813ACD" w:rsidRDefault="006D6640" w:rsidP="000C5ED0">
            <w:pPr>
              <w:keepNext/>
              <w:keepLines/>
            </w:pPr>
            <w:r>
              <w:t xml:space="preserve">To understand the DNA microarray, one must understand the </w:t>
            </w:r>
            <w:r w:rsidR="000C5ED0">
              <w:t>terminology associated with it</w:t>
            </w:r>
            <w:r w:rsidR="000C574F">
              <w:t>; otherwise</w:t>
            </w:r>
            <w:r>
              <w:t xml:space="preserve">, it’s like navigating a new city without a map – you get lost. </w:t>
            </w:r>
          </w:p>
        </w:tc>
      </w:tr>
    </w:tbl>
    <w:p w14:paraId="7E382A90" w14:textId="77777777" w:rsidR="00C176E4" w:rsidRDefault="00C176E4">
      <w:r>
        <w:rPr>
          <w:b/>
        </w:rPr>
        <w:br w:type="page"/>
      </w:r>
    </w:p>
    <w:tbl>
      <w:tblPr>
        <w:tblW w:w="0" w:type="auto"/>
        <w:tblInd w:w="29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813ACD" w:rsidRPr="009D3D76" w14:paraId="01898345" w14:textId="77777777" w:rsidTr="00667EB8">
        <w:trPr>
          <w:cantSplit/>
          <w:trHeight w:val="576"/>
        </w:trPr>
        <w:tc>
          <w:tcPr>
            <w:tcW w:w="10620" w:type="dxa"/>
            <w:vAlign w:val="bottom"/>
          </w:tcPr>
          <w:p w14:paraId="4BC5E25A" w14:textId="77777777" w:rsidR="00813ACD" w:rsidRPr="009D3D76" w:rsidRDefault="00813ACD" w:rsidP="00CA6ED1">
            <w:pPr>
              <w:pStyle w:val="lvl1Text"/>
              <w:rPr>
                <w:sz w:val="24"/>
                <w:szCs w:val="24"/>
              </w:rPr>
            </w:pPr>
            <w:r w:rsidRPr="009D3D76">
              <w:rPr>
                <w:sz w:val="24"/>
                <w:szCs w:val="24"/>
              </w:rPr>
              <w:lastRenderedPageBreak/>
              <w:t>Activity Objectives and Outcomes</w:t>
            </w:r>
          </w:p>
        </w:tc>
      </w:tr>
      <w:tr w:rsidR="00813ACD" w:rsidRPr="009D3D76" w14:paraId="00AD3930" w14:textId="77777777" w:rsidTr="00667EB8">
        <w:tc>
          <w:tcPr>
            <w:tcW w:w="10620" w:type="dxa"/>
          </w:tcPr>
          <w:p w14:paraId="137DA91D" w14:textId="77777777" w:rsidR="00813ACD" w:rsidRPr="00464BC8" w:rsidRDefault="00813ACD" w:rsidP="00101042">
            <w:pPr>
              <w:keepNext/>
              <w:keepLines/>
              <w:rPr>
                <w:u w:val="single"/>
              </w:rPr>
            </w:pPr>
          </w:p>
          <w:p w14:paraId="56CD761B" w14:textId="77777777" w:rsidR="00813ACD" w:rsidRPr="00464BC8" w:rsidRDefault="00813ACD" w:rsidP="00101042">
            <w:pPr>
              <w:keepNext/>
              <w:keepLines/>
              <w:rPr>
                <w:u w:val="single"/>
              </w:rPr>
            </w:pPr>
            <w:r w:rsidRPr="00464BC8">
              <w:rPr>
                <w:u w:val="single"/>
              </w:rPr>
              <w:t>Activity Objectives</w:t>
            </w:r>
          </w:p>
          <w:p w14:paraId="2338D479" w14:textId="77777777" w:rsidR="00813ACD" w:rsidRPr="00464BC8" w:rsidRDefault="00813ACD" w:rsidP="00101042">
            <w:pPr>
              <w:keepNext/>
              <w:keepLines/>
            </w:pPr>
          </w:p>
          <w:p w14:paraId="563BDBE8" w14:textId="77777777" w:rsidR="00464BC8" w:rsidRDefault="00B64C2F" w:rsidP="00464BC8">
            <w:pPr>
              <w:keepNext/>
              <w:keepLines/>
              <w:numPr>
                <w:ilvl w:val="0"/>
                <w:numId w:val="16"/>
              </w:numPr>
            </w:pPr>
            <w:r>
              <w:t>Identify the specific term associated with a definition or statement related to DNA</w:t>
            </w:r>
            <w:r w:rsidR="000C5ED0">
              <w:t xml:space="preserve"> and </w:t>
            </w:r>
            <w:r w:rsidR="00845F67">
              <w:t>DNA microarrays</w:t>
            </w:r>
            <w:r>
              <w:t>.</w:t>
            </w:r>
          </w:p>
          <w:p w14:paraId="517024BA" w14:textId="77777777" w:rsidR="00B64C2F" w:rsidRPr="00464BC8" w:rsidRDefault="006F2DD2" w:rsidP="00464BC8">
            <w:pPr>
              <w:keepNext/>
              <w:keepLines/>
              <w:numPr>
                <w:ilvl w:val="0"/>
                <w:numId w:val="16"/>
              </w:numPr>
            </w:pPr>
            <w:r>
              <w:t xml:space="preserve">Explain the relationship </w:t>
            </w:r>
            <w:r w:rsidR="00B64C2F">
              <w:t>between this terminology and the understanding of how a DNA microarray works and is fabricated.</w:t>
            </w:r>
          </w:p>
          <w:p w14:paraId="563DDE6B" w14:textId="77777777" w:rsidR="00813ACD" w:rsidRPr="00464BC8" w:rsidRDefault="00813ACD" w:rsidP="00101042">
            <w:pPr>
              <w:keepNext/>
              <w:keepLines/>
            </w:pPr>
          </w:p>
          <w:p w14:paraId="1E8A8976" w14:textId="77777777" w:rsidR="00813ACD" w:rsidRPr="00464BC8" w:rsidRDefault="00813ACD" w:rsidP="00101042">
            <w:pPr>
              <w:keepNext/>
              <w:keepLines/>
              <w:rPr>
                <w:u w:val="single"/>
              </w:rPr>
            </w:pPr>
            <w:r w:rsidRPr="00464BC8">
              <w:rPr>
                <w:u w:val="single"/>
              </w:rPr>
              <w:t>Activity Outcomes</w:t>
            </w:r>
          </w:p>
          <w:p w14:paraId="43C83E7F" w14:textId="77777777" w:rsidR="00813ACD" w:rsidRDefault="00B64C2F" w:rsidP="00B64C2F">
            <w:pPr>
              <w:pStyle w:val="BulletList"/>
              <w:numPr>
                <w:ilvl w:val="0"/>
                <w:numId w:val="0"/>
              </w:numPr>
            </w:pPr>
            <w:r>
              <w:t>At this end of this activity you will have a better understanding of DNA microarray terminology and the various concepts related to DNA microarrays.</w:t>
            </w:r>
          </w:p>
          <w:p w14:paraId="741264AD" w14:textId="77777777" w:rsidR="00B64C2F" w:rsidRPr="00464BC8" w:rsidRDefault="00B64C2F" w:rsidP="00B64C2F">
            <w:pPr>
              <w:pStyle w:val="BulletList"/>
              <w:numPr>
                <w:ilvl w:val="0"/>
                <w:numId w:val="0"/>
              </w:numPr>
            </w:pPr>
          </w:p>
        </w:tc>
      </w:tr>
      <w:tr w:rsidR="00813ACD" w:rsidRPr="00CA0F64" w14:paraId="136C2C29" w14:textId="77777777" w:rsidTr="00667EB8">
        <w:trPr>
          <w:cantSplit/>
          <w:trHeight w:val="576"/>
        </w:trPr>
        <w:tc>
          <w:tcPr>
            <w:tcW w:w="10620" w:type="dxa"/>
            <w:vAlign w:val="bottom"/>
          </w:tcPr>
          <w:p w14:paraId="10778F20" w14:textId="77777777" w:rsidR="00813ACD" w:rsidRPr="00F936EA" w:rsidRDefault="00813ACD" w:rsidP="00CA6ED1">
            <w:pPr>
              <w:pStyle w:val="lvl1Text"/>
              <w:rPr>
                <w:sz w:val="24"/>
                <w:szCs w:val="24"/>
              </w:rPr>
            </w:pPr>
            <w:r w:rsidRPr="00F936EA">
              <w:rPr>
                <w:sz w:val="24"/>
                <w:szCs w:val="24"/>
              </w:rPr>
              <w:t>Resources</w:t>
            </w:r>
          </w:p>
          <w:p w14:paraId="55BA8A4E" w14:textId="77777777" w:rsidR="00813ACD" w:rsidRPr="00F936EA" w:rsidRDefault="00F936EA" w:rsidP="00F936EA">
            <w:pPr>
              <w:keepNext/>
              <w:keepLines/>
            </w:pPr>
            <w:r>
              <w:t xml:space="preserve">SCME </w:t>
            </w:r>
            <w:r w:rsidRPr="00F936EA">
              <w:rPr>
                <w:u w:val="single"/>
              </w:rPr>
              <w:t>DNA Microarray Primary Knowledge</w:t>
            </w:r>
            <w:r>
              <w:t xml:space="preserve"> unit</w:t>
            </w:r>
          </w:p>
          <w:p w14:paraId="7058A2D8" w14:textId="77777777" w:rsidR="00813ACD" w:rsidRPr="00F936EA" w:rsidRDefault="00813ACD" w:rsidP="00CA6ED1">
            <w:pPr>
              <w:pStyle w:val="lvl1Text"/>
              <w:rPr>
                <w:sz w:val="24"/>
                <w:szCs w:val="24"/>
              </w:rPr>
            </w:pPr>
          </w:p>
        </w:tc>
      </w:tr>
      <w:tr w:rsidR="00CA0F64" w:rsidRPr="009D3D76" w14:paraId="4214195B" w14:textId="77777777" w:rsidTr="00667EB8">
        <w:trPr>
          <w:cantSplit/>
          <w:trHeight w:val="576"/>
        </w:trPr>
        <w:tc>
          <w:tcPr>
            <w:tcW w:w="10620" w:type="dxa"/>
            <w:vAlign w:val="bottom"/>
          </w:tcPr>
          <w:p w14:paraId="37E6E5C1" w14:textId="77777777" w:rsidR="00CA0F64" w:rsidRDefault="00CA0F64" w:rsidP="00CA6ED1">
            <w:pPr>
              <w:pStyle w:val="lvl1Text"/>
              <w:rPr>
                <w:sz w:val="24"/>
                <w:szCs w:val="24"/>
              </w:rPr>
            </w:pPr>
            <w:bookmarkStart w:id="2" w:name="App_bioMEM_AC50_dldl164"/>
            <w:r w:rsidRPr="00332D3C">
              <w:rPr>
                <w:sz w:val="24"/>
                <w:szCs w:val="24"/>
              </w:rPr>
              <w:t>Documentation</w:t>
            </w:r>
          </w:p>
          <w:p w14:paraId="3008F42E" w14:textId="77777777" w:rsidR="001F7633" w:rsidRDefault="0031041E" w:rsidP="001F7633">
            <w:pPr>
              <w:pStyle w:val="ListParagraph"/>
              <w:keepNext/>
              <w:keepLines/>
              <w:numPr>
                <w:ilvl w:val="0"/>
                <w:numId w:val="18"/>
              </w:numPr>
            </w:pPr>
            <w:r>
              <w:t>Completed crossword puzzle or matching table.</w:t>
            </w:r>
          </w:p>
          <w:p w14:paraId="628C6519" w14:textId="77777777" w:rsidR="001F5DA6" w:rsidRDefault="00332D3C" w:rsidP="001F7633">
            <w:pPr>
              <w:pStyle w:val="ListParagraph"/>
              <w:keepNext/>
              <w:keepLines/>
              <w:numPr>
                <w:ilvl w:val="0"/>
                <w:numId w:val="18"/>
              </w:numPr>
            </w:pPr>
            <w:r>
              <w:t xml:space="preserve">Answers to the Post-Activity Questions.  </w:t>
            </w:r>
          </w:p>
          <w:p w14:paraId="3F0F487F" w14:textId="77777777" w:rsidR="0031041E" w:rsidRPr="00332D3C" w:rsidRDefault="0031041E" w:rsidP="0031041E">
            <w:pPr>
              <w:pStyle w:val="ListParagraph"/>
              <w:keepNext/>
              <w:keepLines/>
            </w:pPr>
          </w:p>
          <w:p w14:paraId="485D16DD" w14:textId="77777777" w:rsidR="001F5DA6" w:rsidRPr="00332D3C" w:rsidRDefault="001F5DA6" w:rsidP="001F5DA6">
            <w:pPr>
              <w:keepNext/>
              <w:keepLines/>
            </w:pPr>
            <w:r w:rsidRPr="00332D3C">
              <w:t xml:space="preserve">NOTE:  Be sure to include ALL sources and </w:t>
            </w:r>
            <w:r w:rsidR="00332D3C">
              <w:t>references to data and graphics when applicable.</w:t>
            </w:r>
          </w:p>
          <w:p w14:paraId="3642F740" w14:textId="77777777" w:rsidR="001F5DA6" w:rsidRPr="00332D3C" w:rsidRDefault="001F5DA6" w:rsidP="00CA6ED1">
            <w:pPr>
              <w:pStyle w:val="lvl1Text"/>
              <w:rPr>
                <w:sz w:val="24"/>
                <w:szCs w:val="24"/>
              </w:rPr>
            </w:pPr>
          </w:p>
        </w:tc>
      </w:tr>
      <w:bookmarkEnd w:id="2"/>
    </w:tbl>
    <w:p w14:paraId="181DA05D" w14:textId="77777777" w:rsidR="00097D8B" w:rsidRDefault="00097D8B"/>
    <w:p w14:paraId="439DBD44" w14:textId="77777777" w:rsidR="000C5ED0" w:rsidRDefault="000C5ED0">
      <w:r>
        <w:rPr>
          <w:b/>
        </w:rPr>
        <w:br w:type="page"/>
      </w:r>
    </w:p>
    <w:tbl>
      <w:tblPr>
        <w:tblW w:w="0" w:type="auto"/>
        <w:tblInd w:w="29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0C5ED0" w:rsidRPr="009D3D76" w14:paraId="752E53AF" w14:textId="77777777" w:rsidTr="00667EB8">
        <w:trPr>
          <w:cantSplit/>
          <w:trHeight w:val="576"/>
        </w:trPr>
        <w:tc>
          <w:tcPr>
            <w:tcW w:w="10620" w:type="dxa"/>
            <w:vAlign w:val="bottom"/>
          </w:tcPr>
          <w:p w14:paraId="1572BD5C" w14:textId="77777777" w:rsidR="000C5ED0" w:rsidRPr="00C176E4" w:rsidRDefault="000C5ED0" w:rsidP="00F92474">
            <w:pPr>
              <w:pStyle w:val="lvl1Text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br w:type="page"/>
            </w:r>
            <w:r w:rsidRPr="00C176E4">
              <w:rPr>
                <w:sz w:val="24"/>
                <w:szCs w:val="24"/>
              </w:rPr>
              <w:t>Activity:  DNA Microarray Terminology / Answers</w:t>
            </w:r>
          </w:p>
          <w:p w14:paraId="6DD73C39" w14:textId="77777777" w:rsidR="000C5ED0" w:rsidRPr="009D3D76" w:rsidRDefault="000C5ED0" w:rsidP="00F92474">
            <w:pPr>
              <w:pStyle w:val="lvl1Text"/>
              <w:rPr>
                <w:sz w:val="24"/>
                <w:szCs w:val="24"/>
              </w:rPr>
            </w:pPr>
          </w:p>
        </w:tc>
      </w:tr>
      <w:tr w:rsidR="00097D8B" w:rsidRPr="009D3D76" w14:paraId="6C640597" w14:textId="77777777" w:rsidTr="00667EB8">
        <w:tc>
          <w:tcPr>
            <w:tcW w:w="10620" w:type="dxa"/>
          </w:tcPr>
          <w:p w14:paraId="0D4D5FE1" w14:textId="77777777" w:rsidR="00097D8B" w:rsidRPr="00332D3C" w:rsidRDefault="00C176E4" w:rsidP="00667EB8">
            <w:pPr>
              <w:keepNext/>
              <w:keepLines/>
              <w:jc w:val="right"/>
            </w:pPr>
            <w:r w:rsidRPr="00C176E4">
              <w:rPr>
                <w:noProof/>
              </w:rPr>
              <w:drawing>
                <wp:inline distT="0" distB="0" distL="0" distR="0" wp14:anchorId="290C2628" wp14:editId="522089F9">
                  <wp:extent cx="6649101" cy="6753225"/>
                  <wp:effectExtent l="19050" t="0" r="0" b="0"/>
                  <wp:docPr id="5" name="Picture 4" descr="DNAmicroarray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NAmicroarray.wmf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54146" cy="67583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4375D4D" w14:textId="77777777" w:rsidR="008C5239" w:rsidRDefault="008C5239"/>
    <w:p w14:paraId="6B033F18" w14:textId="77777777" w:rsidR="008C5239" w:rsidRDefault="008C5239">
      <w:pPr>
        <w:widowControl/>
        <w:adjustRightInd/>
        <w:textAlignment w:val="auto"/>
      </w:pPr>
      <w:r>
        <w:br w:type="page"/>
      </w:r>
    </w:p>
    <w:tbl>
      <w:tblPr>
        <w:tblStyle w:val="TableGrid"/>
        <w:tblW w:w="10728" w:type="dxa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0"/>
        <w:gridCol w:w="2538"/>
      </w:tblGrid>
      <w:tr w:rsidR="008C5239" w:rsidRPr="00924142" w14:paraId="3C71CCF4" w14:textId="77777777" w:rsidTr="00336EEE">
        <w:tc>
          <w:tcPr>
            <w:tcW w:w="8190" w:type="dxa"/>
          </w:tcPr>
          <w:p w14:paraId="769859AD" w14:textId="77777777" w:rsidR="008C5239" w:rsidRPr="00924142" w:rsidRDefault="008C5239" w:rsidP="00336EEE">
            <w:pPr>
              <w:rPr>
                <w:b/>
              </w:rPr>
            </w:pPr>
            <w:r w:rsidRPr="00924142">
              <w:rPr>
                <w:b/>
              </w:rPr>
              <w:lastRenderedPageBreak/>
              <w:t>Questions</w:t>
            </w:r>
          </w:p>
        </w:tc>
        <w:tc>
          <w:tcPr>
            <w:tcW w:w="2538" w:type="dxa"/>
          </w:tcPr>
          <w:p w14:paraId="4DB539A8" w14:textId="77777777" w:rsidR="008C5239" w:rsidRPr="00924142" w:rsidRDefault="008C5239" w:rsidP="00336EEE">
            <w:pPr>
              <w:rPr>
                <w:b/>
              </w:rPr>
            </w:pPr>
            <w:r w:rsidRPr="00924142">
              <w:rPr>
                <w:b/>
              </w:rPr>
              <w:t>Answers</w:t>
            </w:r>
          </w:p>
        </w:tc>
      </w:tr>
      <w:tr w:rsidR="008C5239" w:rsidRPr="00924142" w14:paraId="1BF08D44" w14:textId="77777777" w:rsidTr="00336EEE">
        <w:tc>
          <w:tcPr>
            <w:tcW w:w="8190" w:type="dxa"/>
          </w:tcPr>
          <w:p w14:paraId="74D08E32" w14:textId="77777777" w:rsidR="008C5239" w:rsidRPr="00924142" w:rsidRDefault="008C5239" w:rsidP="00336EEE">
            <w:pPr>
              <w:rPr>
                <w:b/>
              </w:rPr>
            </w:pPr>
            <w:r w:rsidRPr="00924142">
              <w:rPr>
                <w:b/>
              </w:rPr>
              <w:t>ACROSS</w:t>
            </w:r>
          </w:p>
        </w:tc>
        <w:tc>
          <w:tcPr>
            <w:tcW w:w="2538" w:type="dxa"/>
          </w:tcPr>
          <w:p w14:paraId="7FEC0108" w14:textId="77777777" w:rsidR="008C5239" w:rsidRPr="00924142" w:rsidRDefault="008C5239" w:rsidP="00336EEE">
            <w:pPr>
              <w:rPr>
                <w:b/>
              </w:rPr>
            </w:pPr>
          </w:p>
        </w:tc>
      </w:tr>
      <w:tr w:rsidR="008C5239" w:rsidRPr="00924142" w14:paraId="72A191BC" w14:textId="77777777" w:rsidTr="00336EEE">
        <w:tc>
          <w:tcPr>
            <w:tcW w:w="8190" w:type="dxa"/>
          </w:tcPr>
          <w:p w14:paraId="766818D4" w14:textId="77777777" w:rsidR="008C5239" w:rsidRPr="00A627F2" w:rsidRDefault="008C5239" w:rsidP="00336EEE">
            <w:pPr>
              <w:tabs>
                <w:tab w:val="left" w:pos="450"/>
              </w:tabs>
              <w:autoSpaceDE w:val="0"/>
              <w:autoSpaceDN w:val="0"/>
              <w:ind w:left="450" w:hanging="450"/>
              <w:jc w:val="both"/>
              <w:rPr>
                <w:sz w:val="22"/>
                <w:szCs w:val="20"/>
              </w:rPr>
            </w:pPr>
            <w:r w:rsidRPr="00924142">
              <w:t>6</w:t>
            </w:r>
            <w:r w:rsidRPr="00A627F2">
              <w:rPr>
                <w:sz w:val="28"/>
              </w:rPr>
              <w:t xml:space="preserve">.   </w:t>
            </w:r>
            <w:r w:rsidRPr="00A627F2">
              <w:rPr>
                <w:sz w:val="22"/>
                <w:szCs w:val="20"/>
              </w:rPr>
              <w:t>A micro-sized lab-on-a-chip (LOC) with a two-dimensional array printed onto a substrate.  The array is used to assay (analyze) large amounts of biological materials in a sample solution.</w:t>
            </w:r>
          </w:p>
          <w:p w14:paraId="128D86E3" w14:textId="77777777" w:rsidR="008C5239" w:rsidRPr="00924142" w:rsidRDefault="008C5239" w:rsidP="00336EEE">
            <w:pPr>
              <w:tabs>
                <w:tab w:val="left" w:pos="360"/>
              </w:tabs>
              <w:autoSpaceDE w:val="0"/>
              <w:autoSpaceDN w:val="0"/>
              <w:ind w:left="360" w:hanging="360"/>
            </w:pPr>
          </w:p>
        </w:tc>
        <w:tc>
          <w:tcPr>
            <w:tcW w:w="2538" w:type="dxa"/>
          </w:tcPr>
          <w:p w14:paraId="5A7C6E55" w14:textId="77777777" w:rsidR="008C5239" w:rsidRPr="00924142" w:rsidRDefault="008C5239" w:rsidP="00336EEE">
            <w:pPr>
              <w:rPr>
                <w:b/>
                <w:color w:val="C00000"/>
              </w:rPr>
            </w:pPr>
          </w:p>
        </w:tc>
      </w:tr>
      <w:tr w:rsidR="008C5239" w:rsidRPr="00924142" w14:paraId="13350088" w14:textId="77777777" w:rsidTr="00336EEE">
        <w:tc>
          <w:tcPr>
            <w:tcW w:w="8190" w:type="dxa"/>
          </w:tcPr>
          <w:p w14:paraId="3B60D7DA" w14:textId="77777777" w:rsidR="008C5239" w:rsidRPr="00924142" w:rsidRDefault="008C5239" w:rsidP="00336EEE">
            <w:pPr>
              <w:tabs>
                <w:tab w:val="left" w:pos="450"/>
              </w:tabs>
              <w:autoSpaceDE w:val="0"/>
              <w:autoSpaceDN w:val="0"/>
              <w:ind w:left="450" w:hanging="450"/>
              <w:rPr>
                <w:sz w:val="22"/>
                <w:szCs w:val="22"/>
              </w:rPr>
            </w:pPr>
            <w:r w:rsidRPr="00924142">
              <w:rPr>
                <w:sz w:val="22"/>
                <w:szCs w:val="22"/>
              </w:rPr>
              <w:t>7.</w:t>
            </w:r>
            <w:r w:rsidRPr="00924142">
              <w:rPr>
                <w:sz w:val="22"/>
                <w:szCs w:val="22"/>
              </w:rPr>
              <w:tab/>
              <w:t>In a DNA molecule, the order of the nucleotide bases.</w:t>
            </w:r>
          </w:p>
          <w:p w14:paraId="0D459818" w14:textId="77777777" w:rsidR="008C5239" w:rsidRPr="00924142" w:rsidRDefault="008C5239" w:rsidP="00336EEE">
            <w:pPr>
              <w:tabs>
                <w:tab w:val="left" w:pos="360"/>
              </w:tabs>
              <w:autoSpaceDE w:val="0"/>
              <w:autoSpaceDN w:val="0"/>
              <w:ind w:left="360" w:hanging="360"/>
            </w:pPr>
          </w:p>
        </w:tc>
        <w:tc>
          <w:tcPr>
            <w:tcW w:w="2538" w:type="dxa"/>
          </w:tcPr>
          <w:p w14:paraId="41E898A6" w14:textId="77777777" w:rsidR="008C5239" w:rsidRPr="00924142" w:rsidRDefault="008C5239" w:rsidP="00336EEE">
            <w:pPr>
              <w:rPr>
                <w:b/>
                <w:color w:val="C00000"/>
              </w:rPr>
            </w:pPr>
          </w:p>
        </w:tc>
      </w:tr>
      <w:tr w:rsidR="008C5239" w:rsidRPr="00924142" w14:paraId="63BF489F" w14:textId="77777777" w:rsidTr="00336EEE">
        <w:tc>
          <w:tcPr>
            <w:tcW w:w="8190" w:type="dxa"/>
          </w:tcPr>
          <w:p w14:paraId="73622E48" w14:textId="77777777" w:rsidR="008C5239" w:rsidRPr="00924142" w:rsidRDefault="008C5239" w:rsidP="00336EEE">
            <w:pPr>
              <w:tabs>
                <w:tab w:val="left" w:pos="450"/>
              </w:tabs>
              <w:autoSpaceDE w:val="0"/>
              <w:autoSpaceDN w:val="0"/>
              <w:ind w:left="450" w:hanging="450"/>
              <w:rPr>
                <w:sz w:val="22"/>
                <w:szCs w:val="22"/>
              </w:rPr>
            </w:pPr>
            <w:r w:rsidRPr="00924142">
              <w:rPr>
                <w:sz w:val="22"/>
                <w:szCs w:val="22"/>
              </w:rPr>
              <w:t>10.</w:t>
            </w:r>
            <w:r w:rsidRPr="00924142">
              <w:rPr>
                <w:sz w:val="22"/>
                <w:szCs w:val="22"/>
              </w:rPr>
              <w:tab/>
            </w:r>
            <w:proofErr w:type="spellStart"/>
            <w:proofErr w:type="gramStart"/>
            <w:r w:rsidRPr="00924142">
              <w:rPr>
                <w:sz w:val="22"/>
                <w:szCs w:val="22"/>
              </w:rPr>
              <w:t>ssDNA</w:t>
            </w:r>
            <w:proofErr w:type="spellEnd"/>
            <w:proofErr w:type="gramEnd"/>
            <w:r w:rsidRPr="00924142">
              <w:rPr>
                <w:sz w:val="22"/>
                <w:szCs w:val="22"/>
              </w:rPr>
              <w:t xml:space="preserve"> molecules on a DNA microarray used to capture target molecules in a sample.</w:t>
            </w:r>
          </w:p>
          <w:p w14:paraId="189667EF" w14:textId="77777777" w:rsidR="008C5239" w:rsidRPr="00924142" w:rsidRDefault="008C5239" w:rsidP="00336EEE">
            <w:pPr>
              <w:tabs>
                <w:tab w:val="left" w:pos="4210"/>
              </w:tabs>
              <w:autoSpaceDE w:val="0"/>
              <w:autoSpaceDN w:val="0"/>
              <w:ind w:left="360" w:hanging="360"/>
            </w:pPr>
          </w:p>
        </w:tc>
        <w:tc>
          <w:tcPr>
            <w:tcW w:w="2538" w:type="dxa"/>
          </w:tcPr>
          <w:p w14:paraId="5D1E0554" w14:textId="77777777" w:rsidR="008C5239" w:rsidRPr="00924142" w:rsidRDefault="008C5239" w:rsidP="00336EEE">
            <w:pPr>
              <w:rPr>
                <w:b/>
                <w:color w:val="C00000"/>
              </w:rPr>
            </w:pPr>
          </w:p>
        </w:tc>
      </w:tr>
      <w:tr w:rsidR="008C5239" w:rsidRPr="00924142" w14:paraId="6695E1C8" w14:textId="77777777" w:rsidTr="00336EEE">
        <w:tc>
          <w:tcPr>
            <w:tcW w:w="8190" w:type="dxa"/>
          </w:tcPr>
          <w:p w14:paraId="3C51E530" w14:textId="77777777" w:rsidR="008C5239" w:rsidRPr="00924142" w:rsidRDefault="008C5239" w:rsidP="00336EEE">
            <w:pPr>
              <w:tabs>
                <w:tab w:val="left" w:pos="450"/>
              </w:tabs>
              <w:autoSpaceDE w:val="0"/>
              <w:autoSpaceDN w:val="0"/>
              <w:ind w:left="450" w:hanging="450"/>
              <w:rPr>
                <w:sz w:val="22"/>
                <w:szCs w:val="22"/>
              </w:rPr>
            </w:pPr>
            <w:r w:rsidRPr="00924142">
              <w:rPr>
                <w:sz w:val="22"/>
                <w:szCs w:val="22"/>
              </w:rPr>
              <w:t>12.</w:t>
            </w:r>
            <w:r w:rsidRPr="00924142">
              <w:rPr>
                <w:sz w:val="22"/>
                <w:szCs w:val="22"/>
              </w:rPr>
              <w:tab/>
              <w:t>A type of DNA microarray used to detect a specific gene, gene mutations, or deletions of chromosomal DNA.</w:t>
            </w:r>
          </w:p>
          <w:p w14:paraId="2CD22BB8" w14:textId="77777777" w:rsidR="008C5239" w:rsidRPr="00924142" w:rsidRDefault="008C5239" w:rsidP="00336EEE">
            <w:pPr>
              <w:tabs>
                <w:tab w:val="left" w:pos="360"/>
              </w:tabs>
              <w:autoSpaceDE w:val="0"/>
              <w:autoSpaceDN w:val="0"/>
              <w:ind w:left="360" w:hanging="360"/>
            </w:pPr>
          </w:p>
        </w:tc>
        <w:tc>
          <w:tcPr>
            <w:tcW w:w="2538" w:type="dxa"/>
          </w:tcPr>
          <w:p w14:paraId="15E3FE0C" w14:textId="77777777" w:rsidR="008C5239" w:rsidRPr="00924142" w:rsidRDefault="008C5239" w:rsidP="00336EEE">
            <w:pPr>
              <w:rPr>
                <w:b/>
                <w:color w:val="C00000"/>
              </w:rPr>
            </w:pPr>
          </w:p>
        </w:tc>
      </w:tr>
      <w:tr w:rsidR="008C5239" w:rsidRPr="00924142" w14:paraId="014DB90C" w14:textId="77777777" w:rsidTr="00336EEE">
        <w:tc>
          <w:tcPr>
            <w:tcW w:w="8190" w:type="dxa"/>
          </w:tcPr>
          <w:p w14:paraId="1F03A42E" w14:textId="77777777" w:rsidR="008C5239" w:rsidRPr="00924142" w:rsidRDefault="008C5239" w:rsidP="00336EEE">
            <w:pPr>
              <w:tabs>
                <w:tab w:val="left" w:pos="450"/>
              </w:tabs>
              <w:autoSpaceDE w:val="0"/>
              <w:autoSpaceDN w:val="0"/>
              <w:ind w:left="450" w:hanging="450"/>
              <w:rPr>
                <w:sz w:val="22"/>
                <w:szCs w:val="22"/>
              </w:rPr>
            </w:pPr>
            <w:r w:rsidRPr="00924142">
              <w:rPr>
                <w:sz w:val="22"/>
                <w:szCs w:val="22"/>
              </w:rPr>
              <w:t>16.</w:t>
            </w:r>
            <w:r w:rsidRPr="00924142">
              <w:rPr>
                <w:sz w:val="22"/>
                <w:szCs w:val="22"/>
              </w:rPr>
              <w:tab/>
              <w:t>Expression profiles identify the on/off _______________ of genes within a cell or organism.</w:t>
            </w:r>
          </w:p>
          <w:p w14:paraId="69BE291D" w14:textId="77777777" w:rsidR="008C5239" w:rsidRPr="00924142" w:rsidRDefault="008C5239" w:rsidP="00336EEE">
            <w:pPr>
              <w:tabs>
                <w:tab w:val="left" w:pos="5838"/>
              </w:tabs>
              <w:autoSpaceDE w:val="0"/>
              <w:autoSpaceDN w:val="0"/>
              <w:ind w:left="360" w:hanging="360"/>
            </w:pPr>
          </w:p>
        </w:tc>
        <w:tc>
          <w:tcPr>
            <w:tcW w:w="2538" w:type="dxa"/>
          </w:tcPr>
          <w:p w14:paraId="3F3C2469" w14:textId="77777777" w:rsidR="008C5239" w:rsidRPr="00924142" w:rsidRDefault="008C5239" w:rsidP="00336EEE">
            <w:pPr>
              <w:rPr>
                <w:b/>
                <w:color w:val="C00000"/>
              </w:rPr>
            </w:pPr>
          </w:p>
        </w:tc>
      </w:tr>
      <w:tr w:rsidR="008C5239" w:rsidRPr="00924142" w14:paraId="03A2CEC1" w14:textId="77777777" w:rsidTr="00336EEE">
        <w:tc>
          <w:tcPr>
            <w:tcW w:w="8190" w:type="dxa"/>
          </w:tcPr>
          <w:p w14:paraId="1DC0C03A" w14:textId="77777777" w:rsidR="008C5239" w:rsidRPr="00924142" w:rsidRDefault="008C5239" w:rsidP="00336EEE">
            <w:pPr>
              <w:tabs>
                <w:tab w:val="left" w:pos="450"/>
              </w:tabs>
              <w:autoSpaceDE w:val="0"/>
              <w:autoSpaceDN w:val="0"/>
              <w:ind w:left="450" w:hanging="450"/>
              <w:rPr>
                <w:sz w:val="22"/>
                <w:szCs w:val="22"/>
              </w:rPr>
            </w:pPr>
            <w:r w:rsidRPr="00924142">
              <w:rPr>
                <w:sz w:val="22"/>
                <w:szCs w:val="22"/>
              </w:rPr>
              <w:t>19.</w:t>
            </w:r>
            <w:r w:rsidRPr="00924142">
              <w:rPr>
                <w:sz w:val="22"/>
                <w:szCs w:val="22"/>
              </w:rPr>
              <w:tab/>
              <w:t>Base ____________ consist of the pairing of complementary nitrogenous bases and form the steps of the DNA helix.</w:t>
            </w:r>
          </w:p>
          <w:p w14:paraId="069B33C3" w14:textId="77777777" w:rsidR="008C5239" w:rsidRPr="00924142" w:rsidRDefault="008C5239" w:rsidP="00336EEE">
            <w:pPr>
              <w:tabs>
                <w:tab w:val="left" w:pos="4304"/>
              </w:tabs>
              <w:autoSpaceDE w:val="0"/>
              <w:autoSpaceDN w:val="0"/>
              <w:ind w:left="360" w:hanging="360"/>
            </w:pPr>
          </w:p>
        </w:tc>
        <w:tc>
          <w:tcPr>
            <w:tcW w:w="2538" w:type="dxa"/>
          </w:tcPr>
          <w:p w14:paraId="0B1D71C8" w14:textId="77777777" w:rsidR="008C5239" w:rsidRPr="00924142" w:rsidRDefault="008C5239" w:rsidP="00336EEE">
            <w:pPr>
              <w:rPr>
                <w:b/>
                <w:color w:val="C00000"/>
              </w:rPr>
            </w:pPr>
          </w:p>
        </w:tc>
      </w:tr>
      <w:tr w:rsidR="008C5239" w:rsidRPr="00924142" w14:paraId="6E2CD772" w14:textId="77777777" w:rsidTr="00336EEE">
        <w:tc>
          <w:tcPr>
            <w:tcW w:w="8190" w:type="dxa"/>
          </w:tcPr>
          <w:p w14:paraId="17E269B7" w14:textId="77777777" w:rsidR="008C5239" w:rsidRPr="00924142" w:rsidRDefault="008C5239" w:rsidP="00336EEE">
            <w:pPr>
              <w:tabs>
                <w:tab w:val="left" w:pos="450"/>
              </w:tabs>
              <w:autoSpaceDE w:val="0"/>
              <w:autoSpaceDN w:val="0"/>
              <w:ind w:left="450" w:hanging="450"/>
              <w:rPr>
                <w:sz w:val="22"/>
                <w:szCs w:val="22"/>
              </w:rPr>
            </w:pPr>
            <w:r w:rsidRPr="00924142">
              <w:rPr>
                <w:sz w:val="22"/>
                <w:szCs w:val="22"/>
              </w:rPr>
              <w:t>20.</w:t>
            </w:r>
            <w:r w:rsidRPr="00924142">
              <w:rPr>
                <w:sz w:val="22"/>
                <w:szCs w:val="22"/>
              </w:rPr>
              <w:tab/>
              <w:t>A length of DNA sequence that contains hereditary information or an organism.</w:t>
            </w:r>
          </w:p>
          <w:p w14:paraId="63FE5806" w14:textId="77777777" w:rsidR="008C5239" w:rsidRPr="00924142" w:rsidRDefault="008C5239" w:rsidP="00336EEE">
            <w:pPr>
              <w:tabs>
                <w:tab w:val="left" w:pos="360"/>
              </w:tabs>
              <w:autoSpaceDE w:val="0"/>
              <w:autoSpaceDN w:val="0"/>
              <w:ind w:left="360" w:hanging="360"/>
            </w:pPr>
          </w:p>
        </w:tc>
        <w:tc>
          <w:tcPr>
            <w:tcW w:w="2538" w:type="dxa"/>
          </w:tcPr>
          <w:p w14:paraId="2F83CBC3" w14:textId="77777777" w:rsidR="008C5239" w:rsidRPr="00924142" w:rsidRDefault="008C5239" w:rsidP="00336EEE">
            <w:pPr>
              <w:rPr>
                <w:b/>
                <w:color w:val="C00000"/>
              </w:rPr>
            </w:pPr>
          </w:p>
        </w:tc>
      </w:tr>
      <w:tr w:rsidR="008C5239" w:rsidRPr="00924142" w14:paraId="64AFB134" w14:textId="77777777" w:rsidTr="00336EEE">
        <w:tc>
          <w:tcPr>
            <w:tcW w:w="8190" w:type="dxa"/>
          </w:tcPr>
          <w:p w14:paraId="495227ED" w14:textId="77777777" w:rsidR="008C5239" w:rsidRPr="00924142" w:rsidRDefault="008C5239" w:rsidP="00336EEE">
            <w:pPr>
              <w:tabs>
                <w:tab w:val="left" w:pos="450"/>
              </w:tabs>
              <w:autoSpaceDE w:val="0"/>
              <w:autoSpaceDN w:val="0"/>
              <w:ind w:left="450" w:hanging="450"/>
              <w:rPr>
                <w:sz w:val="22"/>
                <w:szCs w:val="22"/>
              </w:rPr>
            </w:pPr>
            <w:r w:rsidRPr="00924142">
              <w:rPr>
                <w:sz w:val="22"/>
                <w:szCs w:val="22"/>
              </w:rPr>
              <w:t>21.</w:t>
            </w:r>
            <w:r w:rsidRPr="00924142">
              <w:rPr>
                <w:sz w:val="22"/>
                <w:szCs w:val="22"/>
              </w:rPr>
              <w:tab/>
              <w:t>The molecules in a sample solution that are to be assayed or analyzed using a microarray.</w:t>
            </w:r>
          </w:p>
          <w:p w14:paraId="6FD27E25" w14:textId="77777777" w:rsidR="008C5239" w:rsidRPr="00924142" w:rsidRDefault="008C5239" w:rsidP="00336EEE">
            <w:pPr>
              <w:tabs>
                <w:tab w:val="left" w:pos="360"/>
              </w:tabs>
              <w:autoSpaceDE w:val="0"/>
              <w:autoSpaceDN w:val="0"/>
              <w:ind w:left="360" w:hanging="360"/>
            </w:pPr>
          </w:p>
        </w:tc>
        <w:tc>
          <w:tcPr>
            <w:tcW w:w="2538" w:type="dxa"/>
          </w:tcPr>
          <w:p w14:paraId="793E437B" w14:textId="77777777" w:rsidR="008C5239" w:rsidRPr="00924142" w:rsidRDefault="008C5239" w:rsidP="00336EEE">
            <w:pPr>
              <w:rPr>
                <w:b/>
                <w:color w:val="C00000"/>
              </w:rPr>
            </w:pPr>
          </w:p>
        </w:tc>
      </w:tr>
      <w:tr w:rsidR="008C5239" w:rsidRPr="00924142" w14:paraId="60375061" w14:textId="77777777" w:rsidTr="00336EEE">
        <w:tc>
          <w:tcPr>
            <w:tcW w:w="8190" w:type="dxa"/>
          </w:tcPr>
          <w:p w14:paraId="432E0AE8" w14:textId="77777777" w:rsidR="008C5239" w:rsidRPr="00924142" w:rsidRDefault="008C5239" w:rsidP="00336EEE">
            <w:pPr>
              <w:tabs>
                <w:tab w:val="left" w:pos="450"/>
              </w:tabs>
              <w:autoSpaceDE w:val="0"/>
              <w:autoSpaceDN w:val="0"/>
              <w:ind w:left="450" w:hanging="450"/>
              <w:rPr>
                <w:sz w:val="22"/>
                <w:szCs w:val="22"/>
              </w:rPr>
            </w:pPr>
            <w:r w:rsidRPr="00924142">
              <w:rPr>
                <w:sz w:val="22"/>
                <w:szCs w:val="22"/>
              </w:rPr>
              <w:t>22.</w:t>
            </w:r>
            <w:r w:rsidRPr="00924142">
              <w:rPr>
                <w:sz w:val="22"/>
                <w:szCs w:val="22"/>
              </w:rPr>
              <w:tab/>
              <w:t>A blot or a technique used to detect a specific DNA sequence in a DNA sample, to locate a gene within an entire genome.</w:t>
            </w:r>
          </w:p>
          <w:p w14:paraId="58653927" w14:textId="77777777" w:rsidR="008C5239" w:rsidRPr="00924142" w:rsidRDefault="008C5239" w:rsidP="00336EEE">
            <w:pPr>
              <w:tabs>
                <w:tab w:val="left" w:pos="360"/>
              </w:tabs>
              <w:autoSpaceDE w:val="0"/>
              <w:autoSpaceDN w:val="0"/>
              <w:ind w:left="360" w:hanging="360"/>
            </w:pPr>
          </w:p>
        </w:tc>
        <w:tc>
          <w:tcPr>
            <w:tcW w:w="2538" w:type="dxa"/>
          </w:tcPr>
          <w:p w14:paraId="3E4E62F6" w14:textId="77777777" w:rsidR="008C5239" w:rsidRPr="00924142" w:rsidRDefault="008C5239" w:rsidP="00336EEE">
            <w:pPr>
              <w:rPr>
                <w:b/>
                <w:color w:val="C00000"/>
              </w:rPr>
            </w:pPr>
          </w:p>
        </w:tc>
      </w:tr>
      <w:tr w:rsidR="008C5239" w:rsidRPr="00924142" w14:paraId="5F60ACE8" w14:textId="77777777" w:rsidTr="00336EEE">
        <w:tc>
          <w:tcPr>
            <w:tcW w:w="8190" w:type="dxa"/>
          </w:tcPr>
          <w:p w14:paraId="45139159" w14:textId="77777777" w:rsidR="008C5239" w:rsidRPr="00924142" w:rsidRDefault="008C5239" w:rsidP="00336EEE">
            <w:pPr>
              <w:tabs>
                <w:tab w:val="left" w:pos="450"/>
              </w:tabs>
              <w:autoSpaceDE w:val="0"/>
              <w:autoSpaceDN w:val="0"/>
              <w:ind w:left="450" w:hanging="450"/>
              <w:rPr>
                <w:sz w:val="22"/>
                <w:szCs w:val="22"/>
              </w:rPr>
            </w:pPr>
            <w:r w:rsidRPr="00924142">
              <w:rPr>
                <w:sz w:val="22"/>
                <w:szCs w:val="22"/>
              </w:rPr>
              <w:t>24.</w:t>
            </w:r>
            <w:r w:rsidRPr="00924142">
              <w:rPr>
                <w:sz w:val="22"/>
                <w:szCs w:val="22"/>
              </w:rPr>
              <w:tab/>
              <w:t xml:space="preserve">Gene ________________ microarrays measure </w:t>
            </w:r>
            <w:proofErr w:type="spellStart"/>
            <w:r w:rsidRPr="00924142">
              <w:rPr>
                <w:sz w:val="22"/>
                <w:szCs w:val="22"/>
              </w:rPr>
              <w:t>cDNA</w:t>
            </w:r>
            <w:proofErr w:type="spellEnd"/>
            <w:r w:rsidRPr="00924142">
              <w:rPr>
                <w:sz w:val="22"/>
                <w:szCs w:val="22"/>
              </w:rPr>
              <w:t xml:space="preserve"> from many different genes at the same time.  Can be used to study how cells react to external changes.</w:t>
            </w:r>
          </w:p>
          <w:p w14:paraId="1ABBE3B1" w14:textId="77777777" w:rsidR="008C5239" w:rsidRPr="00924142" w:rsidRDefault="008C5239" w:rsidP="00336EEE">
            <w:pPr>
              <w:tabs>
                <w:tab w:val="left" w:pos="360"/>
              </w:tabs>
              <w:autoSpaceDE w:val="0"/>
              <w:autoSpaceDN w:val="0"/>
              <w:ind w:left="360" w:hanging="360"/>
            </w:pPr>
          </w:p>
        </w:tc>
        <w:tc>
          <w:tcPr>
            <w:tcW w:w="2538" w:type="dxa"/>
          </w:tcPr>
          <w:p w14:paraId="351AC768" w14:textId="77777777" w:rsidR="008C5239" w:rsidRPr="00924142" w:rsidRDefault="008C5239" w:rsidP="00336EEE">
            <w:pPr>
              <w:rPr>
                <w:b/>
                <w:color w:val="C00000"/>
              </w:rPr>
            </w:pPr>
          </w:p>
        </w:tc>
      </w:tr>
      <w:tr w:rsidR="008C5239" w:rsidRPr="00924142" w14:paraId="37C8AEFB" w14:textId="77777777" w:rsidTr="00336EEE">
        <w:tc>
          <w:tcPr>
            <w:tcW w:w="8190" w:type="dxa"/>
          </w:tcPr>
          <w:p w14:paraId="1AD62F1A" w14:textId="77777777" w:rsidR="008C5239" w:rsidRPr="00924142" w:rsidRDefault="008C5239" w:rsidP="00336EEE">
            <w:pPr>
              <w:tabs>
                <w:tab w:val="left" w:pos="450"/>
              </w:tabs>
              <w:autoSpaceDE w:val="0"/>
              <w:autoSpaceDN w:val="0"/>
              <w:ind w:left="450" w:hanging="450"/>
              <w:rPr>
                <w:sz w:val="22"/>
                <w:szCs w:val="22"/>
              </w:rPr>
            </w:pPr>
            <w:r w:rsidRPr="00924142">
              <w:rPr>
                <w:sz w:val="22"/>
                <w:szCs w:val="22"/>
              </w:rPr>
              <w:t>28.</w:t>
            </w:r>
            <w:r w:rsidRPr="00924142">
              <w:rPr>
                <w:sz w:val="22"/>
                <w:szCs w:val="22"/>
              </w:rPr>
              <w:tab/>
              <w:t>The process of creating a RNA copy from a DNA sequence.</w:t>
            </w:r>
          </w:p>
          <w:p w14:paraId="25D9C4B9" w14:textId="77777777" w:rsidR="008C5239" w:rsidRPr="00924142" w:rsidRDefault="008C5239" w:rsidP="00336EEE">
            <w:pPr>
              <w:tabs>
                <w:tab w:val="left" w:pos="360"/>
              </w:tabs>
              <w:autoSpaceDE w:val="0"/>
              <w:autoSpaceDN w:val="0"/>
              <w:ind w:left="360" w:hanging="360"/>
            </w:pPr>
          </w:p>
        </w:tc>
        <w:tc>
          <w:tcPr>
            <w:tcW w:w="2538" w:type="dxa"/>
          </w:tcPr>
          <w:p w14:paraId="2E5CC39A" w14:textId="77777777" w:rsidR="008C5239" w:rsidRPr="00924142" w:rsidRDefault="008C5239" w:rsidP="00336EEE">
            <w:pPr>
              <w:rPr>
                <w:b/>
                <w:color w:val="C00000"/>
              </w:rPr>
            </w:pPr>
          </w:p>
        </w:tc>
      </w:tr>
      <w:tr w:rsidR="008C5239" w:rsidRPr="00924142" w14:paraId="24C1F086" w14:textId="77777777" w:rsidTr="00336EEE">
        <w:tc>
          <w:tcPr>
            <w:tcW w:w="8190" w:type="dxa"/>
          </w:tcPr>
          <w:p w14:paraId="28EDAA54" w14:textId="77777777" w:rsidR="008C5239" w:rsidRPr="00924142" w:rsidRDefault="008C5239" w:rsidP="00336EEE">
            <w:pPr>
              <w:tabs>
                <w:tab w:val="left" w:pos="360"/>
              </w:tabs>
              <w:autoSpaceDE w:val="0"/>
              <w:autoSpaceDN w:val="0"/>
              <w:ind w:left="360" w:hanging="360"/>
            </w:pPr>
          </w:p>
        </w:tc>
        <w:tc>
          <w:tcPr>
            <w:tcW w:w="2538" w:type="dxa"/>
          </w:tcPr>
          <w:p w14:paraId="40AC1582" w14:textId="77777777" w:rsidR="008C5239" w:rsidRPr="00924142" w:rsidRDefault="008C5239" w:rsidP="00336EEE">
            <w:pPr>
              <w:rPr>
                <w:b/>
                <w:color w:val="C00000"/>
              </w:rPr>
            </w:pPr>
          </w:p>
        </w:tc>
      </w:tr>
      <w:tr w:rsidR="008C5239" w:rsidRPr="00924142" w14:paraId="3E2822EE" w14:textId="77777777" w:rsidTr="00336EEE">
        <w:tc>
          <w:tcPr>
            <w:tcW w:w="8190" w:type="dxa"/>
          </w:tcPr>
          <w:p w14:paraId="3F35056B" w14:textId="77777777" w:rsidR="008C5239" w:rsidRPr="00924142" w:rsidRDefault="008C5239" w:rsidP="00336EEE">
            <w:pPr>
              <w:tabs>
                <w:tab w:val="left" w:pos="360"/>
              </w:tabs>
              <w:autoSpaceDE w:val="0"/>
              <w:autoSpaceDN w:val="0"/>
              <w:ind w:left="360" w:hanging="360"/>
              <w:rPr>
                <w:b/>
              </w:rPr>
            </w:pPr>
            <w:r w:rsidRPr="00924142">
              <w:rPr>
                <w:b/>
              </w:rPr>
              <w:t>DOWN</w:t>
            </w:r>
          </w:p>
        </w:tc>
        <w:tc>
          <w:tcPr>
            <w:tcW w:w="2538" w:type="dxa"/>
          </w:tcPr>
          <w:p w14:paraId="701DB14F" w14:textId="77777777" w:rsidR="008C5239" w:rsidRPr="00924142" w:rsidRDefault="008C5239" w:rsidP="00336EEE">
            <w:pPr>
              <w:rPr>
                <w:b/>
                <w:color w:val="C00000"/>
              </w:rPr>
            </w:pPr>
          </w:p>
        </w:tc>
      </w:tr>
      <w:tr w:rsidR="008C5239" w:rsidRPr="00924142" w14:paraId="4E593FF8" w14:textId="77777777" w:rsidTr="00336EEE">
        <w:tc>
          <w:tcPr>
            <w:tcW w:w="8190" w:type="dxa"/>
          </w:tcPr>
          <w:p w14:paraId="24D0C86C" w14:textId="77777777" w:rsidR="008C5239" w:rsidRPr="00924142" w:rsidRDefault="008C5239" w:rsidP="00336EEE">
            <w:pPr>
              <w:tabs>
                <w:tab w:val="left" w:pos="450"/>
              </w:tabs>
              <w:autoSpaceDE w:val="0"/>
              <w:autoSpaceDN w:val="0"/>
              <w:ind w:left="450" w:hanging="450"/>
              <w:rPr>
                <w:sz w:val="22"/>
                <w:szCs w:val="22"/>
              </w:rPr>
            </w:pPr>
            <w:r w:rsidRPr="00924142">
              <w:rPr>
                <w:sz w:val="22"/>
                <w:szCs w:val="22"/>
              </w:rPr>
              <w:t>1.</w:t>
            </w:r>
            <w:r w:rsidRPr="00924142">
              <w:rPr>
                <w:sz w:val="22"/>
                <w:szCs w:val="22"/>
              </w:rPr>
              <w:tab/>
              <w:t>When analyzing a DNA microarray result, the color that indicates no activity between the probes and the targets in either control or test sample.</w:t>
            </w:r>
          </w:p>
          <w:p w14:paraId="78A5A768" w14:textId="77777777" w:rsidR="008C5239" w:rsidRPr="00924142" w:rsidRDefault="008C5239" w:rsidP="00336EEE">
            <w:pPr>
              <w:tabs>
                <w:tab w:val="left" w:pos="360"/>
              </w:tabs>
              <w:autoSpaceDE w:val="0"/>
              <w:autoSpaceDN w:val="0"/>
              <w:ind w:left="360" w:hanging="360"/>
            </w:pPr>
          </w:p>
        </w:tc>
        <w:tc>
          <w:tcPr>
            <w:tcW w:w="2538" w:type="dxa"/>
          </w:tcPr>
          <w:p w14:paraId="06142843" w14:textId="77777777" w:rsidR="008C5239" w:rsidRPr="00924142" w:rsidRDefault="008C5239" w:rsidP="00336EEE">
            <w:pPr>
              <w:rPr>
                <w:b/>
                <w:color w:val="C00000"/>
              </w:rPr>
            </w:pPr>
          </w:p>
        </w:tc>
      </w:tr>
      <w:tr w:rsidR="008C5239" w:rsidRPr="00924142" w14:paraId="37EBC68C" w14:textId="77777777" w:rsidTr="00336EEE">
        <w:tc>
          <w:tcPr>
            <w:tcW w:w="8190" w:type="dxa"/>
          </w:tcPr>
          <w:p w14:paraId="50F7FEAF" w14:textId="77777777" w:rsidR="008C5239" w:rsidRPr="00924142" w:rsidRDefault="008C5239" w:rsidP="00336EEE">
            <w:pPr>
              <w:tabs>
                <w:tab w:val="left" w:pos="450"/>
              </w:tabs>
              <w:autoSpaceDE w:val="0"/>
              <w:autoSpaceDN w:val="0"/>
              <w:ind w:left="450" w:hanging="450"/>
              <w:rPr>
                <w:sz w:val="22"/>
                <w:szCs w:val="22"/>
              </w:rPr>
            </w:pPr>
            <w:r w:rsidRPr="00924142">
              <w:rPr>
                <w:sz w:val="22"/>
                <w:szCs w:val="22"/>
              </w:rPr>
              <w:t>2.</w:t>
            </w:r>
            <w:r w:rsidRPr="00924142">
              <w:rPr>
                <w:sz w:val="22"/>
                <w:szCs w:val="22"/>
              </w:rPr>
              <w:tab/>
              <w:t>When analyzing a DNA microarray result, the color that indicates activity between the probes and the control sample ONLY.</w:t>
            </w:r>
          </w:p>
          <w:p w14:paraId="54F26780" w14:textId="77777777" w:rsidR="008C5239" w:rsidRPr="00924142" w:rsidRDefault="008C5239" w:rsidP="00336EEE">
            <w:pPr>
              <w:tabs>
                <w:tab w:val="left" w:pos="360"/>
              </w:tabs>
              <w:autoSpaceDE w:val="0"/>
              <w:autoSpaceDN w:val="0"/>
              <w:ind w:left="360" w:hanging="360"/>
            </w:pPr>
          </w:p>
        </w:tc>
        <w:tc>
          <w:tcPr>
            <w:tcW w:w="2538" w:type="dxa"/>
          </w:tcPr>
          <w:p w14:paraId="727970DD" w14:textId="77777777" w:rsidR="008C5239" w:rsidRPr="00924142" w:rsidRDefault="008C5239" w:rsidP="00336EEE">
            <w:pPr>
              <w:rPr>
                <w:b/>
                <w:color w:val="C00000"/>
              </w:rPr>
            </w:pPr>
          </w:p>
        </w:tc>
      </w:tr>
      <w:tr w:rsidR="008C5239" w:rsidRPr="00924142" w14:paraId="32BF50D7" w14:textId="77777777" w:rsidTr="00336EEE">
        <w:tc>
          <w:tcPr>
            <w:tcW w:w="8190" w:type="dxa"/>
          </w:tcPr>
          <w:p w14:paraId="6B2CB0DD" w14:textId="77777777" w:rsidR="008C5239" w:rsidRPr="00924142" w:rsidRDefault="008C5239" w:rsidP="00336EEE">
            <w:pPr>
              <w:tabs>
                <w:tab w:val="left" w:pos="450"/>
              </w:tabs>
              <w:autoSpaceDE w:val="0"/>
              <w:autoSpaceDN w:val="0"/>
              <w:ind w:left="450" w:hanging="450"/>
              <w:rPr>
                <w:sz w:val="22"/>
                <w:szCs w:val="22"/>
              </w:rPr>
            </w:pPr>
            <w:r w:rsidRPr="00924142">
              <w:rPr>
                <w:sz w:val="22"/>
                <w:szCs w:val="22"/>
              </w:rPr>
              <w:t>3.</w:t>
            </w:r>
            <w:r w:rsidRPr="00924142">
              <w:rPr>
                <w:sz w:val="22"/>
                <w:szCs w:val="22"/>
              </w:rPr>
              <w:tab/>
              <w:t xml:space="preserve">A long linear </w:t>
            </w:r>
            <w:r w:rsidR="005D386B">
              <w:rPr>
                <w:sz w:val="22"/>
                <w:szCs w:val="22"/>
              </w:rPr>
              <w:t xml:space="preserve">polymer formed from nucleotide pairs </w:t>
            </w:r>
            <w:r w:rsidRPr="00924142">
              <w:rPr>
                <w:sz w:val="22"/>
                <w:szCs w:val="22"/>
              </w:rPr>
              <w:t>and associated with the transmission of genetic information.</w:t>
            </w:r>
          </w:p>
          <w:p w14:paraId="2C89FD7B" w14:textId="77777777" w:rsidR="008C5239" w:rsidRPr="00924142" w:rsidRDefault="008C5239" w:rsidP="00336EEE">
            <w:pPr>
              <w:tabs>
                <w:tab w:val="left" w:pos="360"/>
              </w:tabs>
              <w:autoSpaceDE w:val="0"/>
              <w:autoSpaceDN w:val="0"/>
              <w:ind w:left="360" w:hanging="360"/>
            </w:pPr>
          </w:p>
        </w:tc>
        <w:tc>
          <w:tcPr>
            <w:tcW w:w="2538" w:type="dxa"/>
          </w:tcPr>
          <w:p w14:paraId="44CE2070" w14:textId="77777777" w:rsidR="008C5239" w:rsidRPr="00924142" w:rsidRDefault="008C5239" w:rsidP="00336EEE">
            <w:pPr>
              <w:rPr>
                <w:b/>
                <w:color w:val="C00000"/>
              </w:rPr>
            </w:pPr>
          </w:p>
        </w:tc>
      </w:tr>
      <w:tr w:rsidR="008C5239" w:rsidRPr="00924142" w14:paraId="309E9F78" w14:textId="77777777" w:rsidTr="00336EEE">
        <w:tc>
          <w:tcPr>
            <w:tcW w:w="8190" w:type="dxa"/>
          </w:tcPr>
          <w:p w14:paraId="708D0E03" w14:textId="77777777" w:rsidR="008C5239" w:rsidRPr="00924142" w:rsidRDefault="008C5239" w:rsidP="00336EEE">
            <w:pPr>
              <w:tabs>
                <w:tab w:val="left" w:pos="450"/>
              </w:tabs>
              <w:autoSpaceDE w:val="0"/>
              <w:autoSpaceDN w:val="0"/>
              <w:ind w:left="450" w:hanging="450"/>
              <w:rPr>
                <w:sz w:val="22"/>
                <w:szCs w:val="22"/>
              </w:rPr>
            </w:pPr>
            <w:r w:rsidRPr="00924142">
              <w:rPr>
                <w:sz w:val="22"/>
                <w:szCs w:val="22"/>
              </w:rPr>
              <w:t>4.</w:t>
            </w:r>
            <w:r w:rsidRPr="00924142">
              <w:rPr>
                <w:sz w:val="22"/>
                <w:szCs w:val="22"/>
              </w:rPr>
              <w:tab/>
              <w:t xml:space="preserve">A process of combining two complementary </w:t>
            </w:r>
            <w:proofErr w:type="spellStart"/>
            <w:r w:rsidRPr="00924142">
              <w:rPr>
                <w:sz w:val="22"/>
                <w:szCs w:val="22"/>
              </w:rPr>
              <w:t>ssDNA</w:t>
            </w:r>
            <w:proofErr w:type="spellEnd"/>
            <w:r w:rsidRPr="00924142">
              <w:rPr>
                <w:sz w:val="22"/>
                <w:szCs w:val="22"/>
              </w:rPr>
              <w:t xml:space="preserve">, from two different sources, into a single </w:t>
            </w:r>
            <w:proofErr w:type="spellStart"/>
            <w:r w:rsidRPr="00924142">
              <w:rPr>
                <w:sz w:val="22"/>
                <w:szCs w:val="22"/>
              </w:rPr>
              <w:t>dsDNA</w:t>
            </w:r>
            <w:proofErr w:type="spellEnd"/>
            <w:r w:rsidRPr="00924142">
              <w:rPr>
                <w:sz w:val="22"/>
                <w:szCs w:val="22"/>
              </w:rPr>
              <w:t xml:space="preserve"> molecule.</w:t>
            </w:r>
          </w:p>
          <w:p w14:paraId="6E5F74FC" w14:textId="77777777" w:rsidR="008C5239" w:rsidRPr="00924142" w:rsidRDefault="008C5239" w:rsidP="00336EEE">
            <w:pPr>
              <w:tabs>
                <w:tab w:val="left" w:pos="360"/>
              </w:tabs>
              <w:autoSpaceDE w:val="0"/>
              <w:autoSpaceDN w:val="0"/>
              <w:ind w:left="360" w:hanging="360"/>
            </w:pPr>
          </w:p>
        </w:tc>
        <w:tc>
          <w:tcPr>
            <w:tcW w:w="2538" w:type="dxa"/>
          </w:tcPr>
          <w:p w14:paraId="5F17D6F7" w14:textId="77777777" w:rsidR="008C5239" w:rsidRPr="00924142" w:rsidRDefault="008C5239" w:rsidP="008C5239">
            <w:pPr>
              <w:rPr>
                <w:b/>
                <w:color w:val="C00000"/>
              </w:rPr>
            </w:pPr>
          </w:p>
        </w:tc>
      </w:tr>
      <w:tr w:rsidR="008C5239" w:rsidRPr="00924142" w14:paraId="6654CE14" w14:textId="77777777" w:rsidTr="00336EEE">
        <w:tc>
          <w:tcPr>
            <w:tcW w:w="8190" w:type="dxa"/>
          </w:tcPr>
          <w:p w14:paraId="50587AFC" w14:textId="77777777" w:rsidR="008C5239" w:rsidRPr="00924142" w:rsidRDefault="008C5239" w:rsidP="00336EEE">
            <w:pPr>
              <w:tabs>
                <w:tab w:val="left" w:pos="450"/>
              </w:tabs>
              <w:autoSpaceDE w:val="0"/>
              <w:autoSpaceDN w:val="0"/>
              <w:ind w:left="450" w:hanging="450"/>
              <w:rPr>
                <w:sz w:val="22"/>
                <w:szCs w:val="22"/>
              </w:rPr>
            </w:pPr>
            <w:r w:rsidRPr="00924142">
              <w:rPr>
                <w:sz w:val="22"/>
                <w:szCs w:val="22"/>
              </w:rPr>
              <w:t>5.</w:t>
            </w:r>
            <w:r w:rsidRPr="00924142">
              <w:rPr>
                <w:sz w:val="22"/>
                <w:szCs w:val="22"/>
              </w:rPr>
              <w:tab/>
              <w:t xml:space="preserve">An address in a DNA microarray containing thousands of the same </w:t>
            </w:r>
            <w:proofErr w:type="spellStart"/>
            <w:r w:rsidRPr="00924142">
              <w:rPr>
                <w:sz w:val="22"/>
                <w:szCs w:val="22"/>
              </w:rPr>
              <w:t>ssDNA</w:t>
            </w:r>
            <w:proofErr w:type="spellEnd"/>
            <w:r w:rsidRPr="00924142">
              <w:rPr>
                <w:sz w:val="22"/>
                <w:szCs w:val="22"/>
              </w:rPr>
              <w:t xml:space="preserve"> probe molecules.</w:t>
            </w:r>
          </w:p>
          <w:p w14:paraId="6D72FED2" w14:textId="77777777" w:rsidR="008C5239" w:rsidRPr="00924142" w:rsidRDefault="008C5239" w:rsidP="00336EEE">
            <w:pPr>
              <w:tabs>
                <w:tab w:val="left" w:pos="360"/>
              </w:tabs>
              <w:autoSpaceDE w:val="0"/>
              <w:autoSpaceDN w:val="0"/>
              <w:ind w:left="360" w:hanging="360"/>
            </w:pPr>
          </w:p>
        </w:tc>
        <w:tc>
          <w:tcPr>
            <w:tcW w:w="2538" w:type="dxa"/>
          </w:tcPr>
          <w:p w14:paraId="6FA69FFE" w14:textId="77777777" w:rsidR="008C5239" w:rsidRPr="00924142" w:rsidRDefault="008C5239" w:rsidP="00336EEE">
            <w:pPr>
              <w:rPr>
                <w:b/>
                <w:color w:val="C00000"/>
              </w:rPr>
            </w:pPr>
          </w:p>
        </w:tc>
      </w:tr>
      <w:tr w:rsidR="008C5239" w:rsidRPr="00924142" w14:paraId="0EFAC903" w14:textId="77777777" w:rsidTr="00336EEE">
        <w:tc>
          <w:tcPr>
            <w:tcW w:w="8190" w:type="dxa"/>
          </w:tcPr>
          <w:p w14:paraId="5E72CA61" w14:textId="77777777" w:rsidR="008C5239" w:rsidRPr="00924142" w:rsidRDefault="008C5239" w:rsidP="00336EEE">
            <w:pPr>
              <w:tabs>
                <w:tab w:val="left" w:pos="450"/>
              </w:tabs>
              <w:autoSpaceDE w:val="0"/>
              <w:autoSpaceDN w:val="0"/>
              <w:ind w:left="450" w:hanging="450"/>
              <w:rPr>
                <w:sz w:val="22"/>
                <w:szCs w:val="22"/>
              </w:rPr>
            </w:pPr>
            <w:r w:rsidRPr="00924142">
              <w:rPr>
                <w:sz w:val="22"/>
                <w:szCs w:val="22"/>
              </w:rPr>
              <w:lastRenderedPageBreak/>
              <w:t>8.</w:t>
            </w:r>
            <w:r w:rsidRPr="00924142">
              <w:rPr>
                <w:sz w:val="22"/>
                <w:szCs w:val="22"/>
              </w:rPr>
              <w:tab/>
              <w:t>Molecules, that when joined together, make up the structural unit of RNA and DNA.</w:t>
            </w:r>
          </w:p>
          <w:p w14:paraId="74CAC167" w14:textId="77777777" w:rsidR="008C5239" w:rsidRPr="00924142" w:rsidRDefault="008C5239" w:rsidP="00336EEE">
            <w:pPr>
              <w:tabs>
                <w:tab w:val="left" w:pos="360"/>
              </w:tabs>
              <w:autoSpaceDE w:val="0"/>
              <w:autoSpaceDN w:val="0"/>
              <w:ind w:left="360" w:hanging="360"/>
            </w:pPr>
          </w:p>
        </w:tc>
        <w:tc>
          <w:tcPr>
            <w:tcW w:w="2538" w:type="dxa"/>
          </w:tcPr>
          <w:p w14:paraId="216A8847" w14:textId="77777777" w:rsidR="008C5239" w:rsidRPr="00924142" w:rsidRDefault="008C5239" w:rsidP="00336EEE">
            <w:pPr>
              <w:rPr>
                <w:b/>
                <w:color w:val="C00000"/>
              </w:rPr>
            </w:pPr>
          </w:p>
        </w:tc>
      </w:tr>
      <w:tr w:rsidR="008C5239" w:rsidRPr="00924142" w14:paraId="1ECC9700" w14:textId="77777777" w:rsidTr="00336EEE">
        <w:tc>
          <w:tcPr>
            <w:tcW w:w="8190" w:type="dxa"/>
          </w:tcPr>
          <w:p w14:paraId="45FE3AED" w14:textId="77777777" w:rsidR="008C5239" w:rsidRPr="00924142" w:rsidRDefault="008C5239" w:rsidP="00336EEE">
            <w:pPr>
              <w:tabs>
                <w:tab w:val="left" w:pos="450"/>
              </w:tabs>
              <w:autoSpaceDE w:val="0"/>
              <w:autoSpaceDN w:val="0"/>
              <w:ind w:left="450" w:hanging="450"/>
              <w:rPr>
                <w:sz w:val="22"/>
                <w:szCs w:val="22"/>
              </w:rPr>
            </w:pPr>
            <w:r w:rsidRPr="00924142">
              <w:rPr>
                <w:sz w:val="22"/>
                <w:szCs w:val="22"/>
              </w:rPr>
              <w:t>9.</w:t>
            </w:r>
            <w:r w:rsidRPr="00924142">
              <w:rPr>
                <w:sz w:val="22"/>
                <w:szCs w:val="22"/>
              </w:rPr>
              <w:tab/>
              <w:t>When analyzing a DNA microarray result, the color that indicates activity only between the probes and the targets from the test sample.</w:t>
            </w:r>
          </w:p>
          <w:p w14:paraId="452770D6" w14:textId="77777777" w:rsidR="008C5239" w:rsidRPr="00924142" w:rsidRDefault="008C5239" w:rsidP="00336EEE">
            <w:pPr>
              <w:tabs>
                <w:tab w:val="left" w:pos="360"/>
              </w:tabs>
              <w:autoSpaceDE w:val="0"/>
              <w:autoSpaceDN w:val="0"/>
              <w:ind w:left="360" w:hanging="360"/>
            </w:pPr>
          </w:p>
        </w:tc>
        <w:tc>
          <w:tcPr>
            <w:tcW w:w="2538" w:type="dxa"/>
          </w:tcPr>
          <w:p w14:paraId="15209A4F" w14:textId="77777777" w:rsidR="008C5239" w:rsidRPr="00924142" w:rsidRDefault="008C5239" w:rsidP="00336EEE">
            <w:pPr>
              <w:rPr>
                <w:b/>
                <w:color w:val="C00000"/>
              </w:rPr>
            </w:pPr>
          </w:p>
        </w:tc>
      </w:tr>
      <w:tr w:rsidR="008C5239" w:rsidRPr="00924142" w14:paraId="2448F88A" w14:textId="77777777" w:rsidTr="00336EEE">
        <w:tc>
          <w:tcPr>
            <w:tcW w:w="8190" w:type="dxa"/>
          </w:tcPr>
          <w:p w14:paraId="29C9ADB9" w14:textId="77777777" w:rsidR="008C5239" w:rsidRPr="00924142" w:rsidRDefault="008C5239" w:rsidP="00336EEE">
            <w:pPr>
              <w:tabs>
                <w:tab w:val="left" w:pos="450"/>
              </w:tabs>
              <w:autoSpaceDE w:val="0"/>
              <w:autoSpaceDN w:val="0"/>
              <w:ind w:left="450" w:hanging="450"/>
              <w:rPr>
                <w:sz w:val="22"/>
                <w:szCs w:val="22"/>
              </w:rPr>
            </w:pPr>
            <w:r w:rsidRPr="00924142">
              <w:rPr>
                <w:sz w:val="22"/>
                <w:szCs w:val="22"/>
              </w:rPr>
              <w:t>11.</w:t>
            </w:r>
            <w:r w:rsidRPr="00924142">
              <w:rPr>
                <w:sz w:val="22"/>
                <w:szCs w:val="22"/>
              </w:rPr>
              <w:tab/>
              <w:t>Sugar and ______________ groups form the ladder or rails of the DNA helix.</w:t>
            </w:r>
          </w:p>
          <w:p w14:paraId="391A5A10" w14:textId="77777777" w:rsidR="008C5239" w:rsidRPr="00924142" w:rsidRDefault="008C5239" w:rsidP="00336EEE">
            <w:pPr>
              <w:tabs>
                <w:tab w:val="left" w:pos="360"/>
              </w:tabs>
              <w:autoSpaceDE w:val="0"/>
              <w:autoSpaceDN w:val="0"/>
              <w:ind w:left="360" w:hanging="360"/>
            </w:pPr>
          </w:p>
        </w:tc>
        <w:tc>
          <w:tcPr>
            <w:tcW w:w="2538" w:type="dxa"/>
          </w:tcPr>
          <w:p w14:paraId="42FDF912" w14:textId="77777777" w:rsidR="008C5239" w:rsidRPr="00924142" w:rsidRDefault="008C5239" w:rsidP="00336EEE">
            <w:pPr>
              <w:rPr>
                <w:b/>
                <w:color w:val="C00000"/>
              </w:rPr>
            </w:pPr>
          </w:p>
        </w:tc>
      </w:tr>
      <w:tr w:rsidR="008C5239" w:rsidRPr="00924142" w14:paraId="05F9305A" w14:textId="77777777" w:rsidTr="00336EEE">
        <w:tc>
          <w:tcPr>
            <w:tcW w:w="8190" w:type="dxa"/>
          </w:tcPr>
          <w:p w14:paraId="1E73872C" w14:textId="77777777" w:rsidR="008C5239" w:rsidRPr="00924142" w:rsidRDefault="008C5239" w:rsidP="00336EEE">
            <w:pPr>
              <w:tabs>
                <w:tab w:val="left" w:pos="450"/>
              </w:tabs>
              <w:autoSpaceDE w:val="0"/>
              <w:autoSpaceDN w:val="0"/>
              <w:ind w:left="450" w:hanging="450"/>
              <w:rPr>
                <w:sz w:val="22"/>
                <w:szCs w:val="22"/>
              </w:rPr>
            </w:pPr>
            <w:r w:rsidRPr="00924142">
              <w:rPr>
                <w:sz w:val="22"/>
                <w:szCs w:val="22"/>
              </w:rPr>
              <w:t>13.</w:t>
            </w:r>
            <w:r w:rsidRPr="00924142">
              <w:rPr>
                <w:sz w:val="22"/>
                <w:szCs w:val="22"/>
              </w:rPr>
              <w:tab/>
              <w:t>A molecule consisting of a long, usually single-stranded chain</w:t>
            </w:r>
            <w:r w:rsidR="005D386B">
              <w:rPr>
                <w:sz w:val="22"/>
                <w:szCs w:val="22"/>
              </w:rPr>
              <w:t xml:space="preserve"> of</w:t>
            </w:r>
            <w:r w:rsidRPr="00924142">
              <w:rPr>
                <w:sz w:val="22"/>
                <w:szCs w:val="22"/>
              </w:rPr>
              <w:t xml:space="preserve"> nucleotides with the bases adenine, guanine, cytosine, and uracil.</w:t>
            </w:r>
          </w:p>
          <w:p w14:paraId="51156FEF" w14:textId="77777777" w:rsidR="008C5239" w:rsidRPr="00924142" w:rsidRDefault="008C5239" w:rsidP="00336EEE">
            <w:pPr>
              <w:tabs>
                <w:tab w:val="left" w:pos="360"/>
              </w:tabs>
              <w:autoSpaceDE w:val="0"/>
              <w:autoSpaceDN w:val="0"/>
              <w:ind w:left="360" w:hanging="360"/>
            </w:pPr>
          </w:p>
        </w:tc>
        <w:tc>
          <w:tcPr>
            <w:tcW w:w="2538" w:type="dxa"/>
          </w:tcPr>
          <w:p w14:paraId="3E741292" w14:textId="77777777" w:rsidR="008C5239" w:rsidRPr="00924142" w:rsidRDefault="008C5239" w:rsidP="00336EEE">
            <w:pPr>
              <w:rPr>
                <w:b/>
                <w:color w:val="C00000"/>
              </w:rPr>
            </w:pPr>
          </w:p>
        </w:tc>
      </w:tr>
      <w:tr w:rsidR="008C5239" w:rsidRPr="00924142" w14:paraId="58058E49" w14:textId="77777777" w:rsidTr="00336EEE">
        <w:tc>
          <w:tcPr>
            <w:tcW w:w="8190" w:type="dxa"/>
          </w:tcPr>
          <w:p w14:paraId="43C0A0D8" w14:textId="77777777" w:rsidR="008C5239" w:rsidRPr="00924142" w:rsidRDefault="008C5239" w:rsidP="00336EEE">
            <w:pPr>
              <w:tabs>
                <w:tab w:val="left" w:pos="450"/>
              </w:tabs>
              <w:autoSpaceDE w:val="0"/>
              <w:autoSpaceDN w:val="0"/>
              <w:ind w:left="450" w:hanging="450"/>
              <w:rPr>
                <w:sz w:val="22"/>
                <w:szCs w:val="22"/>
              </w:rPr>
            </w:pPr>
            <w:r w:rsidRPr="00924142">
              <w:rPr>
                <w:sz w:val="22"/>
                <w:szCs w:val="22"/>
              </w:rPr>
              <w:t>14.</w:t>
            </w:r>
            <w:r w:rsidRPr="00924142">
              <w:rPr>
                <w:sz w:val="22"/>
                <w:szCs w:val="22"/>
              </w:rPr>
              <w:tab/>
              <w:t>The two strands of a DNA molecule are held together by ____________________ bonds.</w:t>
            </w:r>
          </w:p>
          <w:p w14:paraId="4FE7687E" w14:textId="77777777" w:rsidR="008C5239" w:rsidRPr="00924142" w:rsidRDefault="008C5239" w:rsidP="00336EEE">
            <w:pPr>
              <w:tabs>
                <w:tab w:val="left" w:pos="360"/>
              </w:tabs>
              <w:autoSpaceDE w:val="0"/>
              <w:autoSpaceDN w:val="0"/>
              <w:ind w:left="360" w:hanging="360"/>
            </w:pPr>
          </w:p>
        </w:tc>
        <w:tc>
          <w:tcPr>
            <w:tcW w:w="2538" w:type="dxa"/>
          </w:tcPr>
          <w:p w14:paraId="7BA0846F" w14:textId="77777777" w:rsidR="008C5239" w:rsidRPr="00924142" w:rsidRDefault="008C5239" w:rsidP="00336EEE">
            <w:pPr>
              <w:rPr>
                <w:b/>
                <w:color w:val="C00000"/>
              </w:rPr>
            </w:pPr>
          </w:p>
        </w:tc>
      </w:tr>
      <w:tr w:rsidR="008C5239" w:rsidRPr="00924142" w14:paraId="23044987" w14:textId="77777777" w:rsidTr="00336EEE">
        <w:tc>
          <w:tcPr>
            <w:tcW w:w="8190" w:type="dxa"/>
          </w:tcPr>
          <w:p w14:paraId="68305903" w14:textId="77777777" w:rsidR="008C5239" w:rsidRPr="00924142" w:rsidRDefault="008C5239" w:rsidP="00336EEE">
            <w:pPr>
              <w:tabs>
                <w:tab w:val="left" w:pos="450"/>
              </w:tabs>
              <w:autoSpaceDE w:val="0"/>
              <w:autoSpaceDN w:val="0"/>
              <w:ind w:left="450" w:hanging="450"/>
              <w:rPr>
                <w:sz w:val="22"/>
                <w:szCs w:val="22"/>
              </w:rPr>
            </w:pPr>
            <w:r w:rsidRPr="00924142">
              <w:rPr>
                <w:sz w:val="22"/>
                <w:szCs w:val="22"/>
              </w:rPr>
              <w:t>15.</w:t>
            </w:r>
            <w:r w:rsidRPr="00924142">
              <w:rPr>
                <w:sz w:val="22"/>
                <w:szCs w:val="22"/>
              </w:rPr>
              <w:tab/>
              <w:t>The process in which each strand of a double-stranded DNA molecule serves as template for the reproduction of two identical DNA molecules.</w:t>
            </w:r>
          </w:p>
          <w:p w14:paraId="21D3C7C5" w14:textId="77777777" w:rsidR="008C5239" w:rsidRPr="00924142" w:rsidRDefault="008C5239" w:rsidP="00336EEE">
            <w:pPr>
              <w:tabs>
                <w:tab w:val="left" w:pos="360"/>
              </w:tabs>
              <w:autoSpaceDE w:val="0"/>
              <w:autoSpaceDN w:val="0"/>
              <w:ind w:left="360" w:hanging="360"/>
            </w:pPr>
          </w:p>
        </w:tc>
        <w:tc>
          <w:tcPr>
            <w:tcW w:w="2538" w:type="dxa"/>
          </w:tcPr>
          <w:p w14:paraId="54A397D3" w14:textId="77777777" w:rsidR="008C5239" w:rsidRPr="00924142" w:rsidRDefault="008C5239" w:rsidP="00336EEE">
            <w:pPr>
              <w:rPr>
                <w:b/>
                <w:color w:val="C00000"/>
              </w:rPr>
            </w:pPr>
          </w:p>
        </w:tc>
      </w:tr>
      <w:tr w:rsidR="008C5239" w:rsidRPr="00924142" w14:paraId="01A44691" w14:textId="77777777" w:rsidTr="00336EEE">
        <w:tc>
          <w:tcPr>
            <w:tcW w:w="8190" w:type="dxa"/>
          </w:tcPr>
          <w:p w14:paraId="76858BA5" w14:textId="77777777" w:rsidR="008C5239" w:rsidRPr="00924142" w:rsidRDefault="008C5239" w:rsidP="00336EEE">
            <w:pPr>
              <w:tabs>
                <w:tab w:val="left" w:pos="450"/>
              </w:tabs>
              <w:autoSpaceDE w:val="0"/>
              <w:autoSpaceDN w:val="0"/>
              <w:ind w:left="450" w:hanging="450"/>
              <w:rPr>
                <w:sz w:val="22"/>
                <w:szCs w:val="22"/>
              </w:rPr>
            </w:pPr>
            <w:r w:rsidRPr="00924142">
              <w:rPr>
                <w:sz w:val="22"/>
                <w:szCs w:val="22"/>
              </w:rPr>
              <w:t>17.</w:t>
            </w:r>
            <w:r w:rsidRPr="00924142">
              <w:rPr>
                <w:sz w:val="22"/>
                <w:szCs w:val="22"/>
              </w:rPr>
              <w:tab/>
              <w:t>When analyzing a DNA microarray result, the color that indicates probe-target activity between both the control and test samples.</w:t>
            </w:r>
          </w:p>
          <w:p w14:paraId="7C4B1D58" w14:textId="77777777" w:rsidR="008C5239" w:rsidRPr="00924142" w:rsidRDefault="008C5239" w:rsidP="00336EEE">
            <w:pPr>
              <w:tabs>
                <w:tab w:val="left" w:pos="360"/>
              </w:tabs>
              <w:autoSpaceDE w:val="0"/>
              <w:autoSpaceDN w:val="0"/>
              <w:ind w:left="360" w:hanging="360"/>
            </w:pPr>
          </w:p>
        </w:tc>
        <w:tc>
          <w:tcPr>
            <w:tcW w:w="2538" w:type="dxa"/>
          </w:tcPr>
          <w:p w14:paraId="68B1A217" w14:textId="77777777" w:rsidR="008C5239" w:rsidRPr="00924142" w:rsidRDefault="008C5239" w:rsidP="00336EEE">
            <w:pPr>
              <w:rPr>
                <w:b/>
                <w:color w:val="C00000"/>
              </w:rPr>
            </w:pPr>
          </w:p>
        </w:tc>
      </w:tr>
      <w:tr w:rsidR="008C5239" w:rsidRPr="00924142" w14:paraId="431A4709" w14:textId="77777777" w:rsidTr="00336EEE">
        <w:tc>
          <w:tcPr>
            <w:tcW w:w="8190" w:type="dxa"/>
          </w:tcPr>
          <w:p w14:paraId="1633E5F8" w14:textId="77777777" w:rsidR="008C5239" w:rsidRPr="00924142" w:rsidRDefault="008C5239" w:rsidP="00336EEE">
            <w:pPr>
              <w:tabs>
                <w:tab w:val="left" w:pos="450"/>
              </w:tabs>
              <w:autoSpaceDE w:val="0"/>
              <w:autoSpaceDN w:val="0"/>
              <w:ind w:left="450" w:hanging="450"/>
              <w:rPr>
                <w:sz w:val="22"/>
                <w:szCs w:val="22"/>
              </w:rPr>
            </w:pPr>
            <w:r w:rsidRPr="00924142">
              <w:rPr>
                <w:sz w:val="22"/>
                <w:szCs w:val="22"/>
              </w:rPr>
              <w:t>18.</w:t>
            </w:r>
            <w:r w:rsidRPr="00924142">
              <w:rPr>
                <w:sz w:val="22"/>
                <w:szCs w:val="22"/>
              </w:rPr>
              <w:tab/>
              <w:t xml:space="preserve">To change the molecular structure and characteristics of a molecule by chemical or physical means.  Also to divide a </w:t>
            </w:r>
            <w:proofErr w:type="spellStart"/>
            <w:r w:rsidRPr="00924142">
              <w:rPr>
                <w:sz w:val="22"/>
                <w:szCs w:val="22"/>
              </w:rPr>
              <w:t>dsDNA</w:t>
            </w:r>
            <w:proofErr w:type="spellEnd"/>
            <w:r w:rsidRPr="00924142">
              <w:rPr>
                <w:sz w:val="22"/>
                <w:szCs w:val="22"/>
              </w:rPr>
              <w:t xml:space="preserve"> into two </w:t>
            </w:r>
            <w:proofErr w:type="spellStart"/>
            <w:r w:rsidRPr="00924142">
              <w:rPr>
                <w:sz w:val="22"/>
                <w:szCs w:val="22"/>
              </w:rPr>
              <w:t>ssDNAs</w:t>
            </w:r>
            <w:proofErr w:type="spellEnd"/>
            <w:r w:rsidRPr="00924142">
              <w:rPr>
                <w:sz w:val="22"/>
                <w:szCs w:val="22"/>
              </w:rPr>
              <w:t>.</w:t>
            </w:r>
          </w:p>
          <w:p w14:paraId="600A24E6" w14:textId="77777777" w:rsidR="008C5239" w:rsidRPr="00924142" w:rsidRDefault="008C5239" w:rsidP="00336EEE">
            <w:pPr>
              <w:tabs>
                <w:tab w:val="left" w:pos="360"/>
              </w:tabs>
              <w:autoSpaceDE w:val="0"/>
              <w:autoSpaceDN w:val="0"/>
              <w:ind w:left="360" w:hanging="360"/>
            </w:pPr>
          </w:p>
        </w:tc>
        <w:tc>
          <w:tcPr>
            <w:tcW w:w="2538" w:type="dxa"/>
          </w:tcPr>
          <w:p w14:paraId="00366DAD" w14:textId="77777777" w:rsidR="008C5239" w:rsidRPr="00924142" w:rsidRDefault="008C5239" w:rsidP="00336EEE">
            <w:pPr>
              <w:rPr>
                <w:b/>
                <w:color w:val="C00000"/>
              </w:rPr>
            </w:pPr>
          </w:p>
        </w:tc>
      </w:tr>
      <w:tr w:rsidR="008C5239" w:rsidRPr="00924142" w14:paraId="0376DFFF" w14:textId="77777777" w:rsidTr="00336EEE">
        <w:tc>
          <w:tcPr>
            <w:tcW w:w="8190" w:type="dxa"/>
          </w:tcPr>
          <w:p w14:paraId="6223FF28" w14:textId="77777777" w:rsidR="008C5239" w:rsidRPr="00924142" w:rsidRDefault="008C5239" w:rsidP="00336EEE">
            <w:pPr>
              <w:tabs>
                <w:tab w:val="left" w:pos="450"/>
              </w:tabs>
              <w:autoSpaceDE w:val="0"/>
              <w:autoSpaceDN w:val="0"/>
              <w:ind w:left="450" w:hanging="450"/>
              <w:rPr>
                <w:sz w:val="22"/>
                <w:szCs w:val="22"/>
              </w:rPr>
            </w:pPr>
            <w:r w:rsidRPr="00924142">
              <w:rPr>
                <w:sz w:val="22"/>
                <w:szCs w:val="22"/>
              </w:rPr>
              <w:t>20.</w:t>
            </w:r>
            <w:r w:rsidRPr="00924142">
              <w:rPr>
                <w:sz w:val="22"/>
                <w:szCs w:val="22"/>
              </w:rPr>
              <w:tab/>
              <w:t>An organism’s genetic material which is made up of molecules of DNA and found in the nucleus of eukaryotic cells and in the cytoplasm of prokaryotic cells.</w:t>
            </w:r>
          </w:p>
          <w:p w14:paraId="1A00966C" w14:textId="77777777" w:rsidR="008C5239" w:rsidRPr="00924142" w:rsidRDefault="008C5239" w:rsidP="00336EEE">
            <w:pPr>
              <w:tabs>
                <w:tab w:val="left" w:pos="360"/>
              </w:tabs>
              <w:autoSpaceDE w:val="0"/>
              <w:autoSpaceDN w:val="0"/>
              <w:ind w:left="360" w:hanging="360"/>
            </w:pPr>
          </w:p>
        </w:tc>
        <w:tc>
          <w:tcPr>
            <w:tcW w:w="2538" w:type="dxa"/>
          </w:tcPr>
          <w:p w14:paraId="23976E80" w14:textId="77777777" w:rsidR="008C5239" w:rsidRPr="00924142" w:rsidRDefault="008C5239" w:rsidP="00336EEE">
            <w:pPr>
              <w:rPr>
                <w:b/>
                <w:color w:val="C00000"/>
              </w:rPr>
            </w:pPr>
          </w:p>
        </w:tc>
      </w:tr>
      <w:tr w:rsidR="008C5239" w:rsidRPr="00924142" w14:paraId="76BA5348" w14:textId="77777777" w:rsidTr="00336EEE">
        <w:tc>
          <w:tcPr>
            <w:tcW w:w="8190" w:type="dxa"/>
          </w:tcPr>
          <w:p w14:paraId="027BF5A9" w14:textId="77777777" w:rsidR="008C5239" w:rsidRPr="00924142" w:rsidRDefault="008C5239" w:rsidP="00336EEE">
            <w:pPr>
              <w:tabs>
                <w:tab w:val="left" w:pos="450"/>
              </w:tabs>
              <w:autoSpaceDE w:val="0"/>
              <w:autoSpaceDN w:val="0"/>
              <w:ind w:left="450" w:hanging="450"/>
              <w:rPr>
                <w:sz w:val="22"/>
                <w:szCs w:val="22"/>
              </w:rPr>
            </w:pPr>
            <w:r w:rsidRPr="00924142">
              <w:rPr>
                <w:sz w:val="22"/>
                <w:szCs w:val="22"/>
              </w:rPr>
              <w:t>23.</w:t>
            </w:r>
            <w:r w:rsidRPr="00924142">
              <w:rPr>
                <w:sz w:val="22"/>
                <w:szCs w:val="22"/>
              </w:rPr>
              <w:tab/>
              <w:t>A gene expression _____________ is developed from information about all messenger RNAs (mRNAs) that are made in various cell types.</w:t>
            </w:r>
          </w:p>
          <w:p w14:paraId="688BF476" w14:textId="77777777" w:rsidR="008C5239" w:rsidRPr="00924142" w:rsidRDefault="008C5239" w:rsidP="00336EEE">
            <w:pPr>
              <w:tabs>
                <w:tab w:val="left" w:pos="360"/>
              </w:tabs>
              <w:autoSpaceDE w:val="0"/>
              <w:autoSpaceDN w:val="0"/>
              <w:ind w:left="360" w:hanging="360"/>
            </w:pPr>
          </w:p>
        </w:tc>
        <w:tc>
          <w:tcPr>
            <w:tcW w:w="2538" w:type="dxa"/>
          </w:tcPr>
          <w:p w14:paraId="5C2E492E" w14:textId="77777777" w:rsidR="008C5239" w:rsidRPr="00924142" w:rsidRDefault="008C5239" w:rsidP="00336EEE">
            <w:pPr>
              <w:rPr>
                <w:b/>
                <w:color w:val="C00000"/>
              </w:rPr>
            </w:pPr>
          </w:p>
        </w:tc>
      </w:tr>
      <w:tr w:rsidR="008C5239" w:rsidRPr="00924142" w14:paraId="5FA3DB4C" w14:textId="77777777" w:rsidTr="00336EEE">
        <w:tc>
          <w:tcPr>
            <w:tcW w:w="8190" w:type="dxa"/>
          </w:tcPr>
          <w:p w14:paraId="6519EEBC" w14:textId="77777777" w:rsidR="008C5239" w:rsidRPr="00924142" w:rsidRDefault="008C5239" w:rsidP="00336EEE">
            <w:pPr>
              <w:tabs>
                <w:tab w:val="left" w:pos="450"/>
              </w:tabs>
              <w:autoSpaceDE w:val="0"/>
              <w:autoSpaceDN w:val="0"/>
              <w:ind w:left="450" w:hanging="450"/>
              <w:rPr>
                <w:sz w:val="22"/>
                <w:szCs w:val="22"/>
              </w:rPr>
            </w:pPr>
            <w:r w:rsidRPr="00924142">
              <w:rPr>
                <w:sz w:val="22"/>
                <w:szCs w:val="22"/>
              </w:rPr>
              <w:t>25.</w:t>
            </w:r>
            <w:r w:rsidRPr="00924142">
              <w:rPr>
                <w:sz w:val="22"/>
                <w:szCs w:val="22"/>
              </w:rPr>
              <w:tab/>
              <w:t>A laboratory technique that can amplify the amount of DNA from a tiny sample to a large amount within just a few hours.</w:t>
            </w:r>
          </w:p>
          <w:p w14:paraId="2EE88C9F" w14:textId="77777777" w:rsidR="008C5239" w:rsidRPr="00924142" w:rsidRDefault="008C5239" w:rsidP="00336EEE">
            <w:pPr>
              <w:tabs>
                <w:tab w:val="left" w:pos="360"/>
              </w:tabs>
              <w:autoSpaceDE w:val="0"/>
              <w:autoSpaceDN w:val="0"/>
              <w:ind w:left="360" w:hanging="360"/>
            </w:pPr>
          </w:p>
        </w:tc>
        <w:tc>
          <w:tcPr>
            <w:tcW w:w="2538" w:type="dxa"/>
          </w:tcPr>
          <w:p w14:paraId="2A677FF0" w14:textId="77777777" w:rsidR="008C5239" w:rsidRPr="00924142" w:rsidRDefault="008C5239" w:rsidP="00336EEE">
            <w:pPr>
              <w:rPr>
                <w:b/>
                <w:color w:val="C00000"/>
              </w:rPr>
            </w:pPr>
          </w:p>
        </w:tc>
      </w:tr>
      <w:tr w:rsidR="008C5239" w:rsidRPr="00924142" w14:paraId="4D67B9A5" w14:textId="77777777" w:rsidTr="00336EEE">
        <w:tc>
          <w:tcPr>
            <w:tcW w:w="8190" w:type="dxa"/>
          </w:tcPr>
          <w:p w14:paraId="2C20ECE5" w14:textId="77777777" w:rsidR="008C5239" w:rsidRPr="00924142" w:rsidRDefault="008C5239" w:rsidP="00336EEE">
            <w:pPr>
              <w:tabs>
                <w:tab w:val="left" w:pos="450"/>
              </w:tabs>
              <w:autoSpaceDE w:val="0"/>
              <w:autoSpaceDN w:val="0"/>
              <w:ind w:left="450" w:hanging="450"/>
              <w:rPr>
                <w:sz w:val="22"/>
                <w:szCs w:val="22"/>
              </w:rPr>
            </w:pPr>
            <w:r w:rsidRPr="00924142">
              <w:rPr>
                <w:sz w:val="22"/>
                <w:szCs w:val="22"/>
              </w:rPr>
              <w:t>26.</w:t>
            </w:r>
            <w:r w:rsidRPr="00924142">
              <w:rPr>
                <w:sz w:val="22"/>
                <w:szCs w:val="22"/>
              </w:rPr>
              <w:tab/>
              <w:t>The abbreviated form of the term that represents a short fragment of single-stranded DNA typically 5 to 50 nucleotides long.</w:t>
            </w:r>
          </w:p>
          <w:p w14:paraId="062CD174" w14:textId="77777777" w:rsidR="008C5239" w:rsidRPr="00924142" w:rsidRDefault="008C5239" w:rsidP="00336EEE">
            <w:pPr>
              <w:tabs>
                <w:tab w:val="left" w:pos="360"/>
              </w:tabs>
              <w:autoSpaceDE w:val="0"/>
              <w:autoSpaceDN w:val="0"/>
              <w:ind w:left="360" w:hanging="360"/>
            </w:pPr>
          </w:p>
        </w:tc>
        <w:tc>
          <w:tcPr>
            <w:tcW w:w="2538" w:type="dxa"/>
          </w:tcPr>
          <w:p w14:paraId="006C14D4" w14:textId="77777777" w:rsidR="008C5239" w:rsidRPr="00924142" w:rsidRDefault="008C5239" w:rsidP="00336EEE">
            <w:pPr>
              <w:rPr>
                <w:b/>
                <w:color w:val="C00000"/>
              </w:rPr>
            </w:pPr>
          </w:p>
        </w:tc>
      </w:tr>
      <w:tr w:rsidR="008C5239" w:rsidRPr="00924142" w14:paraId="19D134E4" w14:textId="77777777" w:rsidTr="00336EEE">
        <w:tc>
          <w:tcPr>
            <w:tcW w:w="8190" w:type="dxa"/>
          </w:tcPr>
          <w:p w14:paraId="1F49C45D" w14:textId="77777777" w:rsidR="008C5239" w:rsidRPr="00924142" w:rsidRDefault="008C5239" w:rsidP="00336EEE">
            <w:pPr>
              <w:tabs>
                <w:tab w:val="left" w:pos="450"/>
              </w:tabs>
              <w:autoSpaceDE w:val="0"/>
              <w:autoSpaceDN w:val="0"/>
              <w:ind w:left="450" w:hanging="450"/>
              <w:rPr>
                <w:sz w:val="22"/>
                <w:szCs w:val="22"/>
              </w:rPr>
            </w:pPr>
            <w:r w:rsidRPr="00924142">
              <w:rPr>
                <w:sz w:val="22"/>
                <w:szCs w:val="22"/>
              </w:rPr>
              <w:t>27.</w:t>
            </w:r>
            <w:r w:rsidRPr="00924142">
              <w:rPr>
                <w:sz w:val="22"/>
                <w:szCs w:val="22"/>
              </w:rPr>
              <w:tab/>
            </w:r>
            <w:proofErr w:type="spellStart"/>
            <w:proofErr w:type="gramStart"/>
            <w:r w:rsidRPr="00924142">
              <w:rPr>
                <w:sz w:val="22"/>
                <w:szCs w:val="22"/>
              </w:rPr>
              <w:t>ssDNA</w:t>
            </w:r>
            <w:proofErr w:type="spellEnd"/>
            <w:proofErr w:type="gramEnd"/>
            <w:r w:rsidRPr="00924142">
              <w:rPr>
                <w:sz w:val="22"/>
                <w:szCs w:val="22"/>
              </w:rPr>
              <w:t xml:space="preserve"> that is complementary to a mRNA that has been synthesized by reverse transcription.</w:t>
            </w:r>
          </w:p>
          <w:p w14:paraId="6BFEE56C" w14:textId="77777777" w:rsidR="008C5239" w:rsidRPr="00924142" w:rsidRDefault="008C5239" w:rsidP="00336EEE">
            <w:pPr>
              <w:tabs>
                <w:tab w:val="left" w:pos="360"/>
              </w:tabs>
              <w:autoSpaceDE w:val="0"/>
              <w:autoSpaceDN w:val="0"/>
              <w:ind w:left="360" w:hanging="360"/>
            </w:pPr>
          </w:p>
        </w:tc>
        <w:tc>
          <w:tcPr>
            <w:tcW w:w="2538" w:type="dxa"/>
          </w:tcPr>
          <w:p w14:paraId="2CB43E92" w14:textId="77777777" w:rsidR="008C5239" w:rsidRPr="00924142" w:rsidRDefault="008C5239" w:rsidP="008C5239">
            <w:pPr>
              <w:rPr>
                <w:b/>
                <w:color w:val="C00000"/>
              </w:rPr>
            </w:pPr>
          </w:p>
        </w:tc>
      </w:tr>
      <w:tr w:rsidR="008C5239" w:rsidRPr="00924142" w14:paraId="47B4278D" w14:textId="77777777" w:rsidTr="00336EEE">
        <w:tc>
          <w:tcPr>
            <w:tcW w:w="8190" w:type="dxa"/>
          </w:tcPr>
          <w:p w14:paraId="09E6DE1B" w14:textId="77777777" w:rsidR="008C5239" w:rsidRPr="00924142" w:rsidRDefault="008C5239" w:rsidP="00336EEE">
            <w:pPr>
              <w:tabs>
                <w:tab w:val="left" w:pos="360"/>
              </w:tabs>
              <w:autoSpaceDE w:val="0"/>
              <w:autoSpaceDN w:val="0"/>
              <w:ind w:left="360" w:hanging="360"/>
            </w:pPr>
            <w:r w:rsidRPr="00924142">
              <w:rPr>
                <w:sz w:val="22"/>
                <w:szCs w:val="22"/>
              </w:rPr>
              <w:t>29.  A change in a single nucleotide in the DNA sequence or when two DNA sequences are identical except for one nucleotide (e.g., A-C-T-C-A-G and A-C-G-C-A-G)</w:t>
            </w:r>
          </w:p>
        </w:tc>
        <w:tc>
          <w:tcPr>
            <w:tcW w:w="2538" w:type="dxa"/>
          </w:tcPr>
          <w:p w14:paraId="78E36C06" w14:textId="77777777" w:rsidR="008C5239" w:rsidRPr="00924142" w:rsidRDefault="008C5239" w:rsidP="00336EEE">
            <w:pPr>
              <w:rPr>
                <w:b/>
                <w:color w:val="C00000"/>
              </w:rPr>
            </w:pPr>
          </w:p>
        </w:tc>
      </w:tr>
    </w:tbl>
    <w:p w14:paraId="655E3259" w14:textId="77777777" w:rsidR="00097D8B" w:rsidRDefault="00097D8B"/>
    <w:tbl>
      <w:tblPr>
        <w:tblW w:w="0" w:type="auto"/>
        <w:tblInd w:w="29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530"/>
      </w:tblGrid>
      <w:tr w:rsidR="00585DE8" w:rsidRPr="009D3D76" w14:paraId="378BE41A" w14:textId="77777777" w:rsidTr="00667EB8">
        <w:trPr>
          <w:cantSplit/>
          <w:trHeight w:val="576"/>
        </w:trPr>
        <w:tc>
          <w:tcPr>
            <w:tcW w:w="10530" w:type="dxa"/>
            <w:vAlign w:val="bottom"/>
          </w:tcPr>
          <w:p w14:paraId="69BE7046" w14:textId="77777777" w:rsidR="00585DE8" w:rsidRPr="00C176E4" w:rsidRDefault="0031041E" w:rsidP="00CA6ED1">
            <w:pPr>
              <w:pStyle w:val="lvl1Text"/>
              <w:rPr>
                <w:sz w:val="24"/>
                <w:szCs w:val="24"/>
              </w:rPr>
            </w:pPr>
            <w:r w:rsidRPr="00C176E4">
              <w:rPr>
                <w:sz w:val="24"/>
                <w:szCs w:val="24"/>
              </w:rPr>
              <w:lastRenderedPageBreak/>
              <w:t xml:space="preserve">DNA Terminology </w:t>
            </w:r>
            <w:r w:rsidR="00585DE8" w:rsidRPr="00C176E4">
              <w:rPr>
                <w:sz w:val="24"/>
                <w:szCs w:val="24"/>
              </w:rPr>
              <w:t>Match Activity:  Match the following terms to their</w:t>
            </w:r>
            <w:r w:rsidR="00866357" w:rsidRPr="00C176E4">
              <w:rPr>
                <w:sz w:val="24"/>
                <w:szCs w:val="24"/>
              </w:rPr>
              <w:t xml:space="preserve"> definitions</w:t>
            </w:r>
            <w:r w:rsidR="00585DE8" w:rsidRPr="00C176E4">
              <w:rPr>
                <w:sz w:val="24"/>
                <w:szCs w:val="24"/>
              </w:rPr>
              <w:t>.</w:t>
            </w:r>
          </w:p>
          <w:p w14:paraId="49E61581" w14:textId="77777777" w:rsidR="00866357" w:rsidRPr="00585DE8" w:rsidRDefault="00866357" w:rsidP="00CA6ED1">
            <w:pPr>
              <w:pStyle w:val="lvl1Text"/>
              <w:rPr>
                <w:sz w:val="24"/>
                <w:szCs w:val="24"/>
              </w:rPr>
            </w:pPr>
          </w:p>
          <w:tbl>
            <w:tblPr>
              <w:tblStyle w:val="TableGrid"/>
              <w:tblW w:w="10300" w:type="dxa"/>
              <w:tblLayout w:type="fixed"/>
              <w:tblLook w:val="04A0" w:firstRow="1" w:lastRow="0" w:firstColumn="1" w:lastColumn="0" w:noHBand="0" w:noVBand="1"/>
            </w:tblPr>
            <w:tblGrid>
              <w:gridCol w:w="965"/>
              <w:gridCol w:w="2340"/>
              <w:gridCol w:w="6995"/>
            </w:tblGrid>
            <w:tr w:rsidR="00585DE8" w14:paraId="708CD923" w14:textId="77777777" w:rsidTr="00B07C3D">
              <w:tc>
                <w:tcPr>
                  <w:tcW w:w="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D3DB2B" w14:textId="77777777" w:rsidR="00585DE8" w:rsidRPr="00B07C3D" w:rsidRDefault="00585DE8" w:rsidP="00CA6ED1">
                  <w:pPr>
                    <w:pStyle w:val="lvl1Text"/>
                    <w:rPr>
                      <w:szCs w:val="24"/>
                    </w:rPr>
                  </w:pPr>
                  <w:r w:rsidRPr="00B07C3D">
                    <w:rPr>
                      <w:szCs w:val="24"/>
                    </w:rPr>
                    <w:t>Answer</w:t>
                  </w:r>
                </w:p>
              </w:tc>
              <w:tc>
                <w:tcPr>
                  <w:tcW w:w="2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8BCA46" w14:textId="77777777" w:rsidR="00585DE8" w:rsidRPr="00B07C3D" w:rsidRDefault="00585DE8" w:rsidP="00CA6ED1">
                  <w:pPr>
                    <w:pStyle w:val="lvl1Text"/>
                    <w:rPr>
                      <w:szCs w:val="24"/>
                    </w:rPr>
                  </w:pPr>
                  <w:r w:rsidRPr="00B07C3D">
                    <w:rPr>
                      <w:szCs w:val="24"/>
                    </w:rPr>
                    <w:t>Terms</w:t>
                  </w:r>
                </w:p>
              </w:tc>
              <w:tc>
                <w:tcPr>
                  <w:tcW w:w="6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DBCE7A" w14:textId="77777777" w:rsidR="00585DE8" w:rsidRPr="00B07C3D" w:rsidRDefault="00585DE8" w:rsidP="00CA6ED1">
                  <w:pPr>
                    <w:pStyle w:val="lvl1Text"/>
                    <w:rPr>
                      <w:szCs w:val="24"/>
                    </w:rPr>
                  </w:pPr>
                  <w:r w:rsidRPr="00B07C3D">
                    <w:rPr>
                      <w:szCs w:val="24"/>
                    </w:rPr>
                    <w:t>Definitions</w:t>
                  </w:r>
                </w:p>
              </w:tc>
            </w:tr>
            <w:tr w:rsidR="00585DE8" w14:paraId="74C71C67" w14:textId="77777777" w:rsidTr="00B07C3D">
              <w:tc>
                <w:tcPr>
                  <w:tcW w:w="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73041B" w14:textId="77777777" w:rsidR="00585DE8" w:rsidRPr="00021C02" w:rsidRDefault="00585DE8" w:rsidP="00021C02">
                  <w:pPr>
                    <w:pStyle w:val="lvl1Text"/>
                    <w:jc w:val="center"/>
                    <w:rPr>
                      <w:color w:val="C00000"/>
                      <w:szCs w:val="24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716B54" w14:textId="77777777" w:rsidR="00585DE8" w:rsidRPr="00B07C3D" w:rsidRDefault="00585DE8" w:rsidP="00CA6ED1">
                  <w:pPr>
                    <w:pStyle w:val="lvl1Text"/>
                    <w:rPr>
                      <w:b w:val="0"/>
                      <w:szCs w:val="24"/>
                    </w:rPr>
                  </w:pPr>
                  <w:r w:rsidRPr="00B07C3D">
                    <w:rPr>
                      <w:b w:val="0"/>
                      <w:szCs w:val="24"/>
                    </w:rPr>
                    <w:t>Genes</w:t>
                  </w:r>
                </w:p>
              </w:tc>
              <w:tc>
                <w:tcPr>
                  <w:tcW w:w="6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2F6875" w14:textId="77777777" w:rsidR="00585DE8" w:rsidRPr="00B07C3D" w:rsidRDefault="00B473AB" w:rsidP="00B07C3D">
                  <w:pPr>
                    <w:pStyle w:val="lvl1Text"/>
                    <w:numPr>
                      <w:ilvl w:val="0"/>
                      <w:numId w:val="22"/>
                    </w:numPr>
                    <w:ind w:left="342"/>
                    <w:rPr>
                      <w:b w:val="0"/>
                      <w:szCs w:val="24"/>
                    </w:rPr>
                  </w:pPr>
                  <w:r w:rsidRPr="00B07C3D">
                    <w:rPr>
                      <w:b w:val="0"/>
                      <w:szCs w:val="24"/>
                    </w:rPr>
                    <w:t xml:space="preserve">A process of combining two complementary </w:t>
                  </w:r>
                  <w:proofErr w:type="spellStart"/>
                  <w:r w:rsidRPr="00B07C3D">
                    <w:rPr>
                      <w:b w:val="0"/>
                      <w:szCs w:val="24"/>
                    </w:rPr>
                    <w:t>ssDNA</w:t>
                  </w:r>
                  <w:proofErr w:type="spellEnd"/>
                  <w:r w:rsidRPr="00B07C3D">
                    <w:rPr>
                      <w:b w:val="0"/>
                      <w:szCs w:val="24"/>
                    </w:rPr>
                    <w:t xml:space="preserve"> from different sources into one </w:t>
                  </w:r>
                  <w:proofErr w:type="spellStart"/>
                  <w:r w:rsidRPr="00B07C3D">
                    <w:rPr>
                      <w:b w:val="0"/>
                      <w:szCs w:val="24"/>
                    </w:rPr>
                    <w:t>dsDNA</w:t>
                  </w:r>
                  <w:proofErr w:type="spellEnd"/>
                </w:p>
              </w:tc>
            </w:tr>
            <w:tr w:rsidR="00B07C3D" w14:paraId="7F1ACDE8" w14:textId="77777777" w:rsidTr="00B07C3D">
              <w:tc>
                <w:tcPr>
                  <w:tcW w:w="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999BB3" w14:textId="77777777" w:rsidR="00B07C3D" w:rsidRPr="00021C02" w:rsidRDefault="00B07C3D" w:rsidP="00021C02">
                  <w:pPr>
                    <w:pStyle w:val="lvl1Text"/>
                    <w:jc w:val="center"/>
                    <w:rPr>
                      <w:color w:val="C00000"/>
                      <w:szCs w:val="24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F6D44E" w14:textId="77777777" w:rsidR="00B07C3D" w:rsidRPr="00B07C3D" w:rsidRDefault="00B07C3D" w:rsidP="00CA6ED1">
                  <w:pPr>
                    <w:pStyle w:val="lvl1Text"/>
                    <w:rPr>
                      <w:b w:val="0"/>
                      <w:szCs w:val="24"/>
                    </w:rPr>
                  </w:pPr>
                  <w:r w:rsidRPr="00B07C3D">
                    <w:rPr>
                      <w:b w:val="0"/>
                      <w:szCs w:val="24"/>
                    </w:rPr>
                    <w:t>Alleles</w:t>
                  </w:r>
                </w:p>
              </w:tc>
              <w:tc>
                <w:tcPr>
                  <w:tcW w:w="6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3B899A" w14:textId="77777777" w:rsidR="00B07C3D" w:rsidRPr="00B07C3D" w:rsidRDefault="00B07C3D" w:rsidP="00B46B59">
                  <w:pPr>
                    <w:pStyle w:val="lvl1Text"/>
                    <w:numPr>
                      <w:ilvl w:val="0"/>
                      <w:numId w:val="22"/>
                    </w:numPr>
                    <w:ind w:left="342"/>
                    <w:rPr>
                      <w:b w:val="0"/>
                      <w:szCs w:val="24"/>
                    </w:rPr>
                  </w:pPr>
                  <w:r w:rsidRPr="00B07C3D">
                    <w:rPr>
                      <w:b w:val="0"/>
                      <w:szCs w:val="24"/>
                    </w:rPr>
                    <w:t>A process in which ultra violet light and masks are used to fabricate micro-size devices.</w:t>
                  </w:r>
                </w:p>
              </w:tc>
            </w:tr>
            <w:tr w:rsidR="00B07C3D" w14:paraId="181FAF60" w14:textId="77777777" w:rsidTr="00B07C3D">
              <w:tc>
                <w:tcPr>
                  <w:tcW w:w="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5A2BE0" w14:textId="77777777" w:rsidR="00B07C3D" w:rsidRPr="00021C02" w:rsidRDefault="00B07C3D" w:rsidP="00021C02">
                  <w:pPr>
                    <w:pStyle w:val="lvl1Text"/>
                    <w:jc w:val="center"/>
                    <w:rPr>
                      <w:color w:val="C00000"/>
                      <w:szCs w:val="24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520E1D" w14:textId="77777777" w:rsidR="00B07C3D" w:rsidRPr="00B07C3D" w:rsidRDefault="00B07C3D" w:rsidP="00B46B59">
                  <w:pPr>
                    <w:pStyle w:val="lvl1Text"/>
                    <w:rPr>
                      <w:b w:val="0"/>
                      <w:szCs w:val="24"/>
                    </w:rPr>
                  </w:pPr>
                  <w:r w:rsidRPr="00B07C3D">
                    <w:rPr>
                      <w:b w:val="0"/>
                      <w:szCs w:val="24"/>
                    </w:rPr>
                    <w:t>Gene Sequence</w:t>
                  </w:r>
                </w:p>
              </w:tc>
              <w:tc>
                <w:tcPr>
                  <w:tcW w:w="6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F42AEE" w14:textId="77777777" w:rsidR="00B07C3D" w:rsidRPr="00B07C3D" w:rsidRDefault="00B07C3D" w:rsidP="00B46B59">
                  <w:pPr>
                    <w:pStyle w:val="lvl1Text"/>
                    <w:numPr>
                      <w:ilvl w:val="0"/>
                      <w:numId w:val="22"/>
                    </w:numPr>
                    <w:ind w:left="342"/>
                    <w:rPr>
                      <w:b w:val="0"/>
                      <w:szCs w:val="24"/>
                    </w:rPr>
                  </w:pPr>
                  <w:r w:rsidRPr="00B07C3D">
                    <w:rPr>
                      <w:b w:val="0"/>
                      <w:szCs w:val="24"/>
                    </w:rPr>
                    <w:t>A control that uses each feature in an array to make a comparison of the DNA in the test and control samples.</w:t>
                  </w:r>
                </w:p>
              </w:tc>
            </w:tr>
            <w:tr w:rsidR="00B07C3D" w14:paraId="56ECBFA6" w14:textId="77777777" w:rsidTr="00B07C3D">
              <w:tc>
                <w:tcPr>
                  <w:tcW w:w="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97B139" w14:textId="77777777" w:rsidR="00B07C3D" w:rsidRPr="00021C02" w:rsidRDefault="00B07C3D" w:rsidP="00021C02">
                  <w:pPr>
                    <w:pStyle w:val="lvl1Text"/>
                    <w:jc w:val="center"/>
                    <w:rPr>
                      <w:color w:val="C00000"/>
                      <w:szCs w:val="24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7685C9" w14:textId="77777777" w:rsidR="00B07C3D" w:rsidRPr="00B07C3D" w:rsidRDefault="00B07C3D" w:rsidP="00B46B59">
                  <w:pPr>
                    <w:pStyle w:val="lvl1Text"/>
                    <w:rPr>
                      <w:b w:val="0"/>
                      <w:szCs w:val="24"/>
                    </w:rPr>
                  </w:pPr>
                  <w:r w:rsidRPr="00B07C3D">
                    <w:rPr>
                      <w:b w:val="0"/>
                      <w:szCs w:val="24"/>
                    </w:rPr>
                    <w:t>Nitrogenous bases</w:t>
                  </w:r>
                </w:p>
              </w:tc>
              <w:tc>
                <w:tcPr>
                  <w:tcW w:w="6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F7650F" w14:textId="77777777" w:rsidR="00B07C3D" w:rsidRPr="00B07C3D" w:rsidRDefault="00B07C3D" w:rsidP="00B46B59">
                  <w:pPr>
                    <w:pStyle w:val="lvl1Text"/>
                    <w:numPr>
                      <w:ilvl w:val="0"/>
                      <w:numId w:val="22"/>
                    </w:numPr>
                    <w:ind w:left="342"/>
                    <w:rPr>
                      <w:b w:val="0"/>
                      <w:szCs w:val="24"/>
                    </w:rPr>
                  </w:pPr>
                  <w:r w:rsidRPr="00B07C3D">
                    <w:rPr>
                      <w:b w:val="0"/>
                      <w:szCs w:val="24"/>
                    </w:rPr>
                    <w:t xml:space="preserve">When a gene’s mRNA copies to </w:t>
                  </w:r>
                  <w:proofErr w:type="spellStart"/>
                  <w:r w:rsidRPr="00B07C3D">
                    <w:rPr>
                      <w:b w:val="0"/>
                      <w:szCs w:val="24"/>
                    </w:rPr>
                    <w:t>cDNA</w:t>
                  </w:r>
                  <w:proofErr w:type="spellEnd"/>
                  <w:r w:rsidRPr="00B07C3D">
                    <w:rPr>
                      <w:b w:val="0"/>
                      <w:szCs w:val="24"/>
                    </w:rPr>
                    <w:t>.</w:t>
                  </w:r>
                </w:p>
              </w:tc>
            </w:tr>
            <w:tr w:rsidR="00B07C3D" w14:paraId="0E11C4B8" w14:textId="77777777" w:rsidTr="00B07C3D">
              <w:tc>
                <w:tcPr>
                  <w:tcW w:w="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811CEB" w14:textId="77777777" w:rsidR="00B07C3D" w:rsidRPr="00021C02" w:rsidRDefault="00B07C3D" w:rsidP="00021C02">
                  <w:pPr>
                    <w:pStyle w:val="lvl1Text"/>
                    <w:jc w:val="center"/>
                    <w:rPr>
                      <w:color w:val="C00000"/>
                      <w:szCs w:val="24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3F4681" w14:textId="77777777" w:rsidR="00B07C3D" w:rsidRPr="00B07C3D" w:rsidRDefault="00B07C3D" w:rsidP="00B46B59">
                  <w:pPr>
                    <w:pStyle w:val="lvl1Text"/>
                    <w:rPr>
                      <w:b w:val="0"/>
                      <w:szCs w:val="24"/>
                    </w:rPr>
                  </w:pPr>
                  <w:r w:rsidRPr="00B07C3D">
                    <w:rPr>
                      <w:b w:val="0"/>
                      <w:szCs w:val="24"/>
                    </w:rPr>
                    <w:t>A Nucleotide</w:t>
                  </w:r>
                </w:p>
              </w:tc>
              <w:tc>
                <w:tcPr>
                  <w:tcW w:w="6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808240" w14:textId="77777777" w:rsidR="00B07C3D" w:rsidRPr="00B07C3D" w:rsidRDefault="00B07C3D" w:rsidP="005D386B">
                  <w:pPr>
                    <w:pStyle w:val="lvl1Text"/>
                    <w:numPr>
                      <w:ilvl w:val="0"/>
                      <w:numId w:val="22"/>
                    </w:numPr>
                    <w:ind w:left="342"/>
                    <w:rPr>
                      <w:b w:val="0"/>
                      <w:szCs w:val="24"/>
                    </w:rPr>
                  </w:pPr>
                  <w:r w:rsidRPr="00B07C3D">
                    <w:rPr>
                      <w:b w:val="0"/>
                      <w:szCs w:val="24"/>
                    </w:rPr>
                    <w:t xml:space="preserve">A short nucleic acid polymer, typically 20 – 50 </w:t>
                  </w:r>
                  <w:r w:rsidR="005D386B">
                    <w:rPr>
                      <w:b w:val="0"/>
                      <w:szCs w:val="24"/>
                    </w:rPr>
                    <w:t>nucleotides</w:t>
                  </w:r>
                  <w:r w:rsidRPr="00B07C3D">
                    <w:rPr>
                      <w:b w:val="0"/>
                      <w:szCs w:val="24"/>
                    </w:rPr>
                    <w:t xml:space="preserve"> long.</w:t>
                  </w:r>
                </w:p>
              </w:tc>
            </w:tr>
            <w:tr w:rsidR="00B07C3D" w14:paraId="29D6F5AC" w14:textId="77777777" w:rsidTr="00B07C3D">
              <w:tc>
                <w:tcPr>
                  <w:tcW w:w="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B476CC" w14:textId="77777777" w:rsidR="00B07C3D" w:rsidRPr="00021C02" w:rsidRDefault="00B07C3D" w:rsidP="00021C02">
                  <w:pPr>
                    <w:pStyle w:val="lvl1Text"/>
                    <w:jc w:val="center"/>
                    <w:rPr>
                      <w:color w:val="C00000"/>
                      <w:szCs w:val="24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3E538A" w14:textId="77777777" w:rsidR="00B07C3D" w:rsidRPr="00B07C3D" w:rsidRDefault="00B07C3D" w:rsidP="00B46B59">
                  <w:pPr>
                    <w:pStyle w:val="lvl1Text"/>
                    <w:rPr>
                      <w:b w:val="0"/>
                      <w:szCs w:val="24"/>
                    </w:rPr>
                  </w:pPr>
                  <w:r w:rsidRPr="00B07C3D">
                    <w:rPr>
                      <w:b w:val="0"/>
                      <w:szCs w:val="24"/>
                    </w:rPr>
                    <w:t>mRNA</w:t>
                  </w:r>
                </w:p>
              </w:tc>
              <w:tc>
                <w:tcPr>
                  <w:tcW w:w="6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17B065" w14:textId="77777777" w:rsidR="00B07C3D" w:rsidRPr="00B07C3D" w:rsidRDefault="00B07C3D" w:rsidP="00B46B59">
                  <w:pPr>
                    <w:pStyle w:val="lvl1Text"/>
                    <w:numPr>
                      <w:ilvl w:val="0"/>
                      <w:numId w:val="22"/>
                    </w:numPr>
                    <w:ind w:left="342"/>
                    <w:rPr>
                      <w:b w:val="0"/>
                      <w:szCs w:val="24"/>
                    </w:rPr>
                  </w:pPr>
                  <w:r w:rsidRPr="00B07C3D">
                    <w:rPr>
                      <w:b w:val="0"/>
                      <w:szCs w:val="24"/>
                    </w:rPr>
                    <w:t>The use of UV light to degrade the blocking agent on top of a nucleotide base in the feature of an array.</w:t>
                  </w:r>
                </w:p>
              </w:tc>
            </w:tr>
            <w:tr w:rsidR="00B07C3D" w14:paraId="7F9CC4BE" w14:textId="77777777" w:rsidTr="00B07C3D">
              <w:tc>
                <w:tcPr>
                  <w:tcW w:w="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9B9F4D" w14:textId="77777777" w:rsidR="00B07C3D" w:rsidRPr="00021C02" w:rsidRDefault="00B07C3D" w:rsidP="00021C02">
                  <w:pPr>
                    <w:pStyle w:val="lvl1Text"/>
                    <w:jc w:val="center"/>
                    <w:rPr>
                      <w:color w:val="C00000"/>
                      <w:szCs w:val="24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3B2252" w14:textId="77777777" w:rsidR="00B07C3D" w:rsidRPr="00B07C3D" w:rsidRDefault="00B07C3D" w:rsidP="00B46B59">
                  <w:pPr>
                    <w:pStyle w:val="lvl1Text"/>
                    <w:rPr>
                      <w:b w:val="0"/>
                      <w:szCs w:val="24"/>
                    </w:rPr>
                  </w:pPr>
                  <w:r w:rsidRPr="00B07C3D">
                    <w:rPr>
                      <w:b w:val="0"/>
                      <w:szCs w:val="24"/>
                    </w:rPr>
                    <w:t>Reverse Transcription</w:t>
                  </w:r>
                </w:p>
              </w:tc>
              <w:tc>
                <w:tcPr>
                  <w:tcW w:w="6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A052FE" w14:textId="77777777" w:rsidR="00B07C3D" w:rsidRPr="00B07C3D" w:rsidRDefault="00B07C3D" w:rsidP="00B46B59">
                  <w:pPr>
                    <w:pStyle w:val="lvl1Text"/>
                    <w:numPr>
                      <w:ilvl w:val="0"/>
                      <w:numId w:val="22"/>
                    </w:numPr>
                    <w:ind w:left="342"/>
                    <w:rPr>
                      <w:b w:val="0"/>
                      <w:szCs w:val="24"/>
                    </w:rPr>
                  </w:pPr>
                  <w:r w:rsidRPr="00B07C3D">
                    <w:rPr>
                      <w:b w:val="0"/>
                      <w:szCs w:val="24"/>
                    </w:rPr>
                    <w:t>One member of a pair or variation of a gene that occupy a specific position on a specific chromosome.</w:t>
                  </w:r>
                </w:p>
              </w:tc>
            </w:tr>
            <w:tr w:rsidR="00B07C3D" w14:paraId="56E88362" w14:textId="77777777" w:rsidTr="00B07C3D">
              <w:tc>
                <w:tcPr>
                  <w:tcW w:w="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34B192" w14:textId="77777777" w:rsidR="00B07C3D" w:rsidRPr="00021C02" w:rsidRDefault="00B07C3D" w:rsidP="00021C02">
                  <w:pPr>
                    <w:pStyle w:val="lvl1Text"/>
                    <w:jc w:val="center"/>
                    <w:rPr>
                      <w:color w:val="C00000"/>
                      <w:szCs w:val="24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8D1451" w14:textId="77777777" w:rsidR="00B07C3D" w:rsidRPr="00B07C3D" w:rsidRDefault="00B07C3D" w:rsidP="00B46B59">
                  <w:pPr>
                    <w:pStyle w:val="lvl1Text"/>
                    <w:rPr>
                      <w:b w:val="0"/>
                      <w:szCs w:val="24"/>
                    </w:rPr>
                  </w:pPr>
                  <w:proofErr w:type="spellStart"/>
                  <w:r w:rsidRPr="00B07C3D">
                    <w:rPr>
                      <w:b w:val="0"/>
                      <w:szCs w:val="24"/>
                    </w:rPr>
                    <w:t>cDNA</w:t>
                  </w:r>
                  <w:proofErr w:type="spellEnd"/>
                </w:p>
              </w:tc>
              <w:tc>
                <w:tcPr>
                  <w:tcW w:w="6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513EF1" w14:textId="77777777" w:rsidR="00B07C3D" w:rsidRPr="00B07C3D" w:rsidRDefault="000601A6" w:rsidP="00B46B59">
                  <w:pPr>
                    <w:pStyle w:val="lvl1Text"/>
                    <w:numPr>
                      <w:ilvl w:val="0"/>
                      <w:numId w:val="22"/>
                    </w:numPr>
                    <w:ind w:left="342"/>
                    <w:rPr>
                      <w:b w:val="0"/>
                      <w:szCs w:val="24"/>
                    </w:rPr>
                  </w:pPr>
                  <w:r w:rsidRPr="00B07C3D">
                    <w:rPr>
                      <w:b w:val="0"/>
                      <w:szCs w:val="24"/>
                    </w:rPr>
                    <w:t xml:space="preserve">A base </w:t>
                  </w:r>
                  <w:r>
                    <w:rPr>
                      <w:b w:val="0"/>
                      <w:szCs w:val="24"/>
                    </w:rPr>
                    <w:t>with a sugar and at least one phosphate</w:t>
                  </w:r>
                </w:p>
              </w:tc>
            </w:tr>
            <w:tr w:rsidR="00B07C3D" w14:paraId="6F5936DB" w14:textId="77777777" w:rsidTr="00B07C3D">
              <w:tc>
                <w:tcPr>
                  <w:tcW w:w="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052CA8" w14:textId="77777777" w:rsidR="00B07C3D" w:rsidRPr="00021C02" w:rsidRDefault="00B07C3D" w:rsidP="00021C02">
                  <w:pPr>
                    <w:pStyle w:val="lvl1Text"/>
                    <w:jc w:val="center"/>
                    <w:rPr>
                      <w:color w:val="C00000"/>
                      <w:szCs w:val="24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8EEBA5" w14:textId="77777777" w:rsidR="00B07C3D" w:rsidRPr="00B07C3D" w:rsidRDefault="00B07C3D" w:rsidP="00B46B59">
                  <w:pPr>
                    <w:pStyle w:val="lvl1Text"/>
                    <w:rPr>
                      <w:b w:val="0"/>
                      <w:szCs w:val="24"/>
                    </w:rPr>
                  </w:pPr>
                  <w:r w:rsidRPr="00B07C3D">
                    <w:rPr>
                      <w:b w:val="0"/>
                      <w:szCs w:val="24"/>
                    </w:rPr>
                    <w:t>Hybridization</w:t>
                  </w:r>
                </w:p>
              </w:tc>
              <w:tc>
                <w:tcPr>
                  <w:tcW w:w="6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F2DEC6" w14:textId="77777777" w:rsidR="00B07C3D" w:rsidRPr="00B07C3D" w:rsidRDefault="00B07C3D" w:rsidP="00B46B59">
                  <w:pPr>
                    <w:pStyle w:val="lvl1Text"/>
                    <w:numPr>
                      <w:ilvl w:val="0"/>
                      <w:numId w:val="22"/>
                    </w:numPr>
                    <w:ind w:left="342"/>
                    <w:rPr>
                      <w:b w:val="0"/>
                      <w:szCs w:val="24"/>
                    </w:rPr>
                  </w:pPr>
                  <w:r w:rsidRPr="00B07C3D">
                    <w:rPr>
                      <w:b w:val="0"/>
                      <w:szCs w:val="24"/>
                    </w:rPr>
                    <w:t xml:space="preserve">In a microarray, the type of controls used to verify the overall performance of the array and analytical technique.  </w:t>
                  </w:r>
                </w:p>
              </w:tc>
            </w:tr>
            <w:tr w:rsidR="00B07C3D" w14:paraId="6D66A3EC" w14:textId="77777777" w:rsidTr="00B07C3D">
              <w:tc>
                <w:tcPr>
                  <w:tcW w:w="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9A6319" w14:textId="77777777" w:rsidR="00B07C3D" w:rsidRPr="00021C02" w:rsidRDefault="00B07C3D" w:rsidP="00021C02">
                  <w:pPr>
                    <w:pStyle w:val="lvl1Text"/>
                    <w:jc w:val="center"/>
                    <w:rPr>
                      <w:color w:val="C00000"/>
                      <w:szCs w:val="24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D89384" w14:textId="77777777" w:rsidR="00B07C3D" w:rsidRPr="00B07C3D" w:rsidRDefault="00B07C3D" w:rsidP="00B46B59">
                  <w:pPr>
                    <w:pStyle w:val="lvl1Text"/>
                    <w:rPr>
                      <w:b w:val="0"/>
                      <w:szCs w:val="24"/>
                    </w:rPr>
                  </w:pPr>
                  <w:r w:rsidRPr="00B07C3D">
                    <w:rPr>
                      <w:b w:val="0"/>
                      <w:szCs w:val="24"/>
                    </w:rPr>
                    <w:t>Oligonucleotide</w:t>
                  </w:r>
                </w:p>
              </w:tc>
              <w:tc>
                <w:tcPr>
                  <w:tcW w:w="6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A01C32" w14:textId="77777777" w:rsidR="00B07C3D" w:rsidRPr="00B07C3D" w:rsidRDefault="00B07C3D" w:rsidP="00B46B59">
                  <w:pPr>
                    <w:pStyle w:val="lvl1Text"/>
                    <w:numPr>
                      <w:ilvl w:val="0"/>
                      <w:numId w:val="22"/>
                    </w:numPr>
                    <w:ind w:left="342"/>
                    <w:rPr>
                      <w:b w:val="0"/>
                      <w:szCs w:val="24"/>
                    </w:rPr>
                  </w:pPr>
                  <w:r w:rsidRPr="00B07C3D">
                    <w:rPr>
                      <w:b w:val="0"/>
                      <w:szCs w:val="24"/>
                    </w:rPr>
                    <w:t>An address of a microarray that contain hundreds or thousands of the same oligonucleotide.</w:t>
                  </w:r>
                </w:p>
              </w:tc>
            </w:tr>
            <w:tr w:rsidR="00B07C3D" w14:paraId="5068DDDB" w14:textId="77777777" w:rsidTr="00B07C3D">
              <w:tc>
                <w:tcPr>
                  <w:tcW w:w="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AB74F2" w14:textId="77777777" w:rsidR="00B07C3D" w:rsidRPr="00021C02" w:rsidRDefault="00B07C3D" w:rsidP="00021C02">
                  <w:pPr>
                    <w:pStyle w:val="lvl1Text"/>
                    <w:jc w:val="center"/>
                    <w:rPr>
                      <w:color w:val="C00000"/>
                      <w:szCs w:val="24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B22414" w14:textId="77777777" w:rsidR="00B07C3D" w:rsidRPr="00B07C3D" w:rsidRDefault="00B07C3D" w:rsidP="00B46B59">
                  <w:pPr>
                    <w:pStyle w:val="lvl1Text"/>
                    <w:rPr>
                      <w:b w:val="0"/>
                      <w:szCs w:val="24"/>
                    </w:rPr>
                  </w:pPr>
                  <w:r w:rsidRPr="00B07C3D">
                    <w:rPr>
                      <w:b w:val="0"/>
                      <w:szCs w:val="24"/>
                    </w:rPr>
                    <w:t>DNA hybrid</w:t>
                  </w:r>
                </w:p>
              </w:tc>
              <w:tc>
                <w:tcPr>
                  <w:tcW w:w="6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1F0DFF" w14:textId="77777777" w:rsidR="00B07C3D" w:rsidRPr="00B07C3D" w:rsidRDefault="00B07C3D" w:rsidP="00B46B59">
                  <w:pPr>
                    <w:pStyle w:val="lvl1Text"/>
                    <w:numPr>
                      <w:ilvl w:val="0"/>
                      <w:numId w:val="22"/>
                    </w:numPr>
                    <w:ind w:left="342"/>
                    <w:rPr>
                      <w:b w:val="0"/>
                      <w:szCs w:val="24"/>
                    </w:rPr>
                  </w:pPr>
                  <w:r w:rsidRPr="00B07C3D">
                    <w:rPr>
                      <w:b w:val="0"/>
                      <w:szCs w:val="24"/>
                    </w:rPr>
                    <w:t>The basic biological unit of heredity.</w:t>
                  </w:r>
                </w:p>
              </w:tc>
            </w:tr>
            <w:tr w:rsidR="00021C02" w14:paraId="5615B5AA" w14:textId="77777777" w:rsidTr="00B07C3D">
              <w:tc>
                <w:tcPr>
                  <w:tcW w:w="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13FBD0" w14:textId="77777777" w:rsidR="00021C02" w:rsidRPr="00021C02" w:rsidRDefault="00021C02" w:rsidP="00021C02">
                  <w:pPr>
                    <w:pStyle w:val="lvl1Text"/>
                    <w:jc w:val="center"/>
                    <w:rPr>
                      <w:color w:val="C00000"/>
                      <w:szCs w:val="24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B051ED" w14:textId="77777777" w:rsidR="00021C02" w:rsidRPr="00B07C3D" w:rsidRDefault="00021C02" w:rsidP="00B46B59">
                  <w:pPr>
                    <w:pStyle w:val="lvl1Text"/>
                    <w:rPr>
                      <w:b w:val="0"/>
                      <w:szCs w:val="24"/>
                    </w:rPr>
                  </w:pPr>
                  <w:r w:rsidRPr="00B07C3D">
                    <w:rPr>
                      <w:b w:val="0"/>
                      <w:szCs w:val="24"/>
                    </w:rPr>
                    <w:t>Gene expression arrays</w:t>
                  </w:r>
                </w:p>
              </w:tc>
              <w:tc>
                <w:tcPr>
                  <w:tcW w:w="6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43B224" w14:textId="77777777" w:rsidR="00021C02" w:rsidRPr="00B07C3D" w:rsidRDefault="00021C02" w:rsidP="00B46B59">
                  <w:pPr>
                    <w:pStyle w:val="lvl1Text"/>
                    <w:numPr>
                      <w:ilvl w:val="0"/>
                      <w:numId w:val="22"/>
                    </w:numPr>
                    <w:ind w:left="342"/>
                    <w:rPr>
                      <w:b w:val="0"/>
                      <w:szCs w:val="24"/>
                    </w:rPr>
                  </w:pPr>
                  <w:r w:rsidRPr="00B07C3D">
                    <w:rPr>
                      <w:b w:val="0"/>
                      <w:szCs w:val="24"/>
                    </w:rPr>
                    <w:t xml:space="preserve">When a base attaches to a </w:t>
                  </w:r>
                  <w:proofErr w:type="spellStart"/>
                  <w:r w:rsidRPr="00B07C3D">
                    <w:rPr>
                      <w:b w:val="0"/>
                      <w:szCs w:val="24"/>
                    </w:rPr>
                    <w:t>deprotected</w:t>
                  </w:r>
                  <w:proofErr w:type="spellEnd"/>
                  <w:r w:rsidRPr="00B07C3D">
                    <w:rPr>
                      <w:b w:val="0"/>
                      <w:szCs w:val="24"/>
                    </w:rPr>
                    <w:t xml:space="preserve"> base in a feature of a DNA microarray.</w:t>
                  </w:r>
                </w:p>
              </w:tc>
            </w:tr>
            <w:tr w:rsidR="00021C02" w14:paraId="1E0E932A" w14:textId="77777777" w:rsidTr="00B07C3D">
              <w:tc>
                <w:tcPr>
                  <w:tcW w:w="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E72981" w14:textId="77777777" w:rsidR="00021C02" w:rsidRPr="00021C02" w:rsidRDefault="00021C02" w:rsidP="00021C02">
                  <w:pPr>
                    <w:pStyle w:val="lvl1Text"/>
                    <w:jc w:val="center"/>
                    <w:rPr>
                      <w:color w:val="C00000"/>
                      <w:szCs w:val="24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2FFF2C" w14:textId="77777777" w:rsidR="00021C02" w:rsidRPr="00B07C3D" w:rsidRDefault="00021C02" w:rsidP="00B46B59">
                  <w:pPr>
                    <w:pStyle w:val="lvl1Text"/>
                    <w:rPr>
                      <w:b w:val="0"/>
                      <w:szCs w:val="24"/>
                    </w:rPr>
                  </w:pPr>
                  <w:r w:rsidRPr="00B07C3D">
                    <w:rPr>
                      <w:b w:val="0"/>
                      <w:szCs w:val="24"/>
                    </w:rPr>
                    <w:t>Microarray feature</w:t>
                  </w:r>
                </w:p>
              </w:tc>
              <w:tc>
                <w:tcPr>
                  <w:tcW w:w="6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5D157F" w14:textId="77777777" w:rsidR="00021C02" w:rsidRPr="00B07C3D" w:rsidRDefault="00021C02" w:rsidP="00B46B59">
                  <w:pPr>
                    <w:pStyle w:val="lvl1Text"/>
                    <w:numPr>
                      <w:ilvl w:val="0"/>
                      <w:numId w:val="22"/>
                    </w:numPr>
                    <w:ind w:left="342"/>
                    <w:rPr>
                      <w:b w:val="0"/>
                      <w:szCs w:val="24"/>
                    </w:rPr>
                  </w:pPr>
                  <w:r w:rsidRPr="00B07C3D">
                    <w:rPr>
                      <w:b w:val="0"/>
                      <w:szCs w:val="24"/>
                    </w:rPr>
                    <w:t xml:space="preserve">Arrays that detect the “expression levels” in a sample – when mRNA copies to </w:t>
                  </w:r>
                  <w:proofErr w:type="spellStart"/>
                  <w:r w:rsidRPr="00B07C3D">
                    <w:rPr>
                      <w:b w:val="0"/>
                      <w:szCs w:val="24"/>
                    </w:rPr>
                    <w:t>cDNA</w:t>
                  </w:r>
                  <w:proofErr w:type="spellEnd"/>
                  <w:r w:rsidRPr="00B07C3D">
                    <w:rPr>
                      <w:b w:val="0"/>
                      <w:szCs w:val="24"/>
                    </w:rPr>
                    <w:t>.</w:t>
                  </w:r>
                </w:p>
              </w:tc>
            </w:tr>
            <w:tr w:rsidR="00021C02" w14:paraId="64D58A80" w14:textId="77777777" w:rsidTr="00B07C3D">
              <w:tc>
                <w:tcPr>
                  <w:tcW w:w="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30668F" w14:textId="77777777" w:rsidR="00021C02" w:rsidRPr="00021C02" w:rsidRDefault="00021C02" w:rsidP="00021C02">
                  <w:pPr>
                    <w:pStyle w:val="lvl1Text"/>
                    <w:jc w:val="center"/>
                    <w:rPr>
                      <w:color w:val="C00000"/>
                      <w:szCs w:val="24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DB4D8C" w14:textId="77777777" w:rsidR="00021C02" w:rsidRPr="00B07C3D" w:rsidRDefault="00021C02" w:rsidP="00B46B59">
                  <w:pPr>
                    <w:pStyle w:val="lvl1Text"/>
                    <w:rPr>
                      <w:b w:val="0"/>
                      <w:szCs w:val="24"/>
                    </w:rPr>
                  </w:pPr>
                  <w:r w:rsidRPr="00B07C3D">
                    <w:rPr>
                      <w:b w:val="0"/>
                      <w:szCs w:val="24"/>
                    </w:rPr>
                    <w:t>Positive and negative</w:t>
                  </w:r>
                  <w:r w:rsidR="0031041E">
                    <w:rPr>
                      <w:b w:val="0"/>
                      <w:szCs w:val="24"/>
                    </w:rPr>
                    <w:t xml:space="preserve"> control</w:t>
                  </w:r>
                </w:p>
              </w:tc>
              <w:tc>
                <w:tcPr>
                  <w:tcW w:w="6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3AC648" w14:textId="77777777" w:rsidR="00021C02" w:rsidRPr="00B07C3D" w:rsidRDefault="00021C02" w:rsidP="00B46B59">
                  <w:pPr>
                    <w:pStyle w:val="lvl1Text"/>
                    <w:numPr>
                      <w:ilvl w:val="0"/>
                      <w:numId w:val="22"/>
                    </w:numPr>
                    <w:ind w:left="342"/>
                    <w:rPr>
                      <w:b w:val="0"/>
                      <w:szCs w:val="24"/>
                    </w:rPr>
                  </w:pPr>
                  <w:r w:rsidRPr="00B07C3D">
                    <w:rPr>
                      <w:b w:val="0"/>
                      <w:szCs w:val="24"/>
                    </w:rPr>
                    <w:t>A molecule created during DNA transcription</w:t>
                  </w:r>
                </w:p>
              </w:tc>
            </w:tr>
            <w:tr w:rsidR="00021C02" w14:paraId="70FCD7DA" w14:textId="77777777" w:rsidTr="00B07C3D">
              <w:tc>
                <w:tcPr>
                  <w:tcW w:w="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2F423D" w14:textId="77777777" w:rsidR="00021C02" w:rsidRPr="00021C02" w:rsidRDefault="00021C02" w:rsidP="00021C02">
                  <w:pPr>
                    <w:pStyle w:val="lvl1Text"/>
                    <w:jc w:val="center"/>
                    <w:rPr>
                      <w:color w:val="C00000"/>
                      <w:szCs w:val="24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0D1407" w14:textId="77777777" w:rsidR="00021C02" w:rsidRPr="00B07C3D" w:rsidRDefault="00021C02" w:rsidP="00B46B59">
                  <w:pPr>
                    <w:pStyle w:val="lvl1Text"/>
                    <w:rPr>
                      <w:b w:val="0"/>
                      <w:szCs w:val="24"/>
                    </w:rPr>
                  </w:pPr>
                  <w:r w:rsidRPr="00B07C3D">
                    <w:rPr>
                      <w:b w:val="0"/>
                      <w:szCs w:val="24"/>
                    </w:rPr>
                    <w:t>Direct comparison</w:t>
                  </w:r>
                  <w:r w:rsidR="0031041E">
                    <w:rPr>
                      <w:b w:val="0"/>
                      <w:szCs w:val="24"/>
                    </w:rPr>
                    <w:t xml:space="preserve"> control</w:t>
                  </w:r>
                </w:p>
              </w:tc>
              <w:tc>
                <w:tcPr>
                  <w:tcW w:w="6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C5F961" w14:textId="77777777" w:rsidR="00021C02" w:rsidRPr="00B07C3D" w:rsidRDefault="00021C02" w:rsidP="00B46B59">
                  <w:pPr>
                    <w:pStyle w:val="lvl1Text"/>
                    <w:numPr>
                      <w:ilvl w:val="0"/>
                      <w:numId w:val="22"/>
                    </w:numPr>
                    <w:ind w:left="342"/>
                    <w:rPr>
                      <w:b w:val="0"/>
                      <w:szCs w:val="24"/>
                    </w:rPr>
                  </w:pPr>
                  <w:r w:rsidRPr="00B07C3D">
                    <w:rPr>
                      <w:b w:val="0"/>
                      <w:szCs w:val="24"/>
                    </w:rPr>
                    <w:t xml:space="preserve">A patterned component used to identify specific features that are to be </w:t>
                  </w:r>
                  <w:proofErr w:type="spellStart"/>
                  <w:r w:rsidRPr="00B07C3D">
                    <w:rPr>
                      <w:b w:val="0"/>
                      <w:szCs w:val="24"/>
                    </w:rPr>
                    <w:t>deprotected</w:t>
                  </w:r>
                  <w:proofErr w:type="spellEnd"/>
                  <w:r w:rsidRPr="00B07C3D">
                    <w:rPr>
                      <w:b w:val="0"/>
                      <w:szCs w:val="24"/>
                    </w:rPr>
                    <w:t xml:space="preserve"> with UV light during microarray fabrication.</w:t>
                  </w:r>
                </w:p>
              </w:tc>
            </w:tr>
            <w:tr w:rsidR="00021C02" w14:paraId="435F3EF3" w14:textId="77777777" w:rsidTr="00B07C3D">
              <w:tc>
                <w:tcPr>
                  <w:tcW w:w="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F1C054" w14:textId="77777777" w:rsidR="00021C02" w:rsidRPr="00021C02" w:rsidRDefault="00021C02" w:rsidP="00021C02">
                  <w:pPr>
                    <w:pStyle w:val="lvl1Text"/>
                    <w:jc w:val="center"/>
                    <w:rPr>
                      <w:color w:val="C00000"/>
                      <w:szCs w:val="24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6C335B" w14:textId="77777777" w:rsidR="00021C02" w:rsidRPr="00B07C3D" w:rsidRDefault="00021C02" w:rsidP="00B46B59">
                  <w:pPr>
                    <w:pStyle w:val="lvl1Text"/>
                    <w:rPr>
                      <w:b w:val="0"/>
                      <w:szCs w:val="24"/>
                    </w:rPr>
                  </w:pPr>
                  <w:r w:rsidRPr="00B07C3D">
                    <w:rPr>
                      <w:b w:val="0"/>
                      <w:szCs w:val="24"/>
                    </w:rPr>
                    <w:t>Direct detection arrays</w:t>
                  </w:r>
                </w:p>
              </w:tc>
              <w:tc>
                <w:tcPr>
                  <w:tcW w:w="6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FADF8F" w14:textId="77777777" w:rsidR="00021C02" w:rsidRPr="00B07C3D" w:rsidRDefault="0031041E" w:rsidP="00B46B59">
                  <w:pPr>
                    <w:pStyle w:val="lvl1Text"/>
                    <w:numPr>
                      <w:ilvl w:val="0"/>
                      <w:numId w:val="22"/>
                    </w:numPr>
                    <w:ind w:left="342"/>
                    <w:rPr>
                      <w:b w:val="0"/>
                      <w:szCs w:val="24"/>
                    </w:rPr>
                  </w:pPr>
                  <w:r>
                    <w:rPr>
                      <w:b w:val="0"/>
                      <w:szCs w:val="24"/>
                    </w:rPr>
                    <w:t xml:space="preserve">Order of base pairs in a DNA segment: </w:t>
                  </w:r>
                  <w:r w:rsidR="00021C02" w:rsidRPr="00B07C3D">
                    <w:rPr>
                      <w:b w:val="0"/>
                      <w:szCs w:val="24"/>
                    </w:rPr>
                    <w:t>A-T, T-A, C-G, A-T, C-G, G-C, T-A</w:t>
                  </w:r>
                </w:p>
              </w:tc>
            </w:tr>
            <w:tr w:rsidR="00021C02" w14:paraId="0F32B750" w14:textId="77777777" w:rsidTr="00B07C3D">
              <w:tc>
                <w:tcPr>
                  <w:tcW w:w="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FECD7D" w14:textId="77777777" w:rsidR="00021C02" w:rsidRPr="00021C02" w:rsidRDefault="00021C02" w:rsidP="00B46B59">
                  <w:pPr>
                    <w:pStyle w:val="lvl1Text"/>
                    <w:jc w:val="center"/>
                    <w:rPr>
                      <w:color w:val="C00000"/>
                      <w:szCs w:val="24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1E0CC0" w14:textId="77777777" w:rsidR="00021C02" w:rsidRPr="00B07C3D" w:rsidRDefault="00021C02" w:rsidP="00B46B59">
                  <w:pPr>
                    <w:pStyle w:val="lvl1Text"/>
                    <w:rPr>
                      <w:b w:val="0"/>
                      <w:szCs w:val="24"/>
                    </w:rPr>
                  </w:pPr>
                  <w:r w:rsidRPr="00B07C3D">
                    <w:rPr>
                      <w:b w:val="0"/>
                      <w:szCs w:val="24"/>
                    </w:rPr>
                    <w:t>Photolithography</w:t>
                  </w:r>
                </w:p>
              </w:tc>
              <w:tc>
                <w:tcPr>
                  <w:tcW w:w="6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DC0183" w14:textId="77777777" w:rsidR="00021C02" w:rsidRPr="00B07C3D" w:rsidRDefault="00021C02" w:rsidP="00B46B59">
                  <w:pPr>
                    <w:pStyle w:val="lvl1Text"/>
                    <w:numPr>
                      <w:ilvl w:val="0"/>
                      <w:numId w:val="22"/>
                    </w:numPr>
                    <w:ind w:left="342"/>
                    <w:rPr>
                      <w:b w:val="0"/>
                      <w:szCs w:val="24"/>
                    </w:rPr>
                  </w:pPr>
                  <w:r w:rsidRPr="00B07C3D">
                    <w:rPr>
                      <w:b w:val="0"/>
                      <w:szCs w:val="24"/>
                    </w:rPr>
                    <w:t xml:space="preserve">A </w:t>
                  </w:r>
                  <w:proofErr w:type="spellStart"/>
                  <w:r w:rsidRPr="00B07C3D">
                    <w:rPr>
                      <w:b w:val="0"/>
                      <w:szCs w:val="24"/>
                    </w:rPr>
                    <w:t>dsDNA</w:t>
                  </w:r>
                  <w:proofErr w:type="spellEnd"/>
                  <w:r w:rsidRPr="00B07C3D">
                    <w:rPr>
                      <w:b w:val="0"/>
                      <w:szCs w:val="24"/>
                    </w:rPr>
                    <w:t xml:space="preserve"> made of </w:t>
                  </w:r>
                  <w:proofErr w:type="spellStart"/>
                  <w:r w:rsidRPr="00B07C3D">
                    <w:rPr>
                      <w:b w:val="0"/>
                      <w:szCs w:val="24"/>
                    </w:rPr>
                    <w:t>ssDNA</w:t>
                  </w:r>
                  <w:proofErr w:type="spellEnd"/>
                  <w:r w:rsidRPr="00B07C3D">
                    <w:rPr>
                      <w:b w:val="0"/>
                      <w:szCs w:val="24"/>
                    </w:rPr>
                    <w:t xml:space="preserve"> from two different sources</w:t>
                  </w:r>
                </w:p>
              </w:tc>
            </w:tr>
            <w:tr w:rsidR="00021C02" w14:paraId="20F76969" w14:textId="77777777" w:rsidTr="00B07C3D">
              <w:tc>
                <w:tcPr>
                  <w:tcW w:w="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AF3ECC" w14:textId="77777777" w:rsidR="00021C02" w:rsidRPr="00021C02" w:rsidRDefault="00021C02" w:rsidP="00B46B59">
                  <w:pPr>
                    <w:pStyle w:val="lvl1Text"/>
                    <w:jc w:val="center"/>
                    <w:rPr>
                      <w:color w:val="C00000"/>
                      <w:szCs w:val="24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08DD92" w14:textId="77777777" w:rsidR="00021C02" w:rsidRPr="00B07C3D" w:rsidRDefault="00021C02" w:rsidP="00B46B59">
                  <w:pPr>
                    <w:pStyle w:val="lvl1Text"/>
                    <w:rPr>
                      <w:b w:val="0"/>
                      <w:szCs w:val="24"/>
                    </w:rPr>
                  </w:pPr>
                  <w:proofErr w:type="spellStart"/>
                  <w:r w:rsidRPr="00B07C3D">
                    <w:rPr>
                      <w:b w:val="0"/>
                      <w:szCs w:val="24"/>
                    </w:rPr>
                    <w:t>Deprotect</w:t>
                  </w:r>
                  <w:proofErr w:type="spellEnd"/>
                  <w:r w:rsidRPr="00B07C3D">
                    <w:rPr>
                      <w:b w:val="0"/>
                      <w:szCs w:val="24"/>
                    </w:rPr>
                    <w:t xml:space="preserve"> (microarray fabrication)</w:t>
                  </w:r>
                </w:p>
              </w:tc>
              <w:tc>
                <w:tcPr>
                  <w:tcW w:w="6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28EC20" w14:textId="77777777" w:rsidR="00021C02" w:rsidRPr="00B07C3D" w:rsidRDefault="00021C02" w:rsidP="00B46B59">
                  <w:pPr>
                    <w:pStyle w:val="lvl1Text"/>
                    <w:numPr>
                      <w:ilvl w:val="0"/>
                      <w:numId w:val="22"/>
                    </w:numPr>
                    <w:ind w:left="342"/>
                    <w:rPr>
                      <w:b w:val="0"/>
                      <w:szCs w:val="24"/>
                    </w:rPr>
                  </w:pPr>
                  <w:r w:rsidRPr="00B07C3D">
                    <w:rPr>
                      <w:b w:val="0"/>
                      <w:szCs w:val="24"/>
                    </w:rPr>
                    <w:t xml:space="preserve">The addition of a blocking agent to the nucleotide bases used to build the </w:t>
                  </w:r>
                  <w:proofErr w:type="spellStart"/>
                  <w:r w:rsidRPr="00B07C3D">
                    <w:rPr>
                      <w:b w:val="0"/>
                      <w:szCs w:val="24"/>
                    </w:rPr>
                    <w:t>oligos</w:t>
                  </w:r>
                  <w:proofErr w:type="spellEnd"/>
                  <w:r w:rsidRPr="00B07C3D">
                    <w:rPr>
                      <w:b w:val="0"/>
                      <w:szCs w:val="24"/>
                    </w:rPr>
                    <w:t xml:space="preserve"> of a DNA microarray.</w:t>
                  </w:r>
                </w:p>
              </w:tc>
            </w:tr>
            <w:tr w:rsidR="00021C02" w14:paraId="637AEEF6" w14:textId="77777777" w:rsidTr="00B07C3D">
              <w:tc>
                <w:tcPr>
                  <w:tcW w:w="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939631" w14:textId="77777777" w:rsidR="00021C02" w:rsidRPr="00021C02" w:rsidRDefault="00021C02" w:rsidP="00B46B59">
                  <w:pPr>
                    <w:pStyle w:val="lvl1Text"/>
                    <w:jc w:val="center"/>
                    <w:rPr>
                      <w:color w:val="C00000"/>
                      <w:szCs w:val="24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F5C6B9" w14:textId="77777777" w:rsidR="00021C02" w:rsidRPr="00B07C3D" w:rsidRDefault="00021C02" w:rsidP="00B46B59">
                  <w:pPr>
                    <w:pStyle w:val="lvl1Text"/>
                    <w:rPr>
                      <w:b w:val="0"/>
                      <w:szCs w:val="24"/>
                    </w:rPr>
                  </w:pPr>
                  <w:r w:rsidRPr="00B07C3D">
                    <w:rPr>
                      <w:b w:val="0"/>
                      <w:szCs w:val="24"/>
                    </w:rPr>
                    <w:t>Protect (microarray fabrication)</w:t>
                  </w:r>
                </w:p>
              </w:tc>
              <w:tc>
                <w:tcPr>
                  <w:tcW w:w="6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D5506C" w14:textId="77777777" w:rsidR="00021C02" w:rsidRPr="00B07C3D" w:rsidRDefault="00021C02" w:rsidP="00B46B59">
                  <w:pPr>
                    <w:pStyle w:val="lvl1Text"/>
                    <w:numPr>
                      <w:ilvl w:val="0"/>
                      <w:numId w:val="22"/>
                    </w:numPr>
                    <w:ind w:left="342"/>
                    <w:rPr>
                      <w:b w:val="0"/>
                      <w:szCs w:val="24"/>
                    </w:rPr>
                  </w:pPr>
                  <w:r w:rsidRPr="00B07C3D">
                    <w:rPr>
                      <w:b w:val="0"/>
                      <w:szCs w:val="24"/>
                    </w:rPr>
                    <w:t xml:space="preserve">A </w:t>
                  </w:r>
                  <w:proofErr w:type="spellStart"/>
                  <w:r w:rsidRPr="00B07C3D">
                    <w:rPr>
                      <w:b w:val="0"/>
                      <w:szCs w:val="24"/>
                    </w:rPr>
                    <w:t>ssDNA</w:t>
                  </w:r>
                  <w:proofErr w:type="spellEnd"/>
                  <w:r w:rsidRPr="00B07C3D">
                    <w:rPr>
                      <w:b w:val="0"/>
                      <w:szCs w:val="24"/>
                    </w:rPr>
                    <w:t xml:space="preserve"> that is a copy of a mRNA</w:t>
                  </w:r>
                </w:p>
              </w:tc>
            </w:tr>
            <w:tr w:rsidR="00021C02" w14:paraId="45B47EB4" w14:textId="77777777" w:rsidTr="00B07C3D">
              <w:tc>
                <w:tcPr>
                  <w:tcW w:w="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2E4840" w14:textId="77777777" w:rsidR="00021C02" w:rsidRPr="00021C02" w:rsidRDefault="00021C02" w:rsidP="00B46B59">
                  <w:pPr>
                    <w:pStyle w:val="lvl1Text"/>
                    <w:jc w:val="center"/>
                    <w:rPr>
                      <w:color w:val="C00000"/>
                      <w:szCs w:val="24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96CD3D" w14:textId="77777777" w:rsidR="00021C02" w:rsidRPr="00B07C3D" w:rsidRDefault="00021C02" w:rsidP="00B46B59">
                  <w:pPr>
                    <w:pStyle w:val="lvl1Text"/>
                    <w:rPr>
                      <w:b w:val="0"/>
                      <w:szCs w:val="24"/>
                    </w:rPr>
                  </w:pPr>
                  <w:r w:rsidRPr="00B07C3D">
                    <w:rPr>
                      <w:b w:val="0"/>
                      <w:szCs w:val="24"/>
                    </w:rPr>
                    <w:t>Addition (microarray fabrication)</w:t>
                  </w:r>
                </w:p>
              </w:tc>
              <w:tc>
                <w:tcPr>
                  <w:tcW w:w="6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4C7F17" w14:textId="77777777" w:rsidR="00021C02" w:rsidRPr="00B07C3D" w:rsidRDefault="00021C02" w:rsidP="00B46B59">
                  <w:pPr>
                    <w:pStyle w:val="lvl1Text"/>
                    <w:numPr>
                      <w:ilvl w:val="0"/>
                      <w:numId w:val="22"/>
                    </w:numPr>
                    <w:ind w:left="342"/>
                    <w:rPr>
                      <w:b w:val="0"/>
                      <w:szCs w:val="24"/>
                    </w:rPr>
                  </w:pPr>
                  <w:r w:rsidRPr="00B07C3D">
                    <w:rPr>
                      <w:b w:val="0"/>
                      <w:szCs w:val="24"/>
                    </w:rPr>
                    <w:t>Adenine, thymine, Guanine, and Cytosine</w:t>
                  </w:r>
                </w:p>
              </w:tc>
            </w:tr>
            <w:tr w:rsidR="00021C02" w14:paraId="2CAE59E7" w14:textId="77777777" w:rsidTr="00021C02">
              <w:trPr>
                <w:trHeight w:val="432"/>
              </w:trPr>
              <w:tc>
                <w:tcPr>
                  <w:tcW w:w="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6DA811" w14:textId="77777777" w:rsidR="00021C02" w:rsidRPr="00021C02" w:rsidRDefault="00021C02" w:rsidP="00B46B59">
                  <w:pPr>
                    <w:pStyle w:val="lvl1Text"/>
                    <w:jc w:val="center"/>
                    <w:rPr>
                      <w:color w:val="C00000"/>
                      <w:szCs w:val="24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D5647F" w14:textId="77777777" w:rsidR="00021C02" w:rsidRPr="00B07C3D" w:rsidRDefault="00021C02" w:rsidP="00B46B59">
                  <w:pPr>
                    <w:pStyle w:val="lvl1Text"/>
                    <w:rPr>
                      <w:b w:val="0"/>
                      <w:szCs w:val="24"/>
                    </w:rPr>
                  </w:pPr>
                  <w:r w:rsidRPr="00B07C3D">
                    <w:rPr>
                      <w:b w:val="0"/>
                      <w:szCs w:val="24"/>
                    </w:rPr>
                    <w:t>Mask</w:t>
                  </w:r>
                </w:p>
              </w:tc>
              <w:tc>
                <w:tcPr>
                  <w:tcW w:w="6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7D518C" w14:textId="77777777" w:rsidR="00021C02" w:rsidRPr="00B07C3D" w:rsidRDefault="00021C02" w:rsidP="00B46B59">
                  <w:pPr>
                    <w:pStyle w:val="lvl1Text"/>
                    <w:numPr>
                      <w:ilvl w:val="0"/>
                      <w:numId w:val="22"/>
                    </w:numPr>
                    <w:ind w:left="342"/>
                    <w:rPr>
                      <w:b w:val="0"/>
                      <w:szCs w:val="24"/>
                    </w:rPr>
                  </w:pPr>
                  <w:r w:rsidRPr="00B07C3D">
                    <w:rPr>
                      <w:b w:val="0"/>
                      <w:szCs w:val="24"/>
                    </w:rPr>
                    <w:t>A microarray that detects specific genes or gene mutations within a</w:t>
                  </w:r>
                  <w:r>
                    <w:rPr>
                      <w:b w:val="0"/>
                      <w:szCs w:val="24"/>
                    </w:rPr>
                    <w:t xml:space="preserve"> sample.</w:t>
                  </w:r>
                </w:p>
              </w:tc>
            </w:tr>
          </w:tbl>
          <w:p w14:paraId="37BBB7EE" w14:textId="77777777" w:rsidR="00585DE8" w:rsidRDefault="00585DE8" w:rsidP="00CA6ED1">
            <w:pPr>
              <w:pStyle w:val="lvl1Text"/>
              <w:rPr>
                <w:b w:val="0"/>
                <w:sz w:val="24"/>
                <w:szCs w:val="24"/>
              </w:rPr>
            </w:pPr>
          </w:p>
        </w:tc>
      </w:tr>
    </w:tbl>
    <w:p w14:paraId="0CBA8D98" w14:textId="77777777" w:rsidR="00021C02" w:rsidRDefault="00021C02">
      <w:bookmarkStart w:id="3" w:name="App_bioMEM_AC50_dldl159"/>
      <w:r>
        <w:rPr>
          <w:b/>
        </w:rPr>
        <w:br w:type="page"/>
      </w:r>
    </w:p>
    <w:tbl>
      <w:tblPr>
        <w:tblW w:w="0" w:type="auto"/>
        <w:tblInd w:w="29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530"/>
      </w:tblGrid>
      <w:tr w:rsidR="00EC16FF" w:rsidRPr="009D3D76" w14:paraId="269EA680" w14:textId="77777777" w:rsidTr="00667EB8">
        <w:trPr>
          <w:cantSplit/>
          <w:trHeight w:val="576"/>
        </w:trPr>
        <w:tc>
          <w:tcPr>
            <w:tcW w:w="10530" w:type="dxa"/>
            <w:vAlign w:val="bottom"/>
          </w:tcPr>
          <w:p w14:paraId="6BD6B305" w14:textId="77777777" w:rsidR="00EC16FF" w:rsidRPr="009D3D76" w:rsidRDefault="004676DE" w:rsidP="00C176E4">
            <w:pPr>
              <w:pStyle w:val="lvl1Text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br w:type="page"/>
            </w:r>
            <w:r w:rsidR="00097D8B">
              <w:rPr>
                <w:b w:val="0"/>
                <w:sz w:val="24"/>
                <w:szCs w:val="24"/>
              </w:rPr>
              <w:br w:type="page"/>
            </w:r>
            <w:r w:rsidR="00EC16FF" w:rsidRPr="009D3D76">
              <w:rPr>
                <w:sz w:val="24"/>
                <w:szCs w:val="24"/>
              </w:rPr>
              <w:t>Post-Activity Questions</w:t>
            </w:r>
          </w:p>
        </w:tc>
      </w:tr>
      <w:tr w:rsidR="00EC16FF" w:rsidRPr="009D3D76" w14:paraId="6AC279FC" w14:textId="77777777" w:rsidTr="00667EB8">
        <w:tc>
          <w:tcPr>
            <w:tcW w:w="10530" w:type="dxa"/>
          </w:tcPr>
          <w:p w14:paraId="2F6654B1" w14:textId="77777777" w:rsidR="00EC16FF" w:rsidRPr="00332D3C" w:rsidRDefault="00EC16FF" w:rsidP="00101042">
            <w:pPr>
              <w:keepNext/>
              <w:keepLines/>
            </w:pPr>
          </w:p>
          <w:p w14:paraId="03CBDC20" w14:textId="77777777" w:rsidR="00EC16FF" w:rsidRDefault="003528DB" w:rsidP="009D7BC9">
            <w:pPr>
              <w:keepNext/>
              <w:keepLines/>
              <w:ind w:left="335" w:hanging="335"/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559ED33" wp14:editId="25ED8BE7">
                  <wp:simplePos x="0" y="0"/>
                  <wp:positionH relativeFrom="column">
                    <wp:posOffset>3717925</wp:posOffset>
                  </wp:positionH>
                  <wp:positionV relativeFrom="paragraph">
                    <wp:posOffset>636270</wp:posOffset>
                  </wp:positionV>
                  <wp:extent cx="2790825" cy="2790825"/>
                  <wp:effectExtent l="19050" t="0" r="9525" b="0"/>
                  <wp:wrapSquare wrapText="bothSides"/>
                  <wp:docPr id="1" name="Picture 0" descr="DNA_biochip3_2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NA_biochip3_22.pn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0825" cy="2790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D7BC9">
              <w:t xml:space="preserve">1.  </w:t>
            </w:r>
            <w:r w:rsidR="00581B3D">
              <w:t xml:space="preserve">Below is a graphic illustrating a single feature of a DNA </w:t>
            </w:r>
            <w:proofErr w:type="spellStart"/>
            <w:r w:rsidR="00581B3D">
              <w:t>microarray.</w:t>
            </w:r>
            <w:r w:rsidR="00576E3A">
              <w:t>Using</w:t>
            </w:r>
            <w:proofErr w:type="spellEnd"/>
            <w:r w:rsidR="00576E3A">
              <w:t xml:space="preserve"> DNA and DNA microarray terminology,</w:t>
            </w:r>
            <w:r w:rsidR="00581B3D">
              <w:t xml:space="preserve"> explain each element (i.e., base, </w:t>
            </w:r>
            <w:proofErr w:type="spellStart"/>
            <w:r w:rsidR="00581B3D">
              <w:t>ssDNA</w:t>
            </w:r>
            <w:proofErr w:type="spellEnd"/>
            <w:r w:rsidR="00581B3D">
              <w:t xml:space="preserve">, </w:t>
            </w:r>
            <w:proofErr w:type="spellStart"/>
            <w:r w:rsidR="00581B3D">
              <w:t>dsDNA</w:t>
            </w:r>
            <w:proofErr w:type="spellEnd"/>
            <w:r w:rsidR="00581B3D">
              <w:t xml:space="preserve">, probes, </w:t>
            </w:r>
            <w:r w:rsidR="00845F67">
              <w:t>and targets</w:t>
            </w:r>
            <w:r w:rsidR="00581B3D">
              <w:t>) of the graphic and what “action” is and is NOT taking place.</w:t>
            </w:r>
          </w:p>
          <w:p w14:paraId="3EC87897" w14:textId="77777777" w:rsidR="00581B3D" w:rsidRDefault="00581B3D" w:rsidP="00581B3D">
            <w:pPr>
              <w:keepNext/>
              <w:keepLines/>
            </w:pPr>
          </w:p>
          <w:p w14:paraId="2BC6FED7" w14:textId="77777777" w:rsidR="009D7BC9" w:rsidRDefault="009D7BC9" w:rsidP="00576E3A">
            <w:pPr>
              <w:keepNext/>
              <w:keepLines/>
              <w:rPr>
                <w:b/>
                <w:i/>
                <w:color w:val="C00000"/>
              </w:rPr>
            </w:pPr>
          </w:p>
          <w:p w14:paraId="0C2B4A9C" w14:textId="77777777" w:rsidR="00C176E4" w:rsidRDefault="00C176E4" w:rsidP="00576E3A">
            <w:pPr>
              <w:keepNext/>
              <w:keepLines/>
              <w:rPr>
                <w:b/>
                <w:i/>
                <w:color w:val="C00000"/>
              </w:rPr>
            </w:pPr>
          </w:p>
          <w:p w14:paraId="73DA079A" w14:textId="77777777" w:rsidR="00C176E4" w:rsidRDefault="00C176E4" w:rsidP="00576E3A">
            <w:pPr>
              <w:keepNext/>
              <w:keepLines/>
              <w:rPr>
                <w:b/>
                <w:i/>
                <w:color w:val="C00000"/>
              </w:rPr>
            </w:pPr>
          </w:p>
          <w:p w14:paraId="0E62A359" w14:textId="77777777" w:rsidR="00C176E4" w:rsidRDefault="00C176E4" w:rsidP="00576E3A">
            <w:pPr>
              <w:keepNext/>
              <w:keepLines/>
              <w:rPr>
                <w:b/>
                <w:i/>
                <w:color w:val="C00000"/>
              </w:rPr>
            </w:pPr>
          </w:p>
          <w:p w14:paraId="79213F4E" w14:textId="77777777" w:rsidR="00C176E4" w:rsidRDefault="00C176E4" w:rsidP="00576E3A">
            <w:pPr>
              <w:keepNext/>
              <w:keepLines/>
              <w:rPr>
                <w:b/>
                <w:i/>
                <w:color w:val="C00000"/>
              </w:rPr>
            </w:pPr>
          </w:p>
          <w:p w14:paraId="0B869976" w14:textId="77777777" w:rsidR="00C176E4" w:rsidRDefault="00C176E4" w:rsidP="00576E3A">
            <w:pPr>
              <w:keepNext/>
              <w:keepLines/>
              <w:rPr>
                <w:b/>
                <w:i/>
                <w:color w:val="C00000"/>
              </w:rPr>
            </w:pPr>
          </w:p>
          <w:p w14:paraId="45B9FCBD" w14:textId="77777777" w:rsidR="00C176E4" w:rsidRDefault="00C176E4" w:rsidP="00576E3A">
            <w:pPr>
              <w:keepNext/>
              <w:keepLines/>
              <w:rPr>
                <w:b/>
                <w:i/>
                <w:color w:val="C00000"/>
              </w:rPr>
            </w:pPr>
          </w:p>
          <w:p w14:paraId="0B21B355" w14:textId="77777777" w:rsidR="00C176E4" w:rsidRDefault="00C176E4" w:rsidP="00576E3A">
            <w:pPr>
              <w:keepNext/>
              <w:keepLines/>
              <w:rPr>
                <w:b/>
                <w:i/>
                <w:color w:val="C00000"/>
              </w:rPr>
            </w:pPr>
          </w:p>
          <w:p w14:paraId="26E98119" w14:textId="77777777" w:rsidR="00C176E4" w:rsidRDefault="00C176E4" w:rsidP="00576E3A">
            <w:pPr>
              <w:keepNext/>
              <w:keepLines/>
              <w:rPr>
                <w:b/>
                <w:i/>
                <w:color w:val="C00000"/>
              </w:rPr>
            </w:pPr>
          </w:p>
          <w:p w14:paraId="670A5EEA" w14:textId="77777777" w:rsidR="00C176E4" w:rsidRDefault="00C176E4" w:rsidP="00576E3A">
            <w:pPr>
              <w:keepNext/>
              <w:keepLines/>
              <w:rPr>
                <w:b/>
                <w:i/>
                <w:color w:val="C00000"/>
              </w:rPr>
            </w:pPr>
          </w:p>
          <w:p w14:paraId="13E8381D" w14:textId="77777777" w:rsidR="00C176E4" w:rsidRDefault="00C176E4" w:rsidP="00576E3A">
            <w:pPr>
              <w:keepNext/>
              <w:keepLines/>
              <w:rPr>
                <w:b/>
                <w:i/>
                <w:color w:val="C00000"/>
              </w:rPr>
            </w:pPr>
          </w:p>
          <w:p w14:paraId="4EBD62BD" w14:textId="77777777" w:rsidR="00C176E4" w:rsidRDefault="00C176E4" w:rsidP="00576E3A">
            <w:pPr>
              <w:keepNext/>
              <w:keepLines/>
              <w:rPr>
                <w:b/>
                <w:i/>
                <w:color w:val="C00000"/>
              </w:rPr>
            </w:pPr>
          </w:p>
          <w:p w14:paraId="5281BAF6" w14:textId="77777777" w:rsidR="00C176E4" w:rsidRDefault="00C176E4" w:rsidP="00576E3A">
            <w:pPr>
              <w:keepNext/>
              <w:keepLines/>
              <w:rPr>
                <w:b/>
                <w:i/>
                <w:color w:val="C00000"/>
              </w:rPr>
            </w:pPr>
          </w:p>
          <w:p w14:paraId="55EE4216" w14:textId="77777777" w:rsidR="00C176E4" w:rsidRDefault="00C176E4" w:rsidP="00576E3A">
            <w:pPr>
              <w:keepNext/>
              <w:keepLines/>
              <w:rPr>
                <w:b/>
                <w:i/>
                <w:color w:val="C00000"/>
              </w:rPr>
            </w:pPr>
          </w:p>
          <w:p w14:paraId="306A3437" w14:textId="77777777" w:rsidR="00C176E4" w:rsidRDefault="00C176E4" w:rsidP="00576E3A">
            <w:pPr>
              <w:keepNext/>
              <w:keepLines/>
              <w:rPr>
                <w:b/>
                <w:i/>
                <w:color w:val="C00000"/>
              </w:rPr>
            </w:pPr>
          </w:p>
          <w:p w14:paraId="7561DCDF" w14:textId="77777777" w:rsidR="00C176E4" w:rsidRDefault="00C176E4" w:rsidP="00576E3A">
            <w:pPr>
              <w:keepNext/>
              <w:keepLines/>
              <w:rPr>
                <w:b/>
                <w:i/>
                <w:color w:val="C00000"/>
              </w:rPr>
            </w:pPr>
          </w:p>
          <w:p w14:paraId="46634E5F" w14:textId="77777777" w:rsidR="009D7BC9" w:rsidRPr="00604B18" w:rsidRDefault="009D7BC9" w:rsidP="00576E3A">
            <w:pPr>
              <w:keepNext/>
              <w:keepLines/>
              <w:rPr>
                <w:b/>
                <w:i/>
                <w:color w:val="C00000"/>
              </w:rPr>
            </w:pPr>
          </w:p>
        </w:tc>
      </w:tr>
      <w:bookmarkEnd w:id="3"/>
      <w:tr w:rsidR="00EC16FF" w:rsidRPr="009D3D76" w14:paraId="2F0EAE43" w14:textId="77777777" w:rsidTr="00667EB8">
        <w:trPr>
          <w:cantSplit/>
          <w:trHeight w:val="576"/>
        </w:trPr>
        <w:tc>
          <w:tcPr>
            <w:tcW w:w="10530" w:type="dxa"/>
            <w:vAlign w:val="bottom"/>
          </w:tcPr>
          <w:p w14:paraId="41CEB2D4" w14:textId="77777777" w:rsidR="00EC16FF" w:rsidRDefault="00D86282" w:rsidP="00193203">
            <w:pPr>
              <w:pStyle w:val="lvl1Text"/>
              <w:ind w:left="335" w:hanging="335"/>
              <w:rPr>
                <w:b w:val="0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251CF69C" wp14:editId="632D8268">
                  <wp:simplePos x="0" y="0"/>
                  <wp:positionH relativeFrom="column">
                    <wp:posOffset>2374900</wp:posOffset>
                  </wp:positionH>
                  <wp:positionV relativeFrom="paragraph">
                    <wp:posOffset>77470</wp:posOffset>
                  </wp:positionV>
                  <wp:extent cx="3867150" cy="2348230"/>
                  <wp:effectExtent l="19050" t="0" r="0" b="0"/>
                  <wp:wrapSquare wrapText="bothSides"/>
                  <wp:docPr id="6" name="Picture 6" descr="800px-Microarray2_PD_wik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800px-Microarray2_PD_wik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67150" cy="2348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D7BC9">
              <w:rPr>
                <w:b w:val="0"/>
                <w:sz w:val="24"/>
                <w:szCs w:val="24"/>
              </w:rPr>
              <w:t>2.  Using the terminology associated with DNA microarrays, explain what is being illustrated in these pictures and what the various squares, dots and colors represent.</w:t>
            </w:r>
          </w:p>
          <w:p w14:paraId="31AF59A4" w14:textId="77777777" w:rsidR="009D7BC9" w:rsidRPr="009D7BC9" w:rsidRDefault="009D7BC9" w:rsidP="00845F67">
            <w:pPr>
              <w:pStyle w:val="lvl1Text"/>
              <w:rPr>
                <w:i/>
                <w:color w:val="C00000"/>
                <w:sz w:val="24"/>
                <w:szCs w:val="24"/>
              </w:rPr>
            </w:pPr>
          </w:p>
        </w:tc>
      </w:tr>
      <w:tr w:rsidR="00704D2E" w:rsidRPr="009D3D76" w14:paraId="05C56E22" w14:textId="77777777" w:rsidTr="00667EB8">
        <w:trPr>
          <w:cantSplit/>
          <w:trHeight w:val="576"/>
        </w:trPr>
        <w:tc>
          <w:tcPr>
            <w:tcW w:w="10530" w:type="dxa"/>
            <w:vAlign w:val="bottom"/>
          </w:tcPr>
          <w:p w14:paraId="61401754" w14:textId="77777777" w:rsidR="00BB005D" w:rsidRDefault="00704D2E" w:rsidP="00193203">
            <w:pPr>
              <w:pStyle w:val="lvl1Text"/>
              <w:ind w:left="335" w:hanging="335"/>
              <w:rPr>
                <w:b w:val="0"/>
                <w:noProof/>
              </w:rPr>
            </w:pPr>
            <w:r>
              <w:rPr>
                <w:b w:val="0"/>
                <w:noProof/>
              </w:rPr>
              <w:lastRenderedPageBreak/>
              <w:t xml:space="preserve">3.  </w:t>
            </w:r>
            <w:r w:rsidR="00BB005D">
              <w:rPr>
                <w:b w:val="0"/>
                <w:noProof/>
              </w:rPr>
              <w:t>Read the article linked below andanswer the following:</w:t>
            </w:r>
          </w:p>
          <w:p w14:paraId="72CBED4B" w14:textId="77777777" w:rsidR="00BB005D" w:rsidRDefault="00BB005D" w:rsidP="00BB005D">
            <w:pPr>
              <w:pStyle w:val="lvl1Text"/>
              <w:numPr>
                <w:ilvl w:val="0"/>
                <w:numId w:val="21"/>
              </w:numPr>
              <w:rPr>
                <w:b w:val="0"/>
                <w:noProof/>
              </w:rPr>
            </w:pPr>
            <w:r>
              <w:rPr>
                <w:b w:val="0"/>
                <w:noProof/>
              </w:rPr>
              <w:t>Briefly explain how DNA microarrays are being used in this applcation.</w:t>
            </w:r>
          </w:p>
          <w:p w14:paraId="145B5926" w14:textId="77777777" w:rsidR="00BB005D" w:rsidRDefault="00BB005D" w:rsidP="00BB005D">
            <w:pPr>
              <w:pStyle w:val="lvl1Text"/>
              <w:numPr>
                <w:ilvl w:val="0"/>
                <w:numId w:val="21"/>
              </w:numPr>
              <w:rPr>
                <w:b w:val="0"/>
                <w:noProof/>
              </w:rPr>
            </w:pPr>
            <w:r>
              <w:rPr>
                <w:b w:val="0"/>
                <w:noProof/>
              </w:rPr>
              <w:t>Why does the prese</w:t>
            </w:r>
            <w:r w:rsidR="00CA625D">
              <w:rPr>
                <w:b w:val="0"/>
                <w:noProof/>
              </w:rPr>
              <w:t>nce of a specific gene NOT guara</w:t>
            </w:r>
            <w:r>
              <w:rPr>
                <w:b w:val="0"/>
                <w:noProof/>
              </w:rPr>
              <w:t xml:space="preserve">ntee anything?  In other words, if a person has the ACTN3 gene for </w:t>
            </w:r>
            <w:r w:rsidR="00CA625D">
              <w:rPr>
                <w:b w:val="0"/>
                <w:i/>
                <w:noProof/>
              </w:rPr>
              <w:t>“explosive bursts of strength”</w:t>
            </w:r>
            <w:r w:rsidR="00CA625D">
              <w:rPr>
                <w:b w:val="0"/>
                <w:noProof/>
              </w:rPr>
              <w:t xml:space="preserve">, why doesn’t the presence of the gene </w:t>
            </w:r>
            <w:r w:rsidR="00CA625D" w:rsidRPr="00CA625D">
              <w:rPr>
                <w:noProof/>
              </w:rPr>
              <w:t>guarantee</w:t>
            </w:r>
            <w:r w:rsidR="00CA625D">
              <w:rPr>
                <w:b w:val="0"/>
                <w:noProof/>
              </w:rPr>
              <w:t xml:space="preserve"> that the person will excel in that ability?</w:t>
            </w:r>
          </w:p>
          <w:p w14:paraId="0F77C6DF" w14:textId="77777777" w:rsidR="00CA625D" w:rsidRDefault="00CA625D" w:rsidP="00BB005D">
            <w:pPr>
              <w:pStyle w:val="lvl1Text"/>
              <w:numPr>
                <w:ilvl w:val="0"/>
                <w:numId w:val="21"/>
              </w:numPr>
              <w:rPr>
                <w:b w:val="0"/>
                <w:noProof/>
              </w:rPr>
            </w:pPr>
            <w:r>
              <w:rPr>
                <w:b w:val="0"/>
                <w:noProof/>
              </w:rPr>
              <w:t>What other athletic abilities do you think might be genetic (passed down from one generation to another)?</w:t>
            </w:r>
          </w:p>
          <w:p w14:paraId="0115181B" w14:textId="77777777" w:rsidR="000F2B1A" w:rsidRDefault="000F2B1A" w:rsidP="00BB005D">
            <w:pPr>
              <w:pStyle w:val="lvl1Text"/>
              <w:ind w:left="335"/>
              <w:rPr>
                <w:b w:val="0"/>
                <w:i/>
                <w:noProof/>
              </w:rPr>
            </w:pPr>
          </w:p>
          <w:p w14:paraId="214A750A" w14:textId="77777777" w:rsidR="00AA4AD4" w:rsidRPr="00BB005D" w:rsidRDefault="00AA4AD4" w:rsidP="00AA4AD4">
            <w:pPr>
              <w:pStyle w:val="lvl1Text"/>
              <w:ind w:left="335"/>
              <w:rPr>
                <w:b w:val="0"/>
                <w:i/>
                <w:noProof/>
              </w:rPr>
            </w:pPr>
            <w:hyperlink r:id="rId16" w:history="1">
              <w:r w:rsidRPr="00BB005D">
                <w:rPr>
                  <w:rStyle w:val="Hyperlink"/>
                  <w:i/>
                  <w:noProof/>
                </w:rPr>
                <w:t>Could gene test tell if</w:t>
              </w:r>
              <w:r w:rsidRPr="00BB005D">
                <w:rPr>
                  <w:rStyle w:val="Hyperlink"/>
                  <w:i/>
                  <w:noProof/>
                </w:rPr>
                <w:t xml:space="preserve"> </w:t>
              </w:r>
              <w:r w:rsidRPr="00BB005D">
                <w:rPr>
                  <w:rStyle w:val="Hyperlink"/>
                  <w:i/>
                  <w:noProof/>
                </w:rPr>
                <w:t xml:space="preserve">kids could be sports stars? </w:t>
              </w:r>
            </w:hyperlink>
            <w:r w:rsidRPr="00BB005D">
              <w:rPr>
                <w:b w:val="0"/>
                <w:i/>
                <w:noProof/>
              </w:rPr>
              <w:t>(Lindsey Tanner, Associated Press, March 8, 2011)</w:t>
            </w:r>
          </w:p>
          <w:p w14:paraId="4078C113" w14:textId="77777777" w:rsidR="00AA4AD4" w:rsidRDefault="00AA4AD4" w:rsidP="00AA4AD4">
            <w:pPr>
              <w:pStyle w:val="lvl1Text"/>
              <w:ind w:left="335"/>
              <w:rPr>
                <w:b w:val="0"/>
                <w:i/>
                <w:noProof/>
              </w:rPr>
            </w:pPr>
            <w:r w:rsidRPr="00BB005D">
              <w:rPr>
                <w:b w:val="0"/>
                <w:i/>
                <w:noProof/>
              </w:rPr>
              <w:t>(Link</w:t>
            </w:r>
            <w:r>
              <w:rPr>
                <w:b w:val="0"/>
                <w:i/>
                <w:noProof/>
              </w:rPr>
              <w:t xml:space="preserve">: </w:t>
            </w:r>
            <w:hyperlink r:id="rId17" w:history="1">
              <w:r w:rsidRPr="005832F8">
                <w:rPr>
                  <w:rStyle w:val="Hyperlink"/>
                  <w:b w:val="0"/>
                  <w:i/>
                  <w:noProof/>
                </w:rPr>
                <w:t>https://bit.ly/2KPjVgZ</w:t>
              </w:r>
            </w:hyperlink>
            <w:r>
              <w:rPr>
                <w:b w:val="0"/>
                <w:i/>
                <w:noProof/>
              </w:rPr>
              <w:t xml:space="preserve"> </w:t>
            </w:r>
            <w:r w:rsidRPr="00BB005D">
              <w:rPr>
                <w:b w:val="0"/>
                <w:i/>
                <w:noProof/>
              </w:rPr>
              <w:t xml:space="preserve"> )</w:t>
            </w:r>
          </w:p>
          <w:p w14:paraId="7393BCF8" w14:textId="77777777" w:rsidR="00BB005D" w:rsidRPr="00BB005D" w:rsidRDefault="00BB005D" w:rsidP="003B1323">
            <w:pPr>
              <w:pStyle w:val="lvl1Text"/>
              <w:ind w:left="335"/>
              <w:rPr>
                <w:b w:val="0"/>
                <w:i/>
                <w:noProof/>
              </w:rPr>
            </w:pPr>
          </w:p>
        </w:tc>
      </w:tr>
      <w:tr w:rsidR="00EC16FF" w:rsidRPr="009D3D76" w14:paraId="70F33434" w14:textId="77777777" w:rsidTr="00667EB8">
        <w:trPr>
          <w:cantSplit/>
          <w:trHeight w:val="576"/>
        </w:trPr>
        <w:tc>
          <w:tcPr>
            <w:tcW w:w="10530" w:type="dxa"/>
            <w:vAlign w:val="bottom"/>
          </w:tcPr>
          <w:p w14:paraId="021EC188" w14:textId="77777777" w:rsidR="00EC16FF" w:rsidRPr="009D3D76" w:rsidRDefault="00EC16FF" w:rsidP="00CA6ED1">
            <w:pPr>
              <w:pStyle w:val="lvl1Text"/>
              <w:rPr>
                <w:sz w:val="24"/>
                <w:szCs w:val="24"/>
              </w:rPr>
            </w:pPr>
            <w:bookmarkStart w:id="4" w:name="App_bioMEM_AC50_dldl95"/>
            <w:r w:rsidRPr="009D3D76">
              <w:rPr>
                <w:sz w:val="24"/>
                <w:szCs w:val="24"/>
              </w:rPr>
              <w:t>Summary</w:t>
            </w:r>
          </w:p>
        </w:tc>
      </w:tr>
      <w:tr w:rsidR="00EC16FF" w:rsidRPr="009D3D76" w14:paraId="28DBF399" w14:textId="77777777" w:rsidTr="00667EB8">
        <w:tc>
          <w:tcPr>
            <w:tcW w:w="10530" w:type="dxa"/>
          </w:tcPr>
          <w:p w14:paraId="3D2698C4" w14:textId="77777777" w:rsidR="00C95938" w:rsidRPr="004D300D" w:rsidRDefault="00C95938" w:rsidP="00C95938">
            <w:pPr>
              <w:pStyle w:val="lvl1Tex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DNA microarrays use synthetic </w:t>
            </w:r>
            <w:proofErr w:type="spellStart"/>
            <w:r>
              <w:rPr>
                <w:b w:val="0"/>
                <w:sz w:val="24"/>
                <w:szCs w:val="24"/>
              </w:rPr>
              <w:t>ssDNA</w:t>
            </w:r>
            <w:proofErr w:type="spellEnd"/>
            <w:r>
              <w:rPr>
                <w:b w:val="0"/>
                <w:sz w:val="24"/>
                <w:szCs w:val="24"/>
              </w:rPr>
              <w:t xml:space="preserve"> (oligonucleotides) fabricated on a substrate to identify specific gen</w:t>
            </w:r>
            <w:r w:rsidR="00F24D1C">
              <w:rPr>
                <w:b w:val="0"/>
                <w:sz w:val="24"/>
                <w:szCs w:val="24"/>
              </w:rPr>
              <w:t>es or DNA sequences in a sample</w:t>
            </w:r>
            <w:r>
              <w:rPr>
                <w:b w:val="0"/>
                <w:sz w:val="24"/>
                <w:szCs w:val="24"/>
              </w:rPr>
              <w:t xml:space="preserve"> (direct detection) or to identify the activity of DNA in a sample (gene expression profiling).  DNA microarrays use DNA transcription and reverse transcription to make the copy </w:t>
            </w:r>
            <w:proofErr w:type="spellStart"/>
            <w:r>
              <w:rPr>
                <w:b w:val="0"/>
                <w:sz w:val="24"/>
                <w:szCs w:val="24"/>
              </w:rPr>
              <w:t>ssDNA</w:t>
            </w:r>
            <w:proofErr w:type="spellEnd"/>
            <w:r>
              <w:rPr>
                <w:b w:val="0"/>
                <w:sz w:val="24"/>
                <w:szCs w:val="24"/>
              </w:rPr>
              <w:t xml:space="preserve"> molecules used in the control and test samples for DNA microarray testing.</w:t>
            </w:r>
          </w:p>
          <w:p w14:paraId="0CBF7AF0" w14:textId="77777777" w:rsidR="00EC16FF" w:rsidRPr="009D3D76" w:rsidRDefault="00EC16FF" w:rsidP="00101042">
            <w:pPr>
              <w:keepNext/>
              <w:keepLines/>
              <w:rPr>
                <w:color w:val="000000"/>
              </w:rPr>
            </w:pPr>
          </w:p>
        </w:tc>
      </w:tr>
      <w:tr w:rsidR="00EC16FF" w:rsidRPr="00241D01" w14:paraId="297A02CC" w14:textId="77777777" w:rsidTr="00667EB8">
        <w:tc>
          <w:tcPr>
            <w:tcW w:w="10530" w:type="dxa"/>
          </w:tcPr>
          <w:p w14:paraId="191D0715" w14:textId="77777777" w:rsidR="00EC16FF" w:rsidRPr="00241D01" w:rsidRDefault="00EC16FF" w:rsidP="00497E53">
            <w:pPr>
              <w:keepNext/>
              <w:keepLines/>
              <w:rPr>
                <w:sz w:val="22"/>
              </w:rPr>
            </w:pPr>
            <w:bookmarkStart w:id="5" w:name="App_bioMEM_AC50_dldl169"/>
            <w:bookmarkEnd w:id="4"/>
          </w:p>
          <w:p w14:paraId="09A56395" w14:textId="77777777" w:rsidR="00EC16FF" w:rsidRDefault="00EC16FF" w:rsidP="00497E53">
            <w:pPr>
              <w:keepNext/>
              <w:keepLines/>
              <w:rPr>
                <w:sz w:val="22"/>
                <w:u w:val="single"/>
              </w:rPr>
            </w:pPr>
          </w:p>
          <w:p w14:paraId="28EA1263" w14:textId="77777777" w:rsidR="00C176E4" w:rsidRDefault="00C176E4" w:rsidP="00497E53">
            <w:pPr>
              <w:keepNext/>
              <w:keepLines/>
              <w:rPr>
                <w:sz w:val="22"/>
                <w:u w:val="single"/>
              </w:rPr>
            </w:pPr>
          </w:p>
          <w:p w14:paraId="36D02FD7" w14:textId="77777777" w:rsidR="00C176E4" w:rsidRDefault="00C176E4" w:rsidP="00497E53">
            <w:pPr>
              <w:keepNext/>
              <w:keepLines/>
              <w:rPr>
                <w:sz w:val="22"/>
                <w:u w:val="single"/>
              </w:rPr>
            </w:pPr>
          </w:p>
          <w:p w14:paraId="6BC816B5" w14:textId="77777777" w:rsidR="00C176E4" w:rsidRDefault="00C176E4" w:rsidP="00497E53">
            <w:pPr>
              <w:keepNext/>
              <w:keepLines/>
              <w:rPr>
                <w:sz w:val="22"/>
                <w:u w:val="single"/>
              </w:rPr>
            </w:pPr>
          </w:p>
          <w:p w14:paraId="761C0228" w14:textId="77777777" w:rsidR="00C176E4" w:rsidRDefault="00C176E4" w:rsidP="00497E53">
            <w:pPr>
              <w:keepNext/>
              <w:keepLines/>
              <w:rPr>
                <w:sz w:val="22"/>
                <w:u w:val="single"/>
              </w:rPr>
            </w:pPr>
          </w:p>
          <w:p w14:paraId="2B8BA1A8" w14:textId="77777777" w:rsidR="00C176E4" w:rsidRDefault="00C176E4" w:rsidP="00497E53">
            <w:pPr>
              <w:keepNext/>
              <w:keepLines/>
              <w:rPr>
                <w:sz w:val="22"/>
                <w:u w:val="single"/>
              </w:rPr>
            </w:pPr>
          </w:p>
          <w:p w14:paraId="26C57DE1" w14:textId="77777777" w:rsidR="00C176E4" w:rsidRDefault="00C176E4" w:rsidP="00497E53">
            <w:pPr>
              <w:keepNext/>
              <w:keepLines/>
              <w:rPr>
                <w:sz w:val="22"/>
                <w:u w:val="single"/>
              </w:rPr>
            </w:pPr>
          </w:p>
          <w:p w14:paraId="017ADE09" w14:textId="77777777" w:rsidR="00C176E4" w:rsidRDefault="00C176E4" w:rsidP="00497E53">
            <w:pPr>
              <w:keepNext/>
              <w:keepLines/>
              <w:rPr>
                <w:sz w:val="22"/>
                <w:u w:val="single"/>
              </w:rPr>
            </w:pPr>
          </w:p>
          <w:p w14:paraId="61A4A2B5" w14:textId="77777777" w:rsidR="00C176E4" w:rsidRDefault="00C176E4" w:rsidP="00497E53">
            <w:pPr>
              <w:keepNext/>
              <w:keepLines/>
              <w:rPr>
                <w:sz w:val="22"/>
                <w:u w:val="single"/>
              </w:rPr>
            </w:pPr>
          </w:p>
          <w:p w14:paraId="0402F6BD" w14:textId="77777777" w:rsidR="00C176E4" w:rsidRDefault="00C176E4" w:rsidP="00497E53">
            <w:pPr>
              <w:keepNext/>
              <w:keepLines/>
              <w:rPr>
                <w:sz w:val="22"/>
                <w:u w:val="single"/>
              </w:rPr>
            </w:pPr>
          </w:p>
          <w:p w14:paraId="00C06EB4" w14:textId="77777777" w:rsidR="00C176E4" w:rsidRDefault="00C176E4" w:rsidP="00497E53">
            <w:pPr>
              <w:keepNext/>
              <w:keepLines/>
              <w:rPr>
                <w:sz w:val="22"/>
                <w:u w:val="single"/>
              </w:rPr>
            </w:pPr>
          </w:p>
          <w:p w14:paraId="7163B226" w14:textId="77777777" w:rsidR="00C176E4" w:rsidRDefault="00C176E4" w:rsidP="00497E53">
            <w:pPr>
              <w:keepNext/>
              <w:keepLines/>
              <w:rPr>
                <w:sz w:val="22"/>
                <w:u w:val="single"/>
              </w:rPr>
            </w:pPr>
          </w:p>
          <w:p w14:paraId="18B655F1" w14:textId="77777777" w:rsidR="00C176E4" w:rsidRDefault="00C176E4" w:rsidP="00497E53">
            <w:pPr>
              <w:keepNext/>
              <w:keepLines/>
              <w:rPr>
                <w:sz w:val="22"/>
                <w:u w:val="single"/>
              </w:rPr>
            </w:pPr>
          </w:p>
          <w:p w14:paraId="260BC06A" w14:textId="77777777" w:rsidR="00C176E4" w:rsidRDefault="00C176E4" w:rsidP="00497E53">
            <w:pPr>
              <w:keepNext/>
              <w:keepLines/>
              <w:rPr>
                <w:sz w:val="22"/>
                <w:u w:val="single"/>
              </w:rPr>
            </w:pPr>
          </w:p>
          <w:p w14:paraId="2BE16F63" w14:textId="77777777" w:rsidR="00C176E4" w:rsidRDefault="00C176E4" w:rsidP="00497E53">
            <w:pPr>
              <w:keepNext/>
              <w:keepLines/>
              <w:rPr>
                <w:sz w:val="22"/>
                <w:u w:val="single"/>
              </w:rPr>
            </w:pPr>
          </w:p>
          <w:p w14:paraId="027AEA62" w14:textId="77777777" w:rsidR="00C176E4" w:rsidRDefault="00C176E4" w:rsidP="00497E53">
            <w:pPr>
              <w:keepNext/>
              <w:keepLines/>
              <w:rPr>
                <w:sz w:val="22"/>
                <w:u w:val="single"/>
              </w:rPr>
            </w:pPr>
          </w:p>
          <w:p w14:paraId="407E54AB" w14:textId="77777777" w:rsidR="00C176E4" w:rsidRDefault="00C176E4" w:rsidP="00497E53">
            <w:pPr>
              <w:keepNext/>
              <w:keepLines/>
              <w:rPr>
                <w:sz w:val="22"/>
                <w:u w:val="single"/>
              </w:rPr>
            </w:pPr>
          </w:p>
          <w:p w14:paraId="4982FE43" w14:textId="77777777" w:rsidR="00C176E4" w:rsidRDefault="00C176E4" w:rsidP="00497E53">
            <w:pPr>
              <w:keepNext/>
              <w:keepLines/>
              <w:rPr>
                <w:sz w:val="22"/>
                <w:u w:val="single"/>
              </w:rPr>
            </w:pPr>
          </w:p>
          <w:p w14:paraId="41612E86" w14:textId="77777777" w:rsidR="00C176E4" w:rsidRDefault="00C176E4" w:rsidP="00497E53">
            <w:pPr>
              <w:keepNext/>
              <w:keepLines/>
              <w:rPr>
                <w:sz w:val="22"/>
                <w:u w:val="single"/>
              </w:rPr>
            </w:pPr>
          </w:p>
          <w:p w14:paraId="4842B0E2" w14:textId="77777777" w:rsidR="00C176E4" w:rsidRDefault="00C176E4" w:rsidP="00497E53">
            <w:pPr>
              <w:keepNext/>
              <w:keepLines/>
              <w:rPr>
                <w:sz w:val="22"/>
                <w:u w:val="single"/>
              </w:rPr>
            </w:pPr>
          </w:p>
          <w:p w14:paraId="41889EA6" w14:textId="77777777" w:rsidR="00C176E4" w:rsidRDefault="00C176E4" w:rsidP="00497E53">
            <w:pPr>
              <w:keepNext/>
              <w:keepLines/>
              <w:rPr>
                <w:sz w:val="22"/>
                <w:u w:val="single"/>
              </w:rPr>
            </w:pPr>
          </w:p>
          <w:p w14:paraId="313B2A43" w14:textId="77777777" w:rsidR="00C176E4" w:rsidRPr="00241D01" w:rsidRDefault="00C176E4" w:rsidP="00497E53">
            <w:pPr>
              <w:keepNext/>
              <w:keepLines/>
              <w:rPr>
                <w:sz w:val="22"/>
              </w:rPr>
            </w:pPr>
            <w:bookmarkStart w:id="6" w:name="_GoBack"/>
            <w:bookmarkEnd w:id="6"/>
          </w:p>
          <w:p w14:paraId="45D10BA7" w14:textId="77777777" w:rsidR="00AA4AD4" w:rsidRPr="004B4CE7" w:rsidRDefault="00AA4AD4" w:rsidP="00AA4AD4">
            <w:pPr>
              <w:ind w:right="270"/>
            </w:pPr>
            <w:r w:rsidRPr="00065BD6">
              <w:rPr>
                <w:i/>
              </w:rPr>
              <w:t>Support for this work was provided by the National Science Foundation's Advanced Technological Education (ATE) Program through Grants.</w:t>
            </w:r>
            <w:r>
              <w:rPr>
                <w:i/>
              </w:rPr>
              <w:t xml:space="preserve">  For more learning modules related to microtechnology, visit the SCME website (</w:t>
            </w:r>
            <w:hyperlink r:id="rId18" w:history="1">
              <w:r w:rsidRPr="008B1F54">
                <w:rPr>
                  <w:rStyle w:val="Hyperlink"/>
                  <w:i/>
                </w:rPr>
                <w:t>http://scme-support.org/</w:t>
              </w:r>
            </w:hyperlink>
            <w:proofErr w:type="gramStart"/>
            <w:r>
              <w:rPr>
                <w:i/>
              </w:rPr>
              <w:t xml:space="preserve"> )</w:t>
            </w:r>
            <w:proofErr w:type="gramEnd"/>
          </w:p>
          <w:p w14:paraId="7FB8F229" w14:textId="77777777" w:rsidR="00AA4AD4" w:rsidRDefault="00AA4AD4" w:rsidP="00AA4AD4">
            <w:pPr>
              <w:keepNext/>
              <w:keepLines/>
            </w:pPr>
          </w:p>
          <w:p w14:paraId="752F0FB1" w14:textId="77777777" w:rsidR="00EC16FF" w:rsidRPr="00241D01" w:rsidRDefault="00EC16FF" w:rsidP="00241D01">
            <w:pPr>
              <w:keepNext/>
              <w:keepLines/>
              <w:rPr>
                <w:sz w:val="22"/>
              </w:rPr>
            </w:pPr>
          </w:p>
        </w:tc>
      </w:tr>
      <w:bookmarkEnd w:id="5"/>
    </w:tbl>
    <w:p w14:paraId="48CA0B93" w14:textId="77777777" w:rsidR="00BF4E88" w:rsidRDefault="00BF4E88" w:rsidP="00241D01">
      <w:pPr>
        <w:pStyle w:val="Header"/>
      </w:pPr>
    </w:p>
    <w:p w14:paraId="0A2ADA7A" w14:textId="77777777" w:rsidR="00DF739F" w:rsidRDefault="00DF739F" w:rsidP="0031041E">
      <w:pPr>
        <w:widowControl/>
        <w:adjustRightInd/>
        <w:textAlignment w:val="auto"/>
      </w:pPr>
    </w:p>
    <w:sectPr w:rsidR="00DF739F" w:rsidSect="00AA4AD4">
      <w:headerReference w:type="default" r:id="rId19"/>
      <w:type w:val="continuous"/>
      <w:pgSz w:w="12240" w:h="15840"/>
      <w:pgMar w:top="990" w:right="720" w:bottom="126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C540E2" w14:textId="77777777" w:rsidR="00F137D4" w:rsidRDefault="00F137D4">
      <w:r>
        <w:separator/>
      </w:r>
    </w:p>
  </w:endnote>
  <w:endnote w:type="continuationSeparator" w:id="0">
    <w:p w14:paraId="4C2DD8D6" w14:textId="77777777" w:rsidR="00F137D4" w:rsidRDefault="00F13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D6FD11" w14:textId="77777777" w:rsidR="003E3F69" w:rsidRDefault="003E3F69">
    <w:pPr>
      <w:pStyle w:val="Footer"/>
    </w:pPr>
  </w:p>
  <w:p w14:paraId="1DB762A6" w14:textId="77777777" w:rsidR="003E3F69" w:rsidRDefault="00D86282" w:rsidP="00EC6A39">
    <w:pPr>
      <w:pStyle w:val="Footer"/>
      <w:jc w:val="right"/>
    </w:pPr>
    <w:r>
      <w:rPr>
        <w:noProof/>
      </w:rPr>
      <w:drawing>
        <wp:inline distT="0" distB="0" distL="0" distR="0" wp14:anchorId="2F57E5B2" wp14:editId="5A1399E8">
          <wp:extent cx="942975" cy="295275"/>
          <wp:effectExtent l="19050" t="0" r="9525" b="0"/>
          <wp:docPr id="4" name="Picture 4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restricted a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295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23EA5E" w14:textId="77777777" w:rsidR="00576FCB" w:rsidRPr="004B6382" w:rsidRDefault="00576FCB" w:rsidP="00576FCB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i/>
        <w:sz w:val="22"/>
      </w:rPr>
    </w:pPr>
    <w:r>
      <w:rPr>
        <w:i/>
        <w:sz w:val="22"/>
      </w:rPr>
      <w:t>Southwest Center for Microsystems Education (</w:t>
    </w:r>
    <w:r w:rsidRPr="004B6382">
      <w:rPr>
        <w:i/>
        <w:sz w:val="22"/>
      </w:rPr>
      <w:t>SCME</w:t>
    </w:r>
    <w:r>
      <w:rPr>
        <w:i/>
        <w:sz w:val="22"/>
      </w:rPr>
      <w:t>)</w:t>
    </w:r>
    <w:r w:rsidR="000D595B">
      <w:rPr>
        <w:b/>
        <w:i/>
        <w:sz w:val="22"/>
      </w:rPr>
      <w:tab/>
    </w:r>
    <w:r w:rsidR="000D595B">
      <w:rPr>
        <w:b/>
        <w:i/>
        <w:sz w:val="22"/>
      </w:rPr>
      <w:tab/>
    </w:r>
    <w:r w:rsidR="000D595B" w:rsidRPr="004B6382">
      <w:rPr>
        <w:b/>
        <w:i/>
        <w:sz w:val="22"/>
      </w:rPr>
      <w:t xml:space="preserve">Page </w:t>
    </w:r>
    <w:r w:rsidR="00D50AE7" w:rsidRPr="004B6382">
      <w:rPr>
        <w:b/>
        <w:i/>
        <w:sz w:val="22"/>
      </w:rPr>
      <w:fldChar w:fldCharType="begin"/>
    </w:r>
    <w:r w:rsidR="000D595B" w:rsidRPr="004B6382">
      <w:rPr>
        <w:b/>
        <w:i/>
        <w:sz w:val="22"/>
      </w:rPr>
      <w:instrText xml:space="preserve"> PAGE </w:instrText>
    </w:r>
    <w:r w:rsidR="00D50AE7" w:rsidRPr="004B6382">
      <w:rPr>
        <w:b/>
        <w:i/>
        <w:sz w:val="22"/>
      </w:rPr>
      <w:fldChar w:fldCharType="separate"/>
    </w:r>
    <w:r w:rsidR="004435D8">
      <w:rPr>
        <w:b/>
        <w:i/>
        <w:noProof/>
        <w:sz w:val="22"/>
      </w:rPr>
      <w:t>8</w:t>
    </w:r>
    <w:r w:rsidR="00D50AE7" w:rsidRPr="004B6382">
      <w:rPr>
        <w:b/>
        <w:i/>
        <w:sz w:val="22"/>
      </w:rPr>
      <w:fldChar w:fldCharType="end"/>
    </w:r>
    <w:r w:rsidR="000D595B" w:rsidRPr="004B6382">
      <w:rPr>
        <w:b/>
        <w:i/>
        <w:sz w:val="22"/>
      </w:rPr>
      <w:t xml:space="preserve"> of </w:t>
    </w:r>
    <w:r w:rsidR="00D50AE7" w:rsidRPr="004B6382">
      <w:rPr>
        <w:b/>
        <w:i/>
        <w:sz w:val="22"/>
      </w:rPr>
      <w:fldChar w:fldCharType="begin"/>
    </w:r>
    <w:r w:rsidR="000D595B" w:rsidRPr="004B6382">
      <w:rPr>
        <w:b/>
        <w:i/>
        <w:sz w:val="22"/>
      </w:rPr>
      <w:instrText xml:space="preserve"> NUMPAGES </w:instrText>
    </w:r>
    <w:r w:rsidR="00D50AE7" w:rsidRPr="004B6382">
      <w:rPr>
        <w:b/>
        <w:i/>
        <w:sz w:val="22"/>
      </w:rPr>
      <w:fldChar w:fldCharType="separate"/>
    </w:r>
    <w:r w:rsidR="004435D8">
      <w:rPr>
        <w:b/>
        <w:i/>
        <w:noProof/>
        <w:sz w:val="22"/>
      </w:rPr>
      <w:t>8</w:t>
    </w:r>
    <w:r w:rsidR="00D50AE7" w:rsidRPr="004B6382">
      <w:rPr>
        <w:b/>
        <w:i/>
        <w:sz w:val="22"/>
      </w:rPr>
      <w:fldChar w:fldCharType="end"/>
    </w:r>
  </w:p>
  <w:p w14:paraId="50E2FBCD" w14:textId="77777777" w:rsidR="003E3F69" w:rsidRPr="00576FCB" w:rsidRDefault="00D50AE7" w:rsidP="00576FCB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 w:rsidRPr="004B6382">
      <w:rPr>
        <w:i/>
        <w:sz w:val="22"/>
      </w:rPr>
      <w:fldChar w:fldCharType="begin"/>
    </w:r>
    <w:r w:rsidR="00576FCB" w:rsidRPr="004B6382">
      <w:rPr>
        <w:i/>
        <w:sz w:val="22"/>
      </w:rPr>
      <w:instrText xml:space="preserve"> FILENAME </w:instrText>
    </w:r>
    <w:r w:rsidRPr="004B6382">
      <w:rPr>
        <w:i/>
        <w:sz w:val="22"/>
      </w:rPr>
      <w:fldChar w:fldCharType="separate"/>
    </w:r>
    <w:r w:rsidR="004435D8">
      <w:rPr>
        <w:i/>
        <w:noProof/>
        <w:sz w:val="22"/>
      </w:rPr>
      <w:t>App_BioMEM_AC24b_PG_May2018.docx</w:t>
    </w:r>
    <w:r w:rsidRPr="004B6382">
      <w:rPr>
        <w:i/>
        <w:sz w:val="22"/>
      </w:rPr>
      <w:fldChar w:fldCharType="end"/>
    </w:r>
    <w:r w:rsidR="00576FCB" w:rsidRPr="004B6382">
      <w:rPr>
        <w:i/>
        <w:sz w:val="22"/>
      </w:rPr>
      <w:tab/>
    </w:r>
    <w:r w:rsidR="00576FCB" w:rsidRPr="004B6382">
      <w:rPr>
        <w:b/>
        <w:i/>
        <w:sz w:val="22"/>
      </w:rPr>
      <w:tab/>
    </w:r>
    <w:r w:rsidR="000D595B">
      <w:rPr>
        <w:b/>
        <w:i/>
        <w:sz w:val="22"/>
      </w:rPr>
      <w:t>DNA Microarray Terminology Activity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7604F9" w14:textId="77777777" w:rsidR="003E3F69" w:rsidRDefault="003E3F69">
    <w:pPr>
      <w:pStyle w:val="Footer"/>
    </w:pPr>
  </w:p>
  <w:p w14:paraId="46A98E30" w14:textId="77777777" w:rsidR="003E3F69" w:rsidRDefault="003E3F69" w:rsidP="00EC6A3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F0B169" w14:textId="77777777" w:rsidR="00F137D4" w:rsidRDefault="00F137D4">
      <w:r>
        <w:separator/>
      </w:r>
    </w:p>
  </w:footnote>
  <w:footnote w:type="continuationSeparator" w:id="0">
    <w:p w14:paraId="70402257" w14:textId="77777777" w:rsidR="00F137D4" w:rsidRDefault="00F137D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87F464" w14:textId="77777777" w:rsidR="003E3F69" w:rsidRDefault="00D86282" w:rsidP="00EC6A39">
    <w:pPr>
      <w:pStyle w:val="Header"/>
      <w:jc w:val="right"/>
    </w:pPr>
    <w:r>
      <w:rPr>
        <w:noProof/>
      </w:rPr>
      <w:drawing>
        <wp:inline distT="0" distB="0" distL="0" distR="0" wp14:anchorId="4AF5F469" wp14:editId="58AE3C9B">
          <wp:extent cx="942975" cy="295275"/>
          <wp:effectExtent l="19050" t="0" r="9525" b="0"/>
          <wp:docPr id="3" name="Picture 3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estricted a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295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8B7A0C1" w14:textId="77777777" w:rsidR="003E3F69" w:rsidRDefault="003E3F69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778532" w14:textId="77777777" w:rsidR="003E3F69" w:rsidRDefault="003E3F69" w:rsidP="00EC6A39">
    <w:pPr>
      <w:pStyle w:val="Header"/>
      <w:jc w:val="right"/>
    </w:pPr>
  </w:p>
  <w:p w14:paraId="373DA81B" w14:textId="77777777" w:rsidR="003E3F69" w:rsidRDefault="003E3F69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71040F" w14:textId="77777777" w:rsidR="003E3F69" w:rsidRDefault="003E3F69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A24D0"/>
    <w:multiLevelType w:val="multilevel"/>
    <w:tmpl w:val="76E47808"/>
    <w:lvl w:ilvl="0">
      <w:start w:val="1"/>
      <w:numFmt w:val="decimal"/>
      <w:pStyle w:val="stepsnumbered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576011"/>
    <w:multiLevelType w:val="hybridMultilevel"/>
    <w:tmpl w:val="5AB0AB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6826CD"/>
    <w:multiLevelType w:val="hybridMultilevel"/>
    <w:tmpl w:val="8B10800C"/>
    <w:lvl w:ilvl="0" w:tplc="0409000F">
      <w:start w:val="1"/>
      <w:numFmt w:val="decimal"/>
      <w:lvlText w:val="%1."/>
      <w:lvlJc w:val="left"/>
      <w:pPr>
        <w:ind w:left="1055" w:hanging="360"/>
      </w:pPr>
    </w:lvl>
    <w:lvl w:ilvl="1" w:tplc="04090019" w:tentative="1">
      <w:start w:val="1"/>
      <w:numFmt w:val="lowerLetter"/>
      <w:lvlText w:val="%2."/>
      <w:lvlJc w:val="left"/>
      <w:pPr>
        <w:ind w:left="1775" w:hanging="360"/>
      </w:pPr>
    </w:lvl>
    <w:lvl w:ilvl="2" w:tplc="0409001B" w:tentative="1">
      <w:start w:val="1"/>
      <w:numFmt w:val="lowerRoman"/>
      <w:lvlText w:val="%3."/>
      <w:lvlJc w:val="right"/>
      <w:pPr>
        <w:ind w:left="2495" w:hanging="180"/>
      </w:pPr>
    </w:lvl>
    <w:lvl w:ilvl="3" w:tplc="0409000F" w:tentative="1">
      <w:start w:val="1"/>
      <w:numFmt w:val="decimal"/>
      <w:lvlText w:val="%4."/>
      <w:lvlJc w:val="left"/>
      <w:pPr>
        <w:ind w:left="3215" w:hanging="360"/>
      </w:pPr>
    </w:lvl>
    <w:lvl w:ilvl="4" w:tplc="04090019" w:tentative="1">
      <w:start w:val="1"/>
      <w:numFmt w:val="lowerLetter"/>
      <w:lvlText w:val="%5."/>
      <w:lvlJc w:val="left"/>
      <w:pPr>
        <w:ind w:left="3935" w:hanging="360"/>
      </w:pPr>
    </w:lvl>
    <w:lvl w:ilvl="5" w:tplc="0409001B" w:tentative="1">
      <w:start w:val="1"/>
      <w:numFmt w:val="lowerRoman"/>
      <w:lvlText w:val="%6."/>
      <w:lvlJc w:val="right"/>
      <w:pPr>
        <w:ind w:left="4655" w:hanging="180"/>
      </w:pPr>
    </w:lvl>
    <w:lvl w:ilvl="6" w:tplc="0409000F" w:tentative="1">
      <w:start w:val="1"/>
      <w:numFmt w:val="decimal"/>
      <w:lvlText w:val="%7."/>
      <w:lvlJc w:val="left"/>
      <w:pPr>
        <w:ind w:left="5375" w:hanging="360"/>
      </w:pPr>
    </w:lvl>
    <w:lvl w:ilvl="7" w:tplc="04090019" w:tentative="1">
      <w:start w:val="1"/>
      <w:numFmt w:val="lowerLetter"/>
      <w:lvlText w:val="%8."/>
      <w:lvlJc w:val="left"/>
      <w:pPr>
        <w:ind w:left="6095" w:hanging="360"/>
      </w:pPr>
    </w:lvl>
    <w:lvl w:ilvl="8" w:tplc="0409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3">
    <w:nsid w:val="15620C30"/>
    <w:multiLevelType w:val="multilevel"/>
    <w:tmpl w:val="B7281404"/>
    <w:lvl w:ilvl="0">
      <w:start w:val="1"/>
      <w:numFmt w:val="decimal"/>
      <w:pStyle w:val="dldl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dldl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dld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dld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dld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dldl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dldl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dldl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dldl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1B635073"/>
    <w:multiLevelType w:val="hybridMultilevel"/>
    <w:tmpl w:val="25A82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985F2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">
    <w:nsid w:val="2B87081A"/>
    <w:multiLevelType w:val="hybridMultilevel"/>
    <w:tmpl w:val="21B47798"/>
    <w:lvl w:ilvl="0" w:tplc="5D589644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E785B96"/>
    <w:multiLevelType w:val="hybridMultilevel"/>
    <w:tmpl w:val="A956CC3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2D26FF3"/>
    <w:multiLevelType w:val="hybridMultilevel"/>
    <w:tmpl w:val="F6DCEE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77374BF"/>
    <w:multiLevelType w:val="multilevel"/>
    <w:tmpl w:val="9E467322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3D4257EF"/>
    <w:multiLevelType w:val="hybridMultilevel"/>
    <w:tmpl w:val="5E7AE2F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02F0576"/>
    <w:multiLevelType w:val="hybridMultilevel"/>
    <w:tmpl w:val="66D218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191767"/>
    <w:multiLevelType w:val="hybridMultilevel"/>
    <w:tmpl w:val="096CE376"/>
    <w:lvl w:ilvl="0" w:tplc="CB04E45E">
      <w:start w:val="1"/>
      <w:numFmt w:val="none"/>
      <w:pStyle w:val="Note"/>
      <w:lvlText w:val="Note: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B8854F4"/>
    <w:multiLevelType w:val="multilevel"/>
    <w:tmpl w:val="B21C8476"/>
    <w:lvl w:ilvl="0">
      <w:start w:val="1"/>
      <w:numFmt w:val="decimal"/>
      <w:pStyle w:val="nBodyTex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00"/>
        </w:tabs>
        <w:ind w:left="640" w:hanging="640"/>
      </w:pPr>
      <w:rPr>
        <w:rFonts w:ascii="Arial Narrow" w:hAnsi="Arial Narrow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500"/>
        </w:tabs>
        <w:ind w:left="800" w:hanging="80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500"/>
        </w:tabs>
        <w:ind w:left="1080" w:hanging="108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500"/>
        </w:tabs>
        <w:ind w:left="1220" w:hanging="122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500"/>
        </w:tabs>
        <w:ind w:left="1360" w:hanging="136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</w:abstractNum>
  <w:abstractNum w:abstractNumId="14">
    <w:nsid w:val="4C784DA2"/>
    <w:multiLevelType w:val="hybridMultilevel"/>
    <w:tmpl w:val="ECECC0B4"/>
    <w:lvl w:ilvl="0" w:tplc="04090019">
      <w:start w:val="1"/>
      <w:numFmt w:val="lowerLetter"/>
      <w:lvlText w:val="%1."/>
      <w:lvlJc w:val="left"/>
      <w:pPr>
        <w:ind w:left="1055" w:hanging="360"/>
      </w:pPr>
    </w:lvl>
    <w:lvl w:ilvl="1" w:tplc="04090019" w:tentative="1">
      <w:start w:val="1"/>
      <w:numFmt w:val="lowerLetter"/>
      <w:lvlText w:val="%2."/>
      <w:lvlJc w:val="left"/>
      <w:pPr>
        <w:ind w:left="1775" w:hanging="360"/>
      </w:pPr>
    </w:lvl>
    <w:lvl w:ilvl="2" w:tplc="0409001B" w:tentative="1">
      <w:start w:val="1"/>
      <w:numFmt w:val="lowerRoman"/>
      <w:lvlText w:val="%3."/>
      <w:lvlJc w:val="right"/>
      <w:pPr>
        <w:ind w:left="2495" w:hanging="180"/>
      </w:pPr>
    </w:lvl>
    <w:lvl w:ilvl="3" w:tplc="0409000F" w:tentative="1">
      <w:start w:val="1"/>
      <w:numFmt w:val="decimal"/>
      <w:lvlText w:val="%4."/>
      <w:lvlJc w:val="left"/>
      <w:pPr>
        <w:ind w:left="3215" w:hanging="360"/>
      </w:pPr>
    </w:lvl>
    <w:lvl w:ilvl="4" w:tplc="04090019" w:tentative="1">
      <w:start w:val="1"/>
      <w:numFmt w:val="lowerLetter"/>
      <w:lvlText w:val="%5."/>
      <w:lvlJc w:val="left"/>
      <w:pPr>
        <w:ind w:left="3935" w:hanging="360"/>
      </w:pPr>
    </w:lvl>
    <w:lvl w:ilvl="5" w:tplc="0409001B" w:tentative="1">
      <w:start w:val="1"/>
      <w:numFmt w:val="lowerRoman"/>
      <w:lvlText w:val="%6."/>
      <w:lvlJc w:val="right"/>
      <w:pPr>
        <w:ind w:left="4655" w:hanging="180"/>
      </w:pPr>
    </w:lvl>
    <w:lvl w:ilvl="6" w:tplc="0409000F" w:tentative="1">
      <w:start w:val="1"/>
      <w:numFmt w:val="decimal"/>
      <w:lvlText w:val="%7."/>
      <w:lvlJc w:val="left"/>
      <w:pPr>
        <w:ind w:left="5375" w:hanging="360"/>
      </w:pPr>
    </w:lvl>
    <w:lvl w:ilvl="7" w:tplc="04090019" w:tentative="1">
      <w:start w:val="1"/>
      <w:numFmt w:val="lowerLetter"/>
      <w:lvlText w:val="%8."/>
      <w:lvlJc w:val="left"/>
      <w:pPr>
        <w:ind w:left="6095" w:hanging="360"/>
      </w:pPr>
    </w:lvl>
    <w:lvl w:ilvl="8" w:tplc="0409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15">
    <w:nsid w:val="58C9557C"/>
    <w:multiLevelType w:val="hybridMultilevel"/>
    <w:tmpl w:val="6E18ED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614151EE"/>
    <w:multiLevelType w:val="hybridMultilevel"/>
    <w:tmpl w:val="C76E6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EA355C"/>
    <w:multiLevelType w:val="hybridMultilevel"/>
    <w:tmpl w:val="94ECC9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8F9628E"/>
    <w:multiLevelType w:val="hybridMultilevel"/>
    <w:tmpl w:val="38D256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C60306"/>
    <w:multiLevelType w:val="hybridMultilevel"/>
    <w:tmpl w:val="40CE94F4"/>
    <w:lvl w:ilvl="0" w:tplc="261E9130">
      <w:start w:val="1"/>
      <w:numFmt w:val="bullet"/>
      <w:lvlRestart w:val="0"/>
      <w:pStyle w:val="stepsbulleted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8AA52F7"/>
    <w:multiLevelType w:val="hybridMultilevel"/>
    <w:tmpl w:val="0A7A383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13"/>
  </w:num>
  <w:num w:numId="4">
    <w:abstractNumId w:val="9"/>
  </w:num>
  <w:num w:numId="5">
    <w:abstractNumId w:val="3"/>
  </w:num>
  <w:num w:numId="6">
    <w:abstractNumId w:val="20"/>
  </w:num>
  <w:num w:numId="7">
    <w:abstractNumId w:val="16"/>
  </w:num>
  <w:num w:numId="8">
    <w:abstractNumId w:val="0"/>
  </w:num>
  <w:num w:numId="9">
    <w:abstractNumId w:val="19"/>
  </w:num>
  <w:num w:numId="10">
    <w:abstractNumId w:val="1"/>
  </w:num>
  <w:num w:numId="11">
    <w:abstractNumId w:val="11"/>
  </w:num>
  <w:num w:numId="12">
    <w:abstractNumId w:val="10"/>
  </w:num>
  <w:num w:numId="13">
    <w:abstractNumId w:val="18"/>
  </w:num>
  <w:num w:numId="14">
    <w:abstractNumId w:val="6"/>
  </w:num>
  <w:num w:numId="15">
    <w:abstractNumId w:val="4"/>
  </w:num>
  <w:num w:numId="16">
    <w:abstractNumId w:val="8"/>
  </w:num>
  <w:num w:numId="17">
    <w:abstractNumId w:val="15"/>
  </w:num>
  <w:num w:numId="18">
    <w:abstractNumId w:val="17"/>
  </w:num>
  <w:num w:numId="19">
    <w:abstractNumId w:val="7"/>
  </w:num>
  <w:num w:numId="20">
    <w:abstractNumId w:val="2"/>
  </w:num>
  <w:num w:numId="21">
    <w:abstractNumId w:val="14"/>
  </w:num>
  <w:num w:numId="22">
    <w:abstractNumId w:val="2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39"/>
    <w:rsid w:val="00003AFF"/>
    <w:rsid w:val="00006081"/>
    <w:rsid w:val="00021C02"/>
    <w:rsid w:val="000318E8"/>
    <w:rsid w:val="000353C9"/>
    <w:rsid w:val="00036332"/>
    <w:rsid w:val="00040D75"/>
    <w:rsid w:val="00050422"/>
    <w:rsid w:val="000519F8"/>
    <w:rsid w:val="0005565C"/>
    <w:rsid w:val="000601A6"/>
    <w:rsid w:val="000813B2"/>
    <w:rsid w:val="00097CC8"/>
    <w:rsid w:val="00097D8B"/>
    <w:rsid w:val="000A5B6A"/>
    <w:rsid w:val="000A689F"/>
    <w:rsid w:val="000C04B3"/>
    <w:rsid w:val="000C4088"/>
    <w:rsid w:val="000C574F"/>
    <w:rsid w:val="000C5ED0"/>
    <w:rsid w:val="000D595B"/>
    <w:rsid w:val="000E03B2"/>
    <w:rsid w:val="000F0C42"/>
    <w:rsid w:val="000F1F79"/>
    <w:rsid w:val="000F2B1A"/>
    <w:rsid w:val="00101042"/>
    <w:rsid w:val="00103136"/>
    <w:rsid w:val="00111E39"/>
    <w:rsid w:val="001131A8"/>
    <w:rsid w:val="00114161"/>
    <w:rsid w:val="00117DA0"/>
    <w:rsid w:val="0012192B"/>
    <w:rsid w:val="001238A7"/>
    <w:rsid w:val="00127567"/>
    <w:rsid w:val="00131F84"/>
    <w:rsid w:val="00145B59"/>
    <w:rsid w:val="0014607B"/>
    <w:rsid w:val="0014682B"/>
    <w:rsid w:val="00150563"/>
    <w:rsid w:val="00154B7F"/>
    <w:rsid w:val="00155C96"/>
    <w:rsid w:val="00156950"/>
    <w:rsid w:val="001636EE"/>
    <w:rsid w:val="0016721C"/>
    <w:rsid w:val="00172A45"/>
    <w:rsid w:val="00172E99"/>
    <w:rsid w:val="001856F2"/>
    <w:rsid w:val="00190D4B"/>
    <w:rsid w:val="00193203"/>
    <w:rsid w:val="001A6325"/>
    <w:rsid w:val="001A7425"/>
    <w:rsid w:val="001B7151"/>
    <w:rsid w:val="001E4765"/>
    <w:rsid w:val="001F5DA6"/>
    <w:rsid w:val="001F7633"/>
    <w:rsid w:val="0021121E"/>
    <w:rsid w:val="002213CC"/>
    <w:rsid w:val="002373F3"/>
    <w:rsid w:val="00241D01"/>
    <w:rsid w:val="00254EAA"/>
    <w:rsid w:val="00260895"/>
    <w:rsid w:val="00270D1F"/>
    <w:rsid w:val="00291250"/>
    <w:rsid w:val="002A1736"/>
    <w:rsid w:val="002B059F"/>
    <w:rsid w:val="002B64EE"/>
    <w:rsid w:val="002B7050"/>
    <w:rsid w:val="002C5888"/>
    <w:rsid w:val="002F7867"/>
    <w:rsid w:val="00302DAA"/>
    <w:rsid w:val="0030551A"/>
    <w:rsid w:val="0031041E"/>
    <w:rsid w:val="0032278E"/>
    <w:rsid w:val="00332D3C"/>
    <w:rsid w:val="003460E5"/>
    <w:rsid w:val="00346C9D"/>
    <w:rsid w:val="003528DB"/>
    <w:rsid w:val="003531C6"/>
    <w:rsid w:val="00355290"/>
    <w:rsid w:val="00387E57"/>
    <w:rsid w:val="00395185"/>
    <w:rsid w:val="00396F78"/>
    <w:rsid w:val="003A0197"/>
    <w:rsid w:val="003A23E4"/>
    <w:rsid w:val="003A52A8"/>
    <w:rsid w:val="003A5B8A"/>
    <w:rsid w:val="003A6773"/>
    <w:rsid w:val="003A6CA9"/>
    <w:rsid w:val="003A77BF"/>
    <w:rsid w:val="003B1323"/>
    <w:rsid w:val="003B32F1"/>
    <w:rsid w:val="003D7744"/>
    <w:rsid w:val="003E3BB8"/>
    <w:rsid w:val="003E3F69"/>
    <w:rsid w:val="003F1AA1"/>
    <w:rsid w:val="003F6C13"/>
    <w:rsid w:val="00401B67"/>
    <w:rsid w:val="00424E06"/>
    <w:rsid w:val="0043567D"/>
    <w:rsid w:val="00437033"/>
    <w:rsid w:val="004435D8"/>
    <w:rsid w:val="00455DDA"/>
    <w:rsid w:val="00456955"/>
    <w:rsid w:val="00456E84"/>
    <w:rsid w:val="0046023B"/>
    <w:rsid w:val="00464BC8"/>
    <w:rsid w:val="004676DE"/>
    <w:rsid w:val="00471257"/>
    <w:rsid w:val="00472A24"/>
    <w:rsid w:val="00476BBB"/>
    <w:rsid w:val="0047785E"/>
    <w:rsid w:val="004978A4"/>
    <w:rsid w:val="00497E53"/>
    <w:rsid w:val="004A2306"/>
    <w:rsid w:val="004A55B0"/>
    <w:rsid w:val="004C1171"/>
    <w:rsid w:val="004D300D"/>
    <w:rsid w:val="004E43AF"/>
    <w:rsid w:val="004E489A"/>
    <w:rsid w:val="004E5837"/>
    <w:rsid w:val="004E6423"/>
    <w:rsid w:val="00516623"/>
    <w:rsid w:val="00522FC7"/>
    <w:rsid w:val="00525AEF"/>
    <w:rsid w:val="00526947"/>
    <w:rsid w:val="00530481"/>
    <w:rsid w:val="005460FD"/>
    <w:rsid w:val="0057157F"/>
    <w:rsid w:val="0057430E"/>
    <w:rsid w:val="00576E3A"/>
    <w:rsid w:val="00576FCB"/>
    <w:rsid w:val="00581B3D"/>
    <w:rsid w:val="00581B9D"/>
    <w:rsid w:val="00585DE8"/>
    <w:rsid w:val="005A0723"/>
    <w:rsid w:val="005C593C"/>
    <w:rsid w:val="005D0DFB"/>
    <w:rsid w:val="005D25E4"/>
    <w:rsid w:val="005D386B"/>
    <w:rsid w:val="005E0B74"/>
    <w:rsid w:val="005E1765"/>
    <w:rsid w:val="005F0D7E"/>
    <w:rsid w:val="005F20DF"/>
    <w:rsid w:val="005F2B0F"/>
    <w:rsid w:val="005F2F42"/>
    <w:rsid w:val="005F6413"/>
    <w:rsid w:val="00604B18"/>
    <w:rsid w:val="00610841"/>
    <w:rsid w:val="006156DA"/>
    <w:rsid w:val="0062015A"/>
    <w:rsid w:val="006217F2"/>
    <w:rsid w:val="00643C3D"/>
    <w:rsid w:val="006554E7"/>
    <w:rsid w:val="00665B07"/>
    <w:rsid w:val="00667EB8"/>
    <w:rsid w:val="00670089"/>
    <w:rsid w:val="00683BD1"/>
    <w:rsid w:val="006922A2"/>
    <w:rsid w:val="006A10B9"/>
    <w:rsid w:val="006A4AA2"/>
    <w:rsid w:val="006A6AD6"/>
    <w:rsid w:val="006B0A9E"/>
    <w:rsid w:val="006D19C3"/>
    <w:rsid w:val="006D5B64"/>
    <w:rsid w:val="006D6640"/>
    <w:rsid w:val="006E4832"/>
    <w:rsid w:val="006F0C56"/>
    <w:rsid w:val="006F2DD2"/>
    <w:rsid w:val="00704D2E"/>
    <w:rsid w:val="007113A2"/>
    <w:rsid w:val="00713E24"/>
    <w:rsid w:val="00721854"/>
    <w:rsid w:val="00727F61"/>
    <w:rsid w:val="00744043"/>
    <w:rsid w:val="00744A0F"/>
    <w:rsid w:val="00754242"/>
    <w:rsid w:val="00764745"/>
    <w:rsid w:val="0076721C"/>
    <w:rsid w:val="007914DB"/>
    <w:rsid w:val="007C1143"/>
    <w:rsid w:val="00810584"/>
    <w:rsid w:val="00813ACD"/>
    <w:rsid w:val="00842664"/>
    <w:rsid w:val="00845F67"/>
    <w:rsid w:val="00847BB1"/>
    <w:rsid w:val="008522FF"/>
    <w:rsid w:val="00857197"/>
    <w:rsid w:val="008630CB"/>
    <w:rsid w:val="00864BDE"/>
    <w:rsid w:val="00866357"/>
    <w:rsid w:val="0087255F"/>
    <w:rsid w:val="00881286"/>
    <w:rsid w:val="0089544D"/>
    <w:rsid w:val="008966BF"/>
    <w:rsid w:val="008C5239"/>
    <w:rsid w:val="008C7838"/>
    <w:rsid w:val="008C7A99"/>
    <w:rsid w:val="008D36A0"/>
    <w:rsid w:val="008D3AB4"/>
    <w:rsid w:val="008E05FC"/>
    <w:rsid w:val="008F272C"/>
    <w:rsid w:val="008F6A44"/>
    <w:rsid w:val="00911D63"/>
    <w:rsid w:val="00915DE0"/>
    <w:rsid w:val="00927183"/>
    <w:rsid w:val="0093397E"/>
    <w:rsid w:val="00937200"/>
    <w:rsid w:val="009409E9"/>
    <w:rsid w:val="00943632"/>
    <w:rsid w:val="009475C1"/>
    <w:rsid w:val="00947752"/>
    <w:rsid w:val="009632E3"/>
    <w:rsid w:val="00963D7C"/>
    <w:rsid w:val="00973FF2"/>
    <w:rsid w:val="009807E7"/>
    <w:rsid w:val="0099785A"/>
    <w:rsid w:val="009A257F"/>
    <w:rsid w:val="009A79C4"/>
    <w:rsid w:val="009B77CB"/>
    <w:rsid w:val="009C020B"/>
    <w:rsid w:val="009D3D76"/>
    <w:rsid w:val="009D4C80"/>
    <w:rsid w:val="009D7BC9"/>
    <w:rsid w:val="009E40BF"/>
    <w:rsid w:val="009F1EA9"/>
    <w:rsid w:val="00A17501"/>
    <w:rsid w:val="00A31583"/>
    <w:rsid w:val="00A36E4E"/>
    <w:rsid w:val="00A52691"/>
    <w:rsid w:val="00A60588"/>
    <w:rsid w:val="00A627F2"/>
    <w:rsid w:val="00A633C0"/>
    <w:rsid w:val="00A72A9E"/>
    <w:rsid w:val="00A72AD9"/>
    <w:rsid w:val="00A76140"/>
    <w:rsid w:val="00A83261"/>
    <w:rsid w:val="00A90D51"/>
    <w:rsid w:val="00AA4AD4"/>
    <w:rsid w:val="00AB5159"/>
    <w:rsid w:val="00AB5BB8"/>
    <w:rsid w:val="00AC77C8"/>
    <w:rsid w:val="00AD14AE"/>
    <w:rsid w:val="00AE2216"/>
    <w:rsid w:val="00AF140C"/>
    <w:rsid w:val="00B018C2"/>
    <w:rsid w:val="00B05761"/>
    <w:rsid w:val="00B07C3D"/>
    <w:rsid w:val="00B11133"/>
    <w:rsid w:val="00B21217"/>
    <w:rsid w:val="00B31500"/>
    <w:rsid w:val="00B473AB"/>
    <w:rsid w:val="00B51900"/>
    <w:rsid w:val="00B60359"/>
    <w:rsid w:val="00B64C2F"/>
    <w:rsid w:val="00B65A85"/>
    <w:rsid w:val="00B774AA"/>
    <w:rsid w:val="00B941B4"/>
    <w:rsid w:val="00B97785"/>
    <w:rsid w:val="00BB005D"/>
    <w:rsid w:val="00BC2E76"/>
    <w:rsid w:val="00BC4D10"/>
    <w:rsid w:val="00BD0D14"/>
    <w:rsid w:val="00BD40BD"/>
    <w:rsid w:val="00BE0072"/>
    <w:rsid w:val="00BE5FFD"/>
    <w:rsid w:val="00BF4E88"/>
    <w:rsid w:val="00BF4FEC"/>
    <w:rsid w:val="00BF5C1E"/>
    <w:rsid w:val="00C15DF8"/>
    <w:rsid w:val="00C176E4"/>
    <w:rsid w:val="00C27E69"/>
    <w:rsid w:val="00C31830"/>
    <w:rsid w:val="00C422F5"/>
    <w:rsid w:val="00C461F7"/>
    <w:rsid w:val="00C61365"/>
    <w:rsid w:val="00C61390"/>
    <w:rsid w:val="00C7456E"/>
    <w:rsid w:val="00C779C0"/>
    <w:rsid w:val="00C804FC"/>
    <w:rsid w:val="00C827EB"/>
    <w:rsid w:val="00C82CAF"/>
    <w:rsid w:val="00C90657"/>
    <w:rsid w:val="00C90A22"/>
    <w:rsid w:val="00C95938"/>
    <w:rsid w:val="00C97441"/>
    <w:rsid w:val="00C97ED3"/>
    <w:rsid w:val="00CA03F1"/>
    <w:rsid w:val="00CA0F64"/>
    <w:rsid w:val="00CA38E0"/>
    <w:rsid w:val="00CA625D"/>
    <w:rsid w:val="00CA6ED1"/>
    <w:rsid w:val="00CB5329"/>
    <w:rsid w:val="00CB7CB0"/>
    <w:rsid w:val="00CC6B4B"/>
    <w:rsid w:val="00CE4AC4"/>
    <w:rsid w:val="00D11481"/>
    <w:rsid w:val="00D15029"/>
    <w:rsid w:val="00D179AF"/>
    <w:rsid w:val="00D23FD4"/>
    <w:rsid w:val="00D37938"/>
    <w:rsid w:val="00D50AE7"/>
    <w:rsid w:val="00D57370"/>
    <w:rsid w:val="00D60AFD"/>
    <w:rsid w:val="00D7491B"/>
    <w:rsid w:val="00D86282"/>
    <w:rsid w:val="00D96754"/>
    <w:rsid w:val="00DA23E5"/>
    <w:rsid w:val="00DA5BD8"/>
    <w:rsid w:val="00DD25B4"/>
    <w:rsid w:val="00DD6253"/>
    <w:rsid w:val="00DE5B0E"/>
    <w:rsid w:val="00DF2BC9"/>
    <w:rsid w:val="00DF39A6"/>
    <w:rsid w:val="00DF54BA"/>
    <w:rsid w:val="00DF6ACA"/>
    <w:rsid w:val="00DF739F"/>
    <w:rsid w:val="00DF7BA3"/>
    <w:rsid w:val="00E10DED"/>
    <w:rsid w:val="00E17292"/>
    <w:rsid w:val="00E37B84"/>
    <w:rsid w:val="00E54B53"/>
    <w:rsid w:val="00E7422D"/>
    <w:rsid w:val="00E820D4"/>
    <w:rsid w:val="00E87A0F"/>
    <w:rsid w:val="00EA31C9"/>
    <w:rsid w:val="00EC16FF"/>
    <w:rsid w:val="00EC364A"/>
    <w:rsid w:val="00EC58CF"/>
    <w:rsid w:val="00EC6A39"/>
    <w:rsid w:val="00EE3D4C"/>
    <w:rsid w:val="00EE47F6"/>
    <w:rsid w:val="00EE79EA"/>
    <w:rsid w:val="00F00CAD"/>
    <w:rsid w:val="00F137D4"/>
    <w:rsid w:val="00F24D1C"/>
    <w:rsid w:val="00F32980"/>
    <w:rsid w:val="00F473EE"/>
    <w:rsid w:val="00F65E74"/>
    <w:rsid w:val="00F72140"/>
    <w:rsid w:val="00F7215A"/>
    <w:rsid w:val="00F77B61"/>
    <w:rsid w:val="00F825CB"/>
    <w:rsid w:val="00F91CB4"/>
    <w:rsid w:val="00F936EA"/>
    <w:rsid w:val="00FB57B7"/>
    <w:rsid w:val="00FB724D"/>
    <w:rsid w:val="00FD47D0"/>
    <w:rsid w:val="00FE6148"/>
    <w:rsid w:val="00FF61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5637B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FC7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522FC7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522FC7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522FC7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522FC7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522FC7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522FC7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522FC7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522FC7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522FC7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522FC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522FC7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522FC7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522FC7"/>
    <w:rPr>
      <w:color w:val="800080"/>
      <w:u w:val="single"/>
    </w:rPr>
  </w:style>
  <w:style w:type="character" w:styleId="Hyperlink">
    <w:name w:val="Hyperlink"/>
    <w:basedOn w:val="DefaultParagraphFont"/>
    <w:rsid w:val="00522FC7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522FC7"/>
  </w:style>
  <w:style w:type="paragraph" w:styleId="TOC2">
    <w:name w:val="toc 2"/>
    <w:basedOn w:val="Normal"/>
    <w:next w:val="Normal"/>
    <w:autoRedefine/>
    <w:semiHidden/>
    <w:rsid w:val="00522FC7"/>
    <w:pPr>
      <w:ind w:left="240"/>
    </w:pPr>
  </w:style>
  <w:style w:type="paragraph" w:styleId="TOC3">
    <w:name w:val="toc 3"/>
    <w:basedOn w:val="Normal"/>
    <w:next w:val="Normal"/>
    <w:autoRedefine/>
    <w:semiHidden/>
    <w:rsid w:val="00522FC7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522FC7"/>
    <w:pPr>
      <w:keepLines/>
    </w:pPr>
    <w:rPr>
      <w:color w:val="000000"/>
    </w:rPr>
  </w:style>
  <w:style w:type="paragraph" w:customStyle="1" w:styleId="dldl1">
    <w:name w:val="dldl1"/>
    <w:basedOn w:val="BodyText"/>
    <w:rsid w:val="00522FC7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522FC7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522FC7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522FC7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522FC7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522FC7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522FC7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522FC7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522FC7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522FC7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522FC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522FC7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522FC7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522FC7"/>
    <w:pPr>
      <w:jc w:val="center"/>
    </w:pPr>
    <w:rPr>
      <w:b/>
    </w:rPr>
  </w:style>
  <w:style w:type="numbering" w:styleId="111111">
    <w:name w:val="Outline List 2"/>
    <w:basedOn w:val="NoList"/>
    <w:rsid w:val="00522FC7"/>
    <w:pPr>
      <w:numPr>
        <w:numId w:val="2"/>
      </w:numPr>
    </w:pPr>
  </w:style>
  <w:style w:type="paragraph" w:customStyle="1" w:styleId="OINumber">
    <w:name w:val="OI_Number"/>
    <w:basedOn w:val="Normal"/>
    <w:rsid w:val="00522FC7"/>
    <w:pPr>
      <w:spacing w:before="80"/>
    </w:pPr>
    <w:rPr>
      <w:b/>
      <w:sz w:val="16"/>
    </w:rPr>
  </w:style>
  <w:style w:type="paragraph" w:styleId="BodyText">
    <w:name w:val="Body Text"/>
    <w:basedOn w:val="Normal"/>
    <w:rsid w:val="00522FC7"/>
    <w:rPr>
      <w:szCs w:val="22"/>
    </w:rPr>
  </w:style>
  <w:style w:type="paragraph" w:styleId="BodyText2">
    <w:name w:val="Body Text 2"/>
    <w:basedOn w:val="Normal"/>
    <w:rsid w:val="00522FC7"/>
    <w:pPr>
      <w:spacing w:after="120" w:line="480" w:lineRule="auto"/>
    </w:pPr>
  </w:style>
  <w:style w:type="paragraph" w:customStyle="1" w:styleId="EffectiveDate0">
    <w:name w:val="Effective_Date"/>
    <w:basedOn w:val="Normal"/>
    <w:rsid w:val="00522FC7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522FC7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522FC7"/>
    <w:pPr>
      <w:numPr>
        <w:numId w:val="8"/>
      </w:numPr>
    </w:pPr>
  </w:style>
  <w:style w:type="paragraph" w:customStyle="1" w:styleId="ColumnHeader">
    <w:name w:val="ColumnHeader"/>
    <w:basedOn w:val="BodyText"/>
    <w:rsid w:val="00522FC7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qFormat/>
    <w:rsid w:val="00522FC7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522FC7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77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77BF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576FCB"/>
    <w:rPr>
      <w:sz w:val="24"/>
      <w:szCs w:val="24"/>
    </w:rPr>
  </w:style>
  <w:style w:type="paragraph" w:styleId="CommentText">
    <w:name w:val="annotation text"/>
    <w:basedOn w:val="Normal"/>
    <w:link w:val="CommentTextChar"/>
    <w:rsid w:val="00CA0F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A0F64"/>
  </w:style>
  <w:style w:type="paragraph" w:styleId="Title">
    <w:name w:val="Title"/>
    <w:basedOn w:val="Normal"/>
    <w:link w:val="TitleChar"/>
    <w:qFormat/>
    <w:rsid w:val="00813ACD"/>
    <w:pPr>
      <w:widowControl/>
      <w:adjustRightInd/>
      <w:jc w:val="center"/>
      <w:textAlignment w:val="auto"/>
    </w:pPr>
    <w:rPr>
      <w:rFonts w:ascii="Arial" w:hAnsi="Arial"/>
      <w:b/>
      <w:sz w:val="36"/>
      <w:szCs w:val="20"/>
    </w:rPr>
  </w:style>
  <w:style w:type="character" w:customStyle="1" w:styleId="TitleChar">
    <w:name w:val="Title Char"/>
    <w:basedOn w:val="DefaultParagraphFont"/>
    <w:link w:val="Title"/>
    <w:rsid w:val="00813ACD"/>
    <w:rPr>
      <w:rFonts w:ascii="Arial" w:hAnsi="Arial"/>
      <w:b/>
      <w:sz w:val="36"/>
    </w:rPr>
  </w:style>
  <w:style w:type="paragraph" w:styleId="ListParagraph">
    <w:name w:val="List Paragraph"/>
    <w:basedOn w:val="Normal"/>
    <w:uiPriority w:val="34"/>
    <w:qFormat/>
    <w:rsid w:val="001F763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F6ACA"/>
    <w:pPr>
      <w:widowControl/>
      <w:adjustRightInd/>
      <w:spacing w:before="100" w:beforeAutospacing="1" w:after="100" w:afterAutospacing="1"/>
      <w:textAlignment w:val="auto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FC7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522FC7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522FC7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522FC7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522FC7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522FC7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522FC7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522FC7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522FC7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522FC7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522FC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522FC7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522FC7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522FC7"/>
    <w:rPr>
      <w:color w:val="800080"/>
      <w:u w:val="single"/>
    </w:rPr>
  </w:style>
  <w:style w:type="character" w:styleId="Hyperlink">
    <w:name w:val="Hyperlink"/>
    <w:basedOn w:val="DefaultParagraphFont"/>
    <w:rsid w:val="00522FC7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522FC7"/>
  </w:style>
  <w:style w:type="paragraph" w:styleId="TOC2">
    <w:name w:val="toc 2"/>
    <w:basedOn w:val="Normal"/>
    <w:next w:val="Normal"/>
    <w:autoRedefine/>
    <w:semiHidden/>
    <w:rsid w:val="00522FC7"/>
    <w:pPr>
      <w:ind w:left="240"/>
    </w:pPr>
  </w:style>
  <w:style w:type="paragraph" w:styleId="TOC3">
    <w:name w:val="toc 3"/>
    <w:basedOn w:val="Normal"/>
    <w:next w:val="Normal"/>
    <w:autoRedefine/>
    <w:semiHidden/>
    <w:rsid w:val="00522FC7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522FC7"/>
    <w:pPr>
      <w:keepLines/>
    </w:pPr>
    <w:rPr>
      <w:color w:val="000000"/>
    </w:rPr>
  </w:style>
  <w:style w:type="paragraph" w:customStyle="1" w:styleId="dldl1">
    <w:name w:val="dldl1"/>
    <w:basedOn w:val="BodyText"/>
    <w:rsid w:val="00522FC7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522FC7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522FC7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522FC7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522FC7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522FC7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522FC7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522FC7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522FC7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522FC7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522FC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522FC7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522FC7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522FC7"/>
    <w:pPr>
      <w:jc w:val="center"/>
    </w:pPr>
    <w:rPr>
      <w:b/>
    </w:rPr>
  </w:style>
  <w:style w:type="numbering" w:styleId="111111">
    <w:name w:val="Outline List 2"/>
    <w:basedOn w:val="NoList"/>
    <w:rsid w:val="00522FC7"/>
    <w:pPr>
      <w:numPr>
        <w:numId w:val="2"/>
      </w:numPr>
    </w:pPr>
  </w:style>
  <w:style w:type="paragraph" w:customStyle="1" w:styleId="OINumber">
    <w:name w:val="OI_Number"/>
    <w:basedOn w:val="Normal"/>
    <w:rsid w:val="00522FC7"/>
    <w:pPr>
      <w:spacing w:before="80"/>
    </w:pPr>
    <w:rPr>
      <w:b/>
      <w:sz w:val="16"/>
    </w:rPr>
  </w:style>
  <w:style w:type="paragraph" w:styleId="BodyText">
    <w:name w:val="Body Text"/>
    <w:basedOn w:val="Normal"/>
    <w:rsid w:val="00522FC7"/>
    <w:rPr>
      <w:szCs w:val="22"/>
    </w:rPr>
  </w:style>
  <w:style w:type="paragraph" w:styleId="BodyText2">
    <w:name w:val="Body Text 2"/>
    <w:basedOn w:val="Normal"/>
    <w:rsid w:val="00522FC7"/>
    <w:pPr>
      <w:spacing w:after="120" w:line="480" w:lineRule="auto"/>
    </w:pPr>
  </w:style>
  <w:style w:type="paragraph" w:customStyle="1" w:styleId="EffectiveDate0">
    <w:name w:val="Effective_Date"/>
    <w:basedOn w:val="Normal"/>
    <w:rsid w:val="00522FC7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522FC7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522FC7"/>
    <w:pPr>
      <w:numPr>
        <w:numId w:val="8"/>
      </w:numPr>
    </w:pPr>
  </w:style>
  <w:style w:type="paragraph" w:customStyle="1" w:styleId="ColumnHeader">
    <w:name w:val="ColumnHeader"/>
    <w:basedOn w:val="BodyText"/>
    <w:rsid w:val="00522FC7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qFormat/>
    <w:rsid w:val="00522FC7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522FC7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77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77BF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576FCB"/>
    <w:rPr>
      <w:sz w:val="24"/>
      <w:szCs w:val="24"/>
    </w:rPr>
  </w:style>
  <w:style w:type="paragraph" w:styleId="CommentText">
    <w:name w:val="annotation text"/>
    <w:basedOn w:val="Normal"/>
    <w:link w:val="CommentTextChar"/>
    <w:rsid w:val="00CA0F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A0F64"/>
  </w:style>
  <w:style w:type="paragraph" w:styleId="Title">
    <w:name w:val="Title"/>
    <w:basedOn w:val="Normal"/>
    <w:link w:val="TitleChar"/>
    <w:qFormat/>
    <w:rsid w:val="00813ACD"/>
    <w:pPr>
      <w:widowControl/>
      <w:adjustRightInd/>
      <w:jc w:val="center"/>
      <w:textAlignment w:val="auto"/>
    </w:pPr>
    <w:rPr>
      <w:rFonts w:ascii="Arial" w:hAnsi="Arial"/>
      <w:b/>
      <w:sz w:val="36"/>
      <w:szCs w:val="20"/>
    </w:rPr>
  </w:style>
  <w:style w:type="character" w:customStyle="1" w:styleId="TitleChar">
    <w:name w:val="Title Char"/>
    <w:basedOn w:val="DefaultParagraphFont"/>
    <w:link w:val="Title"/>
    <w:rsid w:val="00813ACD"/>
    <w:rPr>
      <w:rFonts w:ascii="Arial" w:hAnsi="Arial"/>
      <w:b/>
      <w:sz w:val="36"/>
    </w:rPr>
  </w:style>
  <w:style w:type="paragraph" w:styleId="ListParagraph">
    <w:name w:val="List Paragraph"/>
    <w:basedOn w:val="Normal"/>
    <w:uiPriority w:val="34"/>
    <w:qFormat/>
    <w:rsid w:val="001F763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F6ACA"/>
    <w:pPr>
      <w:widowControl/>
      <w:adjustRightInd/>
      <w:spacing w:before="100" w:beforeAutospacing="1" w:after="100" w:afterAutospacing="1"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5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1.xml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footer" Target="footer2.xml"/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image" Target="media/image2.wmf"/><Relationship Id="rId14" Type="http://schemas.openxmlformats.org/officeDocument/2006/relationships/image" Target="media/image3.png"/><Relationship Id="rId15" Type="http://schemas.openxmlformats.org/officeDocument/2006/relationships/image" Target="media/image4.png"/><Relationship Id="rId16" Type="http://schemas.openxmlformats.org/officeDocument/2006/relationships/hyperlink" Target="https://medicalxpress.com/news/2011-03-gene-kids-sports-stars.html" TargetMode="External"/><Relationship Id="rId17" Type="http://schemas.openxmlformats.org/officeDocument/2006/relationships/hyperlink" Target="https://bit.ly/2KPjVgZ" TargetMode="External"/><Relationship Id="rId18" Type="http://schemas.openxmlformats.org/officeDocument/2006/relationships/hyperlink" Target="http://scme-support.org/" TargetMode="External"/><Relationship Id="rId19" Type="http://schemas.openxmlformats.org/officeDocument/2006/relationships/header" Target="header3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ct\repor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\project\reports.dot</Template>
  <TotalTime>0</TotalTime>
  <Pages>8</Pages>
  <Words>1599</Words>
  <Characters>9119</Characters>
  <Application>Microsoft Macintosh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 Flex Report Template</vt:lpstr>
    </vt:vector>
  </TitlesOfParts>
  <Company>Microsoft</Company>
  <LinksUpToDate>false</LinksUpToDate>
  <CharactersWithSpaces>10697</CharactersWithSpaces>
  <SharedDoc>false</SharedDoc>
  <HLinks>
    <vt:vector size="24" baseType="variant">
      <vt:variant>
        <vt:i4>8192100</vt:i4>
      </vt:variant>
      <vt:variant>
        <vt:i4>9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5177408</vt:i4>
      </vt:variant>
      <vt:variant>
        <vt:i4>6</vt:i4>
      </vt:variant>
      <vt:variant>
        <vt:i4>0</vt:i4>
      </vt:variant>
      <vt:variant>
        <vt:i4>5</vt:i4>
      </vt:variant>
      <vt:variant>
        <vt:lpwstr>C:\Users\mj\Documents\My Dropbox\references\glossary.htm</vt:lpwstr>
      </vt:variant>
      <vt:variant>
        <vt:lpwstr>Deoxyribonucleic acid (DNA)</vt:lpwstr>
      </vt:variant>
      <vt:variant>
        <vt:i4>7209038</vt:i4>
      </vt:variant>
      <vt:variant>
        <vt:i4>3</vt:i4>
      </vt:variant>
      <vt:variant>
        <vt:i4>0</vt:i4>
      </vt:variant>
      <vt:variant>
        <vt:i4>5</vt:i4>
      </vt:variant>
      <vt:variant>
        <vt:lpwstr>mailto:mpleil@unm.edu</vt:lpwstr>
      </vt:variant>
      <vt:variant>
        <vt:lpwstr/>
      </vt:variant>
      <vt:variant>
        <vt:i4>8192100</vt:i4>
      </vt:variant>
      <vt:variant>
        <vt:i4>0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Flex Report Template</dc:title>
  <dc:creator>PCES</dc:creator>
  <dc:description>This template may be used as a model for building customized flex report output templates</dc:description>
  <cp:lastModifiedBy>MJ Willis</cp:lastModifiedBy>
  <cp:revision>3</cp:revision>
  <cp:lastPrinted>2018-05-24T02:20:00Z</cp:lastPrinted>
  <dcterms:created xsi:type="dcterms:W3CDTF">2018-05-24T02:20:00Z</dcterms:created>
  <dcterms:modified xsi:type="dcterms:W3CDTF">2018-05-24T02:20:00Z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urse Title">
    <vt:lpwstr>Activity: A MEMS Testing Device</vt:lpwstr>
  </property>
  <property fmtid="{D5CDD505-2E9C-101B-9397-08002B2CF9AE}" pid="3" name="Module Title">
    <vt:lpwstr>Activity SCO</vt:lpwstr>
  </property>
  <property fmtid="{D5CDD505-2E9C-101B-9397-08002B2CF9AE}" pid="4" name="docID">
    <vt:lpwstr>App_bioMEM_AC50</vt:lpwstr>
  </property>
  <property fmtid="{D5CDD505-2E9C-101B-9397-08002B2CF9AE}" pid="5" name="docPath">
    <vt:lpwstr>C:\xtProject\App_bioMEM_AC50\App_bioMEM_AC50.doc</vt:lpwstr>
  </property>
  <property fmtid="{D5CDD505-2E9C-101B-9397-08002B2CF9AE}" pid="6" name="Module Number">
    <vt:lpwstr>     </vt:lpwstr>
  </property>
  <property fmtid="{D5CDD505-2E9C-101B-9397-08002B2CF9AE}" pid="7" name="Copyright">
    <vt:lpwstr>2008 SCME</vt:lpwstr>
  </property>
</Properties>
</file>