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03DF106A" w14:textId="77777777" w:rsidTr="009C4B8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F771AE9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7502075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7F9EABE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9AF4460" w14:textId="77777777" w:rsidR="006217F2" w:rsidRDefault="006217F2" w:rsidP="00DF54BA"/>
        </w:tc>
      </w:tr>
    </w:tbl>
    <w:p w14:paraId="1F855773" w14:textId="77777777" w:rsidR="00141AA9" w:rsidRPr="00B4696A" w:rsidRDefault="00141AA9" w:rsidP="00141AA9">
      <w:pPr>
        <w:jc w:val="center"/>
        <w:rPr>
          <w:b/>
          <w:sz w:val="32"/>
        </w:rPr>
      </w:pPr>
      <w:r w:rsidRPr="00B4696A">
        <w:rPr>
          <w:b/>
          <w:sz w:val="32"/>
        </w:rPr>
        <w:t>Southwest Center for Microsystems Education (SCME)</w:t>
      </w:r>
    </w:p>
    <w:p w14:paraId="59789F4F" w14:textId="77777777" w:rsidR="00141AA9" w:rsidRPr="00B4696A" w:rsidRDefault="00141AA9" w:rsidP="00141AA9">
      <w:pPr>
        <w:jc w:val="center"/>
        <w:rPr>
          <w:b/>
          <w:sz w:val="32"/>
        </w:rPr>
      </w:pPr>
      <w:r w:rsidRPr="00B4696A">
        <w:rPr>
          <w:b/>
          <w:sz w:val="32"/>
        </w:rPr>
        <w:t>University of New Mexico</w:t>
      </w:r>
    </w:p>
    <w:p w14:paraId="03846CF3" w14:textId="77777777" w:rsidR="00141AA9" w:rsidRPr="00B4696A" w:rsidRDefault="00141AA9" w:rsidP="00141AA9">
      <w:pPr>
        <w:jc w:val="center"/>
        <w:rPr>
          <w:b/>
          <w:sz w:val="32"/>
        </w:rPr>
      </w:pPr>
    </w:p>
    <w:p w14:paraId="0A545230" w14:textId="77777777" w:rsidR="00141AA9" w:rsidRDefault="00141AA9" w:rsidP="00141AA9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Introduction to Sensors</w:t>
      </w:r>
    </w:p>
    <w:p w14:paraId="5FE1BFD8" w14:textId="77777777" w:rsidR="00141AA9" w:rsidRPr="004E5FA4" w:rsidRDefault="00141AA9" w:rsidP="00141AA9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Learning Module</w:t>
      </w:r>
    </w:p>
    <w:p w14:paraId="7289BB73" w14:textId="77777777" w:rsidR="00141AA9" w:rsidRPr="00B4696A" w:rsidRDefault="00141AA9" w:rsidP="00141AA9">
      <w:pPr>
        <w:jc w:val="right"/>
        <w:rPr>
          <w:b/>
          <w:sz w:val="32"/>
        </w:rPr>
      </w:pPr>
    </w:p>
    <w:p w14:paraId="28E91FE4" w14:textId="77777777" w:rsidR="00141AA9" w:rsidRPr="00B4696A" w:rsidRDefault="00141AA9" w:rsidP="00141AA9">
      <w:pPr>
        <w:jc w:val="center"/>
        <w:rPr>
          <w:b/>
          <w:sz w:val="32"/>
        </w:rPr>
      </w:pPr>
    </w:p>
    <w:p w14:paraId="12794413" w14:textId="77777777" w:rsidR="00141AA9" w:rsidRPr="00AF778F" w:rsidRDefault="00141AA9" w:rsidP="00141AA9">
      <w:pPr>
        <w:jc w:val="center"/>
        <w:rPr>
          <w:sz w:val="28"/>
          <w:szCs w:val="56"/>
        </w:rPr>
      </w:pPr>
      <w:r w:rsidRPr="00AF778F">
        <w:rPr>
          <w:sz w:val="28"/>
          <w:szCs w:val="56"/>
          <w:u w:val="single"/>
        </w:rPr>
        <w:t>This booklet contains four units</w:t>
      </w:r>
      <w:r w:rsidRPr="00AF778F">
        <w:rPr>
          <w:sz w:val="28"/>
          <w:szCs w:val="56"/>
        </w:rPr>
        <w:t>:</w:t>
      </w:r>
    </w:p>
    <w:p w14:paraId="51354300" w14:textId="77777777" w:rsidR="00141AA9" w:rsidRPr="00AF778F" w:rsidRDefault="00141AA9" w:rsidP="00141AA9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Pre-test (Knowledge Probe)</w:t>
      </w:r>
    </w:p>
    <w:p w14:paraId="03583663" w14:textId="77777777" w:rsidR="00141AA9" w:rsidRPr="00AF778F" w:rsidRDefault="00141AA9" w:rsidP="00141AA9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 xml:space="preserve">Introduction to </w:t>
      </w:r>
      <w:r>
        <w:rPr>
          <w:sz w:val="28"/>
          <w:szCs w:val="56"/>
        </w:rPr>
        <w:t>Sensor</w:t>
      </w:r>
      <w:r w:rsidRPr="00AF778F">
        <w:rPr>
          <w:sz w:val="28"/>
          <w:szCs w:val="56"/>
        </w:rPr>
        <w:t xml:space="preserve"> Primary Knowledge (PK) unit</w:t>
      </w:r>
    </w:p>
    <w:p w14:paraId="6A2B3034" w14:textId="77777777" w:rsidR="00141AA9" w:rsidRPr="00AF778F" w:rsidRDefault="00141AA9" w:rsidP="00141AA9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 xml:space="preserve">Activity – What are </w:t>
      </w:r>
      <w:r>
        <w:rPr>
          <w:sz w:val="28"/>
          <w:szCs w:val="56"/>
        </w:rPr>
        <w:t>Sensor</w:t>
      </w:r>
      <w:r w:rsidRPr="00AF778F">
        <w:rPr>
          <w:sz w:val="28"/>
          <w:szCs w:val="56"/>
        </w:rPr>
        <w:t>s?</w:t>
      </w:r>
    </w:p>
    <w:p w14:paraId="15E53C98" w14:textId="77777777" w:rsidR="00141AA9" w:rsidRPr="00AF778F" w:rsidRDefault="00141AA9" w:rsidP="00141AA9">
      <w:pPr>
        <w:jc w:val="center"/>
        <w:rPr>
          <w:sz w:val="28"/>
          <w:szCs w:val="56"/>
        </w:rPr>
      </w:pPr>
      <w:r w:rsidRPr="00AF778F">
        <w:rPr>
          <w:sz w:val="28"/>
          <w:szCs w:val="56"/>
        </w:rPr>
        <w:t>Final Assessment</w:t>
      </w:r>
    </w:p>
    <w:p w14:paraId="165256CF" w14:textId="77777777" w:rsidR="00141AA9" w:rsidRPr="00B4696A" w:rsidRDefault="00141AA9" w:rsidP="00141AA9">
      <w:pPr>
        <w:jc w:val="center"/>
        <w:rPr>
          <w:b/>
          <w:sz w:val="32"/>
        </w:rPr>
      </w:pPr>
    </w:p>
    <w:p w14:paraId="6FD8F087" w14:textId="77777777" w:rsidR="00141AA9" w:rsidRPr="00F33684" w:rsidRDefault="00141AA9" w:rsidP="00141AA9">
      <w:pPr>
        <w:jc w:val="center"/>
        <w:rPr>
          <w:i/>
          <w:sz w:val="28"/>
        </w:rPr>
      </w:pPr>
      <w:r w:rsidRPr="00F33684">
        <w:rPr>
          <w:i/>
          <w:sz w:val="28"/>
        </w:rPr>
        <w:t>This learning module is one of three SCME modules that discuss the types of components found in microelectromechanical systems (MEMS). This module co</w:t>
      </w:r>
      <w:r>
        <w:rPr>
          <w:i/>
          <w:sz w:val="28"/>
        </w:rPr>
        <w:t>vers “sensor</w:t>
      </w:r>
      <w:r w:rsidRPr="00F33684">
        <w:rPr>
          <w:i/>
          <w:sz w:val="28"/>
        </w:rPr>
        <w:t xml:space="preserve">s” – what they are, how they work and how they are used in both macro and micro-sized systems.  An activity </w:t>
      </w:r>
      <w:r>
        <w:rPr>
          <w:i/>
          <w:sz w:val="28"/>
        </w:rPr>
        <w:t>provide</w:t>
      </w:r>
      <w:r w:rsidRPr="00F33684">
        <w:rPr>
          <w:i/>
          <w:sz w:val="28"/>
        </w:rPr>
        <w:t xml:space="preserve">s further exploration into specific </w:t>
      </w:r>
      <w:r>
        <w:rPr>
          <w:i/>
          <w:sz w:val="28"/>
        </w:rPr>
        <w:t>sensor</w:t>
      </w:r>
      <w:r w:rsidRPr="00F33684">
        <w:rPr>
          <w:i/>
          <w:sz w:val="28"/>
        </w:rPr>
        <w:t xml:space="preserve">s and how they are used in everyday devices. Two related learning modules cover MEMS </w:t>
      </w:r>
      <w:r>
        <w:rPr>
          <w:i/>
          <w:sz w:val="28"/>
        </w:rPr>
        <w:t>transducer</w:t>
      </w:r>
      <w:r w:rsidRPr="00F33684">
        <w:rPr>
          <w:i/>
          <w:sz w:val="28"/>
        </w:rPr>
        <w:t>s and actuators.</w:t>
      </w:r>
    </w:p>
    <w:p w14:paraId="7090671F" w14:textId="77777777" w:rsidR="00141AA9" w:rsidRDefault="00141AA9" w:rsidP="00141AA9">
      <w:pPr>
        <w:jc w:val="center"/>
        <w:rPr>
          <w:b/>
          <w:sz w:val="32"/>
        </w:rPr>
      </w:pPr>
    </w:p>
    <w:p w14:paraId="6ED108AB" w14:textId="77777777" w:rsidR="00141AA9" w:rsidRPr="00F33684" w:rsidRDefault="00141AA9" w:rsidP="00141AA9">
      <w:pPr>
        <w:jc w:val="center"/>
        <w:rPr>
          <w:sz w:val="28"/>
        </w:rPr>
      </w:pPr>
      <w:r w:rsidRPr="00F33684">
        <w:rPr>
          <w:sz w:val="28"/>
        </w:rPr>
        <w:t xml:space="preserve">Target audiences: High School, Community College, </w:t>
      </w:r>
      <w:proofErr w:type="gramStart"/>
      <w:r w:rsidRPr="00F33684">
        <w:rPr>
          <w:sz w:val="28"/>
        </w:rPr>
        <w:t>University</w:t>
      </w:r>
      <w:proofErr w:type="gramEnd"/>
    </w:p>
    <w:p w14:paraId="6446846D" w14:textId="77777777" w:rsidR="00141AA9" w:rsidRPr="00B4696A" w:rsidRDefault="00141AA9" w:rsidP="00141AA9">
      <w:pPr>
        <w:rPr>
          <w:b/>
        </w:rPr>
      </w:pPr>
    </w:p>
    <w:p w14:paraId="005330A1" w14:textId="77777777" w:rsidR="00141AA9" w:rsidRPr="00B4696A" w:rsidRDefault="00141AA9" w:rsidP="00141AA9">
      <w:pPr>
        <w:jc w:val="center"/>
        <w:rPr>
          <w:b/>
        </w:rPr>
      </w:pPr>
    </w:p>
    <w:p w14:paraId="127D3A9A" w14:textId="77777777" w:rsidR="00141AA9" w:rsidRDefault="00141AA9" w:rsidP="00141AA9">
      <w:pPr>
        <w:jc w:val="center"/>
      </w:pPr>
      <w:r>
        <w:t>Made possible through grants from the National Science Foundation Department of Undergraduate Education #0830384, 0902411, and 1205138.</w:t>
      </w:r>
    </w:p>
    <w:p w14:paraId="693DDC91" w14:textId="77777777" w:rsidR="00141AA9" w:rsidRDefault="00141AA9" w:rsidP="00141AA9">
      <w:pPr>
        <w:jc w:val="center"/>
      </w:pPr>
    </w:p>
    <w:p w14:paraId="05439ED9" w14:textId="77777777" w:rsidR="00141AA9" w:rsidRDefault="00141AA9" w:rsidP="00141AA9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0E318D4D" w14:textId="77777777" w:rsidR="00141AA9" w:rsidRDefault="00141AA9" w:rsidP="00141AA9">
      <w:pPr>
        <w:rPr>
          <w:b/>
          <w:sz w:val="32"/>
        </w:rPr>
      </w:pPr>
    </w:p>
    <w:p w14:paraId="1E068BBB" w14:textId="77777777" w:rsidR="00141AA9" w:rsidRDefault="00141AA9" w:rsidP="00141AA9">
      <w:pPr>
        <w:jc w:val="center"/>
      </w:pPr>
      <w:r>
        <w:t>Southwest Center for Microsystems Education (SCME) NSF ATE Center</w:t>
      </w:r>
    </w:p>
    <w:p w14:paraId="7C2B46B8" w14:textId="77777777" w:rsidR="00141AA9" w:rsidRDefault="00141AA9" w:rsidP="00141AA9">
      <w:pPr>
        <w:jc w:val="center"/>
      </w:pPr>
      <w:r>
        <w:t>© 2010 Regents of the University of New Mexico</w:t>
      </w:r>
    </w:p>
    <w:p w14:paraId="2344ED1E" w14:textId="77777777" w:rsidR="00141AA9" w:rsidRDefault="00141AA9" w:rsidP="00141AA9">
      <w:pPr>
        <w:jc w:val="center"/>
      </w:pPr>
    </w:p>
    <w:p w14:paraId="26495D82" w14:textId="77777777" w:rsidR="00141AA9" w:rsidRDefault="00141AA9" w:rsidP="00141AA9">
      <w:pPr>
        <w:jc w:val="center"/>
      </w:pPr>
      <w:r>
        <w:t>Content is protected by the CC Attribution Non-Commercial Share Alike license.</w:t>
      </w:r>
    </w:p>
    <w:p w14:paraId="6795143F" w14:textId="77777777" w:rsidR="00141AA9" w:rsidRDefault="00141AA9" w:rsidP="00141AA9">
      <w:pPr>
        <w:jc w:val="center"/>
      </w:pPr>
    </w:p>
    <w:p w14:paraId="5D36B4CA" w14:textId="77777777" w:rsidR="00141AA9" w:rsidRDefault="00141AA9" w:rsidP="00141AA9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 w:rsidRPr="00B260BF">
          <w:rPr>
            <w:rStyle w:val="Hyperlink"/>
            <w:rFonts w:ascii="Calibri" w:hAnsi="Calibri"/>
          </w:rPr>
          <w:t>www.scme-nm.org</w:t>
        </w:r>
      </w:hyperlink>
      <w:r>
        <w:rPr>
          <w:rFonts w:ascii="Calibri" w:hAnsi="Calibri"/>
          <w:color w:val="0000FF"/>
          <w:u w:val="single"/>
        </w:rPr>
        <w:t xml:space="preserve"> </w:t>
      </w:r>
    </w:p>
    <w:p w14:paraId="16C2858C" w14:textId="77777777" w:rsidR="00141AA9" w:rsidRDefault="00141AA9" w:rsidP="00141AA9">
      <w:pPr>
        <w:jc w:val="center"/>
        <w:rPr>
          <w:rFonts w:ascii="Calibri" w:hAnsi="Calibri"/>
          <w:color w:val="0000FF"/>
          <w:u w:val="single"/>
        </w:rPr>
      </w:pPr>
    </w:p>
    <w:p w14:paraId="3F8A0F5F" w14:textId="77777777" w:rsidR="00141AA9" w:rsidRDefault="00141AA9" w:rsidP="001B0463">
      <w:pPr>
        <w:jc w:val="center"/>
        <w:rPr>
          <w:b/>
          <w:sz w:val="48"/>
          <w:szCs w:val="48"/>
        </w:rPr>
      </w:pPr>
    </w:p>
    <w:p w14:paraId="2E7C7C3D" w14:textId="77777777" w:rsidR="00141AA9" w:rsidRDefault="00141AA9" w:rsidP="001B0463">
      <w:pPr>
        <w:jc w:val="center"/>
        <w:rPr>
          <w:b/>
          <w:sz w:val="48"/>
          <w:szCs w:val="48"/>
        </w:rPr>
      </w:pPr>
    </w:p>
    <w:p w14:paraId="78B709FF" w14:textId="77777777" w:rsidR="0005565C" w:rsidRPr="00E15461" w:rsidRDefault="001B0463" w:rsidP="00E1546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Introduction to </w:t>
      </w:r>
      <w:r w:rsidR="000B0603">
        <w:rPr>
          <w:b/>
          <w:sz w:val="48"/>
          <w:szCs w:val="48"/>
        </w:rPr>
        <w:t>Sensors</w:t>
      </w:r>
    </w:p>
    <w:p w14:paraId="210773AD" w14:textId="77777777" w:rsidR="0005565C" w:rsidRPr="00D57370" w:rsidRDefault="00FC4158" w:rsidP="00D57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Knowledge Probe</w:t>
      </w:r>
    </w:p>
    <w:p w14:paraId="35ED6706" w14:textId="77777777" w:rsidR="0005565C" w:rsidRPr="001A7425" w:rsidRDefault="004D76E9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6F962D57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E15461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720" w:bottom="1440" w:left="720" w:header="720" w:footer="720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92DDE" w:rsidRPr="00D92DDE" w14:paraId="6D1790ED" w14:textId="77777777" w:rsidTr="00AE60C3">
        <w:trPr>
          <w:cantSplit/>
          <w:trHeight w:val="143"/>
          <w:tblHeader/>
        </w:trPr>
        <w:tc>
          <w:tcPr>
            <w:tcW w:w="1125" w:type="dxa"/>
          </w:tcPr>
          <w:p w14:paraId="6F564C7A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5CC0D77C" w14:textId="77777777" w:rsidR="00D92DDE" w:rsidRPr="00D92DDE" w:rsidRDefault="00D92DDE" w:rsidP="00AE60C3">
            <w:pPr>
              <w:keepNext/>
              <w:keepLines/>
              <w:rPr>
                <w:color w:val="000000"/>
              </w:rPr>
            </w:pPr>
          </w:p>
        </w:tc>
      </w:tr>
      <w:tr w:rsidR="00D46875" w:rsidRPr="00D46875" w14:paraId="5B7AB818" w14:textId="77777777" w:rsidTr="00AE60C3">
        <w:trPr>
          <w:cantSplit/>
          <w:trHeight w:val="576"/>
        </w:trPr>
        <w:tc>
          <w:tcPr>
            <w:tcW w:w="1125" w:type="dxa"/>
            <w:vAlign w:val="bottom"/>
          </w:tcPr>
          <w:p w14:paraId="3C1FCEFB" w14:textId="77777777" w:rsidR="00D46875" w:rsidRPr="00B960A3" w:rsidRDefault="00D46875" w:rsidP="00AE60C3">
            <w:pPr>
              <w:pStyle w:val="BodyText"/>
              <w:keepNext/>
              <w:keepLines/>
            </w:pPr>
            <w:bookmarkStart w:id="1" w:name="App_Pumps_FA10_dldl76"/>
            <w:bookmarkEnd w:id="0"/>
          </w:p>
        </w:tc>
        <w:tc>
          <w:tcPr>
            <w:tcW w:w="9905" w:type="dxa"/>
            <w:vAlign w:val="bottom"/>
          </w:tcPr>
          <w:p w14:paraId="2B5448D4" w14:textId="77777777" w:rsidR="00D46875" w:rsidRPr="007744CF" w:rsidRDefault="00D46875" w:rsidP="00AE60C3">
            <w:pPr>
              <w:pStyle w:val="lvl1Text"/>
              <w:rPr>
                <w:sz w:val="24"/>
                <w:szCs w:val="24"/>
              </w:rPr>
            </w:pPr>
            <w:r w:rsidRPr="007744CF">
              <w:rPr>
                <w:sz w:val="24"/>
                <w:szCs w:val="24"/>
              </w:rPr>
              <w:t>Introduction</w:t>
            </w:r>
          </w:p>
        </w:tc>
      </w:tr>
      <w:tr w:rsidR="00D46875" w:rsidRPr="00BD4CA7" w14:paraId="79318547" w14:textId="77777777" w:rsidTr="00AE60C3">
        <w:tc>
          <w:tcPr>
            <w:tcW w:w="1125" w:type="dxa"/>
          </w:tcPr>
          <w:p w14:paraId="0DF54AB6" w14:textId="77777777" w:rsidR="00D46875" w:rsidRPr="00BD4CA7" w:rsidRDefault="00D46875" w:rsidP="009C4B87">
            <w:pPr>
              <w:pStyle w:val="txtx1"/>
              <w:rPr>
                <w:color w:val="auto"/>
                <w:sz w:val="22"/>
                <w:szCs w:val="22"/>
              </w:rPr>
            </w:pPr>
          </w:p>
        </w:tc>
        <w:tc>
          <w:tcPr>
            <w:tcW w:w="9905" w:type="dxa"/>
          </w:tcPr>
          <w:p w14:paraId="163FE15E" w14:textId="77777777" w:rsidR="00F05F41" w:rsidRDefault="00E15461" w:rsidP="00D46875">
            <w:pPr>
              <w:keepNext/>
              <w:keepLines/>
              <w:rPr>
                <w:i/>
              </w:rPr>
            </w:pPr>
            <w:r w:rsidRPr="00AD00CA">
              <w:rPr>
                <w:i/>
              </w:rPr>
              <w:t>This learning module is one of three SCME modules that discuss the types of components found in microelectromechanical systems (MEMS). This module covers “sensors” – what they are, how they work and how they are used in both macro and micro-sized systems.  An activity provides further exploration into specific sensors and how they are used in everyday devices. Two related learning modules cover MEMS transducers and actuators.</w:t>
            </w:r>
          </w:p>
          <w:p w14:paraId="2BB57DEF" w14:textId="77777777" w:rsidR="00E15461" w:rsidRPr="00BD4CA7" w:rsidRDefault="00E15461" w:rsidP="00D46875">
            <w:pPr>
              <w:keepNext/>
              <w:keepLines/>
            </w:pPr>
          </w:p>
          <w:p w14:paraId="6CAD08CC" w14:textId="77777777" w:rsidR="007744CF" w:rsidRPr="00BD4CA7" w:rsidRDefault="00D46875" w:rsidP="00B512F4">
            <w:pPr>
              <w:keepNext/>
              <w:keepLines/>
            </w:pPr>
            <w:r w:rsidRPr="00BD4CA7">
              <w:t xml:space="preserve">The purpose of this assessment is to determine </w:t>
            </w:r>
            <w:r w:rsidR="001C1989" w:rsidRPr="00BD4CA7">
              <w:t>your</w:t>
            </w:r>
            <w:r w:rsidRPr="00BD4CA7">
              <w:t xml:space="preserve"> </w:t>
            </w:r>
            <w:r w:rsidR="00FC4158" w:rsidRPr="00BD4CA7">
              <w:t xml:space="preserve">current </w:t>
            </w:r>
            <w:r w:rsidRPr="00BD4CA7">
              <w:t xml:space="preserve">understanding of </w:t>
            </w:r>
            <w:r w:rsidR="000B0603" w:rsidRPr="00BD4CA7">
              <w:t>sensors</w:t>
            </w:r>
            <w:r w:rsidRPr="00BD4CA7">
              <w:t xml:space="preserve">.  </w:t>
            </w:r>
          </w:p>
          <w:p w14:paraId="4537652F" w14:textId="77777777" w:rsidR="00B512F4" w:rsidRPr="00BD4CA7" w:rsidRDefault="00B512F4" w:rsidP="00B512F4">
            <w:pPr>
              <w:keepNext/>
              <w:keepLines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25"/>
      </w:tblGrid>
      <w:tr w:rsidR="00D46875" w:rsidRPr="00BD4CA7" w14:paraId="18E87874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BD2E063" w14:textId="77777777" w:rsidR="00D46875" w:rsidRPr="00BD4CA7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2" w:name="App_Pumps_FA10_quid23"/>
            <w:bookmarkEnd w:id="1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63F72FDF" w14:textId="77777777" w:rsidR="00D43076" w:rsidRPr="00BD4CA7" w:rsidRDefault="0062035A" w:rsidP="002B5712">
            <w:pPr>
              <w:pStyle w:val="ListParagraph"/>
              <w:widowControl/>
              <w:numPr>
                <w:ilvl w:val="0"/>
                <w:numId w:val="28"/>
              </w:numPr>
              <w:adjustRightInd/>
              <w:ind w:left="335" w:hanging="270"/>
              <w:textAlignment w:val="auto"/>
            </w:pPr>
            <w:r w:rsidRPr="00BD4CA7">
              <w:t>A pressure sensor, barometer</w:t>
            </w:r>
            <w:r w:rsidR="00274F5A" w:rsidRPr="00BD4CA7">
              <w:t>, gas flow sensor and altimeter</w:t>
            </w:r>
            <w:r w:rsidRPr="00BD4CA7">
              <w:t xml:space="preserve"> are all examples of </w:t>
            </w:r>
          </w:p>
          <w:p w14:paraId="1CF46C3C" w14:textId="77777777" w:rsidR="00D43076" w:rsidRPr="00BD4CA7" w:rsidRDefault="00274F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BD4CA7">
              <w:t>t</w:t>
            </w:r>
            <w:r w:rsidR="0062035A" w:rsidRPr="00BD4CA7">
              <w:t>hermal</w:t>
            </w:r>
            <w:proofErr w:type="gramEnd"/>
            <w:r w:rsidR="0062035A" w:rsidRPr="00BD4CA7">
              <w:t xml:space="preserve"> </w:t>
            </w:r>
            <w:r w:rsidRPr="00BD4CA7">
              <w:t>s</w:t>
            </w:r>
            <w:r w:rsidR="002B5712" w:rsidRPr="00BD4CA7">
              <w:t>ensor</w:t>
            </w:r>
            <w:r w:rsidR="0062035A" w:rsidRPr="00BD4CA7">
              <w:t>s</w:t>
            </w:r>
          </w:p>
          <w:p w14:paraId="67E8F4B0" w14:textId="77777777" w:rsidR="002B5712" w:rsidRPr="00BD4CA7" w:rsidRDefault="00274F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BD4CA7">
              <w:t>e</w:t>
            </w:r>
            <w:r w:rsidR="0062035A" w:rsidRPr="00BD4CA7">
              <w:t>lectrical</w:t>
            </w:r>
            <w:proofErr w:type="gramEnd"/>
            <w:r w:rsidR="0062035A" w:rsidRPr="00BD4CA7">
              <w:t xml:space="preserve"> </w:t>
            </w:r>
            <w:r w:rsidRPr="00BD4CA7">
              <w:t>s</w:t>
            </w:r>
            <w:r w:rsidR="0062035A" w:rsidRPr="00BD4CA7">
              <w:t>ensors</w:t>
            </w:r>
          </w:p>
          <w:p w14:paraId="6EFFFB4C" w14:textId="77777777" w:rsidR="002B5712" w:rsidRPr="00BD4CA7" w:rsidRDefault="00274F5A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BD4CA7">
              <w:t>chemical</w:t>
            </w:r>
            <w:proofErr w:type="gramEnd"/>
            <w:r w:rsidRPr="00BD4CA7">
              <w:t xml:space="preserve"> s</w:t>
            </w:r>
            <w:r w:rsidR="0062035A" w:rsidRPr="00BD4CA7">
              <w:t>ensors</w:t>
            </w:r>
          </w:p>
          <w:p w14:paraId="6D587A02" w14:textId="77777777" w:rsidR="002B5712" w:rsidRPr="00BD4CA7" w:rsidRDefault="00274F5A" w:rsidP="002B5712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695"/>
              <w:textAlignment w:val="auto"/>
            </w:pPr>
            <w:proofErr w:type="gramStart"/>
            <w:r w:rsidRPr="00BD4CA7">
              <w:t>m</w:t>
            </w:r>
            <w:r w:rsidR="0062035A" w:rsidRPr="00BD4CA7">
              <w:t>echanical</w:t>
            </w:r>
            <w:proofErr w:type="gramEnd"/>
            <w:r w:rsidR="0062035A" w:rsidRPr="00BD4CA7">
              <w:t xml:space="preserve"> </w:t>
            </w:r>
            <w:r w:rsidRPr="00BD4CA7">
              <w:t>s</w:t>
            </w:r>
            <w:r w:rsidR="0062035A" w:rsidRPr="00BD4CA7">
              <w:t>ensors</w:t>
            </w:r>
          </w:p>
          <w:p w14:paraId="764D920A" w14:textId="77777777" w:rsidR="007744CF" w:rsidRPr="00BD4CA7" w:rsidRDefault="007744CF" w:rsidP="002B5712">
            <w:pPr>
              <w:keepNext/>
              <w:keepLines/>
              <w:ind w:left="65"/>
              <w:rPr>
                <w:i/>
                <w:szCs w:val="20"/>
              </w:rPr>
            </w:pPr>
          </w:p>
        </w:tc>
      </w:tr>
      <w:tr w:rsidR="00D46875" w:rsidRPr="00BD4CA7" w14:paraId="58DB6FE9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961C67F" w14:textId="77777777" w:rsidR="00D46875" w:rsidRPr="00BD4CA7" w:rsidRDefault="00D46875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3" w:name="App_Pumps_FA10_quid13"/>
            <w:bookmarkEnd w:id="2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708AD23" w14:textId="77777777" w:rsidR="00D46875" w:rsidRPr="00BD4CA7" w:rsidRDefault="00FC4158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D4CA7">
              <w:rPr>
                <w:szCs w:val="20"/>
              </w:rPr>
              <w:t xml:space="preserve">Which of the following BEST describes a </w:t>
            </w:r>
            <w:r w:rsidR="0062035A" w:rsidRPr="00BD4CA7">
              <w:rPr>
                <w:szCs w:val="20"/>
              </w:rPr>
              <w:t>sensor</w:t>
            </w:r>
            <w:r w:rsidRPr="00BD4CA7">
              <w:rPr>
                <w:szCs w:val="20"/>
              </w:rPr>
              <w:t>?</w:t>
            </w:r>
            <w:r w:rsidR="00170252" w:rsidRPr="00BD4CA7">
              <w:rPr>
                <w:szCs w:val="20"/>
              </w:rPr>
              <w:t xml:space="preserve">  A device that </w:t>
            </w:r>
          </w:p>
          <w:p w14:paraId="12E6D7A2" w14:textId="77777777" w:rsidR="00D43076" w:rsidRPr="00BD4CA7" w:rsidRDefault="00D43076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D4CA7">
              <w:t>quantifies</w:t>
            </w:r>
            <w:proofErr w:type="gramEnd"/>
            <w:r w:rsidRPr="00BD4CA7">
              <w:t xml:space="preserve"> a </w:t>
            </w:r>
            <w:r w:rsidR="0062035A" w:rsidRPr="00BD4CA7">
              <w:t>value on its input and produces a readable output</w:t>
            </w:r>
            <w:r w:rsidR="00170252" w:rsidRPr="00BD4CA7">
              <w:t>.</w:t>
            </w:r>
          </w:p>
          <w:p w14:paraId="3CEB1301" w14:textId="77777777" w:rsidR="0062035A" w:rsidRPr="00BD4CA7" w:rsidRDefault="0062035A" w:rsidP="00D43076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D4CA7">
              <w:t>produces</w:t>
            </w:r>
            <w:proofErr w:type="gramEnd"/>
            <w:r w:rsidRPr="00BD4CA7">
              <w:t xml:space="preserve"> a readable output representative of a change</w:t>
            </w:r>
            <w:r w:rsidR="00170252" w:rsidRPr="00BD4CA7">
              <w:t>.</w:t>
            </w:r>
          </w:p>
          <w:p w14:paraId="2144ED33" w14:textId="77777777" w:rsidR="00871A98" w:rsidRPr="00BD4CA7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D4CA7">
              <w:t>converts</w:t>
            </w:r>
            <w:proofErr w:type="gramEnd"/>
            <w:r w:rsidRPr="00BD4CA7">
              <w:t xml:space="preserve"> one form of energy to another form of energy</w:t>
            </w:r>
            <w:r w:rsidR="00170252" w:rsidRPr="00BD4CA7">
              <w:t>.</w:t>
            </w:r>
          </w:p>
          <w:p w14:paraId="6C4C7D37" w14:textId="77777777" w:rsidR="00871A98" w:rsidRPr="00BD4CA7" w:rsidRDefault="00871A98" w:rsidP="00871A98">
            <w:pPr>
              <w:pStyle w:val="ListParagraph"/>
              <w:widowControl/>
              <w:numPr>
                <w:ilvl w:val="1"/>
                <w:numId w:val="28"/>
              </w:numPr>
              <w:adjustRightInd/>
              <w:ind w:left="785"/>
              <w:textAlignment w:val="auto"/>
            </w:pPr>
            <w:proofErr w:type="gramStart"/>
            <w:r w:rsidRPr="00BD4CA7">
              <w:t>converts</w:t>
            </w:r>
            <w:proofErr w:type="gramEnd"/>
            <w:r w:rsidRPr="00BD4CA7">
              <w:t xml:space="preserve"> a change on the input into a proportional movement</w:t>
            </w:r>
            <w:r w:rsidR="00170252" w:rsidRPr="00BD4CA7">
              <w:t>.</w:t>
            </w:r>
          </w:p>
          <w:p w14:paraId="4D6C8FF4" w14:textId="77777777" w:rsidR="007744CF" w:rsidRPr="00BD4CA7" w:rsidRDefault="007744CF" w:rsidP="00D43076">
            <w:pPr>
              <w:keepNext/>
              <w:keepLines/>
              <w:rPr>
                <w:szCs w:val="20"/>
              </w:rPr>
            </w:pPr>
          </w:p>
        </w:tc>
      </w:tr>
      <w:tr w:rsidR="00264CFE" w:rsidRPr="00BD4CA7" w14:paraId="03ECCC2E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7561298A" w14:textId="77777777" w:rsidR="00264CFE" w:rsidRPr="00BD4CA7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4" w:name="App_Pumps_FA10_quid24"/>
            <w:bookmarkEnd w:id="3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B83828E" w14:textId="77777777" w:rsidR="00E64F98" w:rsidRPr="00BD4CA7" w:rsidRDefault="00473FB8" w:rsidP="00FC4158">
            <w:pPr>
              <w:pStyle w:val="ListParagraph"/>
              <w:keepNext/>
              <w:keepLines/>
              <w:numPr>
                <w:ilvl w:val="0"/>
                <w:numId w:val="28"/>
              </w:numPr>
              <w:ind w:left="425"/>
            </w:pPr>
            <w:r w:rsidRPr="00BD4CA7">
              <w:t>What type of MEMS sensor is currently used for biohazard detection, medical diagnosis, and food processing?</w:t>
            </w:r>
          </w:p>
          <w:p w14:paraId="6F3438F5" w14:textId="77777777" w:rsidR="002B5712" w:rsidRPr="00BD4CA7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D4CA7">
              <w:t>Thermal Sensor</w:t>
            </w:r>
          </w:p>
          <w:p w14:paraId="4179F1C2" w14:textId="77777777" w:rsidR="00473FB8" w:rsidRPr="00BD4CA7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D4CA7">
              <w:t>Mechanical Sensor</w:t>
            </w:r>
          </w:p>
          <w:p w14:paraId="7E3C88E6" w14:textId="77777777" w:rsidR="00473FB8" w:rsidRPr="00BD4CA7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D4CA7">
              <w:t>Chemical Sensor</w:t>
            </w:r>
          </w:p>
          <w:p w14:paraId="735CCF32" w14:textId="77777777" w:rsidR="00473FB8" w:rsidRPr="00BD4CA7" w:rsidRDefault="00473FB8" w:rsidP="002B5712">
            <w:pPr>
              <w:pStyle w:val="ListParagraph"/>
              <w:keepNext/>
              <w:keepLines/>
              <w:numPr>
                <w:ilvl w:val="1"/>
                <w:numId w:val="28"/>
              </w:numPr>
              <w:ind w:left="785"/>
            </w:pPr>
            <w:r w:rsidRPr="00BD4CA7">
              <w:t>Electrical Sensor</w:t>
            </w:r>
          </w:p>
          <w:p w14:paraId="4A85A3E1" w14:textId="77777777" w:rsidR="00264CFE" w:rsidRPr="00BD4CA7" w:rsidRDefault="00264CFE" w:rsidP="00FC4158">
            <w:pPr>
              <w:pStyle w:val="BodyText"/>
              <w:ind w:left="425"/>
              <w:rPr>
                <w:szCs w:val="20"/>
              </w:rPr>
            </w:pPr>
          </w:p>
        </w:tc>
      </w:tr>
      <w:tr w:rsidR="00264CFE" w:rsidRPr="00BD4CA7" w14:paraId="6810DFCC" w14:textId="77777777" w:rsidTr="00FC415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2E61A13B" w14:textId="77777777" w:rsidR="00264CFE" w:rsidRPr="00BD4CA7" w:rsidRDefault="00264CFE" w:rsidP="00FC4158">
            <w:pPr>
              <w:pStyle w:val="stepsnumbered"/>
              <w:numPr>
                <w:ilvl w:val="0"/>
                <w:numId w:val="0"/>
              </w:numPr>
              <w:ind w:left="360" w:hanging="360"/>
            </w:pPr>
            <w:bookmarkStart w:id="5" w:name="App_Pumps_FA10_quid25"/>
            <w:bookmarkEnd w:id="4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27327D3" w14:textId="77777777" w:rsidR="002B5712" w:rsidRPr="00BD4CA7" w:rsidRDefault="00F80591" w:rsidP="00FC4158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D4CA7">
              <w:rPr>
                <w:szCs w:val="20"/>
              </w:rPr>
              <w:t xml:space="preserve">Today’s </w:t>
            </w:r>
            <w:r w:rsidR="00473FB8" w:rsidRPr="00BD4CA7">
              <w:rPr>
                <w:szCs w:val="20"/>
              </w:rPr>
              <w:t>airbag deployment sensor</w:t>
            </w:r>
            <w:r w:rsidRPr="00BD4CA7">
              <w:rPr>
                <w:szCs w:val="20"/>
              </w:rPr>
              <w:t>s</w:t>
            </w:r>
            <w:r w:rsidR="00473FB8" w:rsidRPr="00BD4CA7">
              <w:rPr>
                <w:szCs w:val="20"/>
              </w:rPr>
              <w:t xml:space="preserve"> use</w:t>
            </w:r>
            <w:r w:rsidR="00A25DB0" w:rsidRPr="00BD4CA7">
              <w:rPr>
                <w:szCs w:val="20"/>
              </w:rPr>
              <w:t xml:space="preserve"> micro-</w:t>
            </w:r>
            <w:r w:rsidR="00473FB8" w:rsidRPr="00BD4CA7">
              <w:rPr>
                <w:szCs w:val="20"/>
              </w:rPr>
              <w:t xml:space="preserve"> _________________ to sense </w:t>
            </w:r>
            <w:r w:rsidR="00A25DB0" w:rsidRPr="00BD4CA7">
              <w:rPr>
                <w:szCs w:val="20"/>
              </w:rPr>
              <w:t>a particular motion requiring the need for airbag</w:t>
            </w:r>
            <w:r w:rsidRPr="00BD4CA7">
              <w:rPr>
                <w:szCs w:val="20"/>
              </w:rPr>
              <w:t xml:space="preserve"> deployment</w:t>
            </w:r>
            <w:r w:rsidR="00A25DB0" w:rsidRPr="00BD4CA7">
              <w:rPr>
                <w:szCs w:val="20"/>
              </w:rPr>
              <w:t>.</w:t>
            </w:r>
          </w:p>
          <w:p w14:paraId="46CBD039" w14:textId="77777777" w:rsidR="00A25DB0" w:rsidRPr="00BD4CA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gyroscopes</w:t>
            </w:r>
            <w:proofErr w:type="gramEnd"/>
          </w:p>
          <w:p w14:paraId="13FFFD3E" w14:textId="77777777" w:rsidR="00A25DB0" w:rsidRPr="00BD4CA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accelerometers</w:t>
            </w:r>
            <w:proofErr w:type="gramEnd"/>
          </w:p>
          <w:p w14:paraId="5EA2E187" w14:textId="77777777" w:rsidR="00A25DB0" w:rsidRPr="00BD4CA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spellStart"/>
            <w:proofErr w:type="gramStart"/>
            <w:r w:rsidRPr="00BD4CA7">
              <w:rPr>
                <w:szCs w:val="20"/>
              </w:rPr>
              <w:t>photodetectors</w:t>
            </w:r>
            <w:proofErr w:type="spellEnd"/>
            <w:proofErr w:type="gramEnd"/>
          </w:p>
          <w:p w14:paraId="29B2E61D" w14:textId="77777777" w:rsidR="00A25DB0" w:rsidRPr="00BD4CA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barometers</w:t>
            </w:r>
            <w:proofErr w:type="gramEnd"/>
          </w:p>
          <w:p w14:paraId="4F32B9DB" w14:textId="77777777" w:rsidR="00264CFE" w:rsidRPr="00BD4CA7" w:rsidRDefault="00264CFE" w:rsidP="002B5712">
            <w:pPr>
              <w:pStyle w:val="BodyText"/>
              <w:rPr>
                <w:szCs w:val="20"/>
              </w:rPr>
            </w:pPr>
          </w:p>
        </w:tc>
      </w:tr>
      <w:tr w:rsidR="00FE676E" w:rsidRPr="00BD4CA7" w14:paraId="151999F9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6A667BC2" w14:textId="77777777" w:rsidR="00FE676E" w:rsidRPr="00BD4CA7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  <w:bookmarkStart w:id="6" w:name="App_Pumps_FA10_quid2"/>
            <w:bookmarkEnd w:id="5"/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78A6BBD5" w14:textId="77777777" w:rsidR="00FE676E" w:rsidRPr="00BD4CA7" w:rsidRDefault="00A25DB0" w:rsidP="00A25DB0">
            <w:pPr>
              <w:pStyle w:val="BodyText"/>
              <w:numPr>
                <w:ilvl w:val="0"/>
                <w:numId w:val="28"/>
              </w:numPr>
              <w:ind w:left="425"/>
              <w:rPr>
                <w:szCs w:val="20"/>
              </w:rPr>
            </w:pPr>
            <w:r w:rsidRPr="00BD4CA7">
              <w:rPr>
                <w:szCs w:val="20"/>
              </w:rPr>
              <w:t>Which of the following is NOT a sensor?</w:t>
            </w:r>
          </w:p>
          <w:p w14:paraId="2F80CBF9" w14:textId="77777777" w:rsidR="00A25DB0" w:rsidRPr="00BD4CA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D4CA7">
              <w:rPr>
                <w:szCs w:val="20"/>
              </w:rPr>
              <w:t>Infrared thermometer</w:t>
            </w:r>
          </w:p>
          <w:p w14:paraId="7B1DD104" w14:textId="77777777" w:rsidR="00A25DB0" w:rsidRPr="00BD4CA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r w:rsidRPr="00BD4CA7">
              <w:rPr>
                <w:szCs w:val="20"/>
              </w:rPr>
              <w:t>Geiger counter</w:t>
            </w:r>
          </w:p>
          <w:p w14:paraId="41E8842F" w14:textId="77777777" w:rsidR="00A25DB0" w:rsidRPr="00BD4CA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spellStart"/>
            <w:r w:rsidRPr="00BD4CA7">
              <w:rPr>
                <w:szCs w:val="20"/>
              </w:rPr>
              <w:t>Enose</w:t>
            </w:r>
            <w:proofErr w:type="spellEnd"/>
          </w:p>
          <w:p w14:paraId="1023D120" w14:textId="77777777" w:rsidR="00A25DB0" w:rsidRPr="00BD4CA7" w:rsidRDefault="00A25DB0" w:rsidP="00A25DB0">
            <w:pPr>
              <w:pStyle w:val="BodyText"/>
              <w:numPr>
                <w:ilvl w:val="1"/>
                <w:numId w:val="28"/>
              </w:numPr>
              <w:ind w:left="785"/>
              <w:rPr>
                <w:szCs w:val="20"/>
              </w:rPr>
            </w:pPr>
            <w:proofErr w:type="spellStart"/>
            <w:r w:rsidRPr="00BD4CA7">
              <w:rPr>
                <w:szCs w:val="20"/>
              </w:rPr>
              <w:t>Thermister</w:t>
            </w:r>
            <w:proofErr w:type="spellEnd"/>
          </w:p>
          <w:p w14:paraId="491A6821" w14:textId="77777777" w:rsidR="00FE676E" w:rsidRPr="00BD4CA7" w:rsidRDefault="00FE676E" w:rsidP="00FE676E">
            <w:pPr>
              <w:pStyle w:val="BodyText"/>
              <w:ind w:left="695"/>
              <w:rPr>
                <w:szCs w:val="20"/>
              </w:rPr>
            </w:pPr>
          </w:p>
        </w:tc>
      </w:tr>
      <w:tr w:rsidR="00FE676E" w:rsidRPr="00BD4CA7" w14:paraId="2651382D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234B316" w14:textId="77777777" w:rsidR="00FE676E" w:rsidRPr="00BD4CA7" w:rsidRDefault="00FE676E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0AC70D5D" w14:textId="77777777" w:rsidR="00FE676E" w:rsidRPr="00BD4CA7" w:rsidRDefault="00AD7329" w:rsidP="00D86855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D4CA7">
              <w:rPr>
                <w:szCs w:val="20"/>
              </w:rPr>
              <w:t xml:space="preserve">MEMS pressure sensors use a ___________________ over a reference chamber to sense </w:t>
            </w:r>
            <w:r w:rsidR="00A16296" w:rsidRPr="00BD4CA7">
              <w:rPr>
                <w:szCs w:val="20"/>
              </w:rPr>
              <w:t xml:space="preserve">a </w:t>
            </w:r>
            <w:r w:rsidRPr="00BD4CA7">
              <w:rPr>
                <w:szCs w:val="20"/>
              </w:rPr>
              <w:t>change in pressure and convert that change to an electrical output.</w:t>
            </w:r>
          </w:p>
          <w:p w14:paraId="11586F5F" w14:textId="77777777" w:rsidR="0074105A" w:rsidRPr="00BD4CA7" w:rsidRDefault="00AD7329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D4CA7">
              <w:rPr>
                <w:szCs w:val="20"/>
              </w:rPr>
              <w:t>Gyroscope</w:t>
            </w:r>
          </w:p>
          <w:p w14:paraId="08B5470A" w14:textId="77777777" w:rsidR="00AD7329" w:rsidRPr="00BD4CA7" w:rsidRDefault="00AD7329" w:rsidP="0098620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D4CA7">
              <w:rPr>
                <w:szCs w:val="20"/>
              </w:rPr>
              <w:t>Diaphragm</w:t>
            </w:r>
          </w:p>
          <w:p w14:paraId="2D72EE9A" w14:textId="77777777" w:rsidR="0074105A" w:rsidRPr="00BD4CA7" w:rsidRDefault="00AD7329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D4CA7">
              <w:rPr>
                <w:szCs w:val="20"/>
              </w:rPr>
              <w:t>Capsule</w:t>
            </w:r>
          </w:p>
          <w:p w14:paraId="2D38449E" w14:textId="77777777" w:rsidR="00AD7329" w:rsidRPr="00BD4CA7" w:rsidRDefault="00AD7329" w:rsidP="00AD7329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r w:rsidRPr="00BD4CA7">
              <w:rPr>
                <w:szCs w:val="20"/>
              </w:rPr>
              <w:t>RTD</w:t>
            </w:r>
          </w:p>
          <w:p w14:paraId="62AD1D7D" w14:textId="77777777" w:rsidR="00AD7329" w:rsidRPr="00BD4CA7" w:rsidRDefault="00AD7329" w:rsidP="00AD7329">
            <w:pPr>
              <w:pStyle w:val="BodyText"/>
              <w:ind w:left="695"/>
              <w:rPr>
                <w:szCs w:val="20"/>
              </w:rPr>
            </w:pPr>
          </w:p>
        </w:tc>
      </w:tr>
      <w:tr w:rsidR="00CF1339" w:rsidRPr="00BD4CA7" w14:paraId="2A6360BA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14E4E22E" w14:textId="77777777" w:rsidR="00CF1339" w:rsidRPr="00BD4CA7" w:rsidRDefault="00CF1339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2BC5AB4B" w14:textId="77777777" w:rsidR="00095DDD" w:rsidRPr="00BD4CA7" w:rsidRDefault="00576390" w:rsidP="00576390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D4CA7">
              <w:rPr>
                <w:szCs w:val="20"/>
              </w:rPr>
              <w:t xml:space="preserve">A transducer is to a sensor as </w:t>
            </w:r>
          </w:p>
          <w:p w14:paraId="59493902" w14:textId="77777777" w:rsidR="00576390" w:rsidRPr="00BD4CA7" w:rsidRDefault="00415A3F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>
              <w:rPr>
                <w:szCs w:val="20"/>
              </w:rPr>
              <w:t>the</w:t>
            </w:r>
            <w:proofErr w:type="gramEnd"/>
            <w:r>
              <w:rPr>
                <w:szCs w:val="20"/>
              </w:rPr>
              <w:t xml:space="preserve"> eyes are to the brain</w:t>
            </w:r>
          </w:p>
          <w:p w14:paraId="691CD69E" w14:textId="77777777" w:rsidR="00576390" w:rsidRPr="00BD4CA7" w:rsidRDefault="00B512F4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t</w:t>
            </w:r>
            <w:r w:rsidR="00576390" w:rsidRPr="00BD4CA7">
              <w:rPr>
                <w:szCs w:val="20"/>
              </w:rPr>
              <w:t>he</w:t>
            </w:r>
            <w:proofErr w:type="gramEnd"/>
            <w:r w:rsidR="00576390" w:rsidRPr="00BD4CA7">
              <w:rPr>
                <w:szCs w:val="20"/>
              </w:rPr>
              <w:t xml:space="preserve"> sun is to a plant</w:t>
            </w:r>
          </w:p>
          <w:p w14:paraId="126263E3" w14:textId="77777777" w:rsidR="00576390" w:rsidRPr="00BD4CA7" w:rsidRDefault="00B512F4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a</w:t>
            </w:r>
            <w:proofErr w:type="gramEnd"/>
            <w:r w:rsidR="00576390" w:rsidRPr="00BD4CA7">
              <w:rPr>
                <w:szCs w:val="20"/>
              </w:rPr>
              <w:t xml:space="preserve"> book is to its cover</w:t>
            </w:r>
          </w:p>
          <w:p w14:paraId="639EB1F0" w14:textId="77777777" w:rsidR="00576390" w:rsidRPr="00BD4CA7" w:rsidRDefault="00B512F4" w:rsidP="00576390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w</w:t>
            </w:r>
            <w:r w:rsidR="00576390" w:rsidRPr="00BD4CA7">
              <w:rPr>
                <w:szCs w:val="20"/>
              </w:rPr>
              <w:t>ood</w:t>
            </w:r>
            <w:proofErr w:type="gramEnd"/>
            <w:r w:rsidR="00576390" w:rsidRPr="00BD4CA7">
              <w:rPr>
                <w:szCs w:val="20"/>
              </w:rPr>
              <w:t xml:space="preserve"> is to a fire</w:t>
            </w:r>
          </w:p>
          <w:p w14:paraId="5A1D200C" w14:textId="77777777" w:rsidR="00CF1339" w:rsidRPr="00BD4CA7" w:rsidRDefault="00CF1339" w:rsidP="00CF1339">
            <w:pPr>
              <w:pStyle w:val="BodyText"/>
              <w:ind w:left="695"/>
              <w:rPr>
                <w:szCs w:val="20"/>
              </w:rPr>
            </w:pPr>
          </w:p>
        </w:tc>
      </w:tr>
      <w:tr w:rsidR="00F769F3" w:rsidRPr="00BD4CA7" w14:paraId="06EBCB5F" w14:textId="77777777" w:rsidTr="00BE3DE8">
        <w:trPr>
          <w:cantSplit/>
          <w:trHeight w:val="180"/>
        </w:trPr>
        <w:tc>
          <w:tcPr>
            <w:tcW w:w="1105" w:type="dxa"/>
            <w:tcMar>
              <w:top w:w="115" w:type="dxa"/>
            </w:tcMar>
          </w:tcPr>
          <w:p w14:paraId="4182766B" w14:textId="77777777" w:rsidR="00F769F3" w:rsidRPr="00BD4CA7" w:rsidRDefault="00F769F3" w:rsidP="00D86855">
            <w:pPr>
              <w:pStyle w:val="stepsnumbered"/>
              <w:numPr>
                <w:ilvl w:val="0"/>
                <w:numId w:val="0"/>
              </w:numPr>
              <w:ind w:left="360"/>
            </w:pPr>
          </w:p>
        </w:tc>
        <w:tc>
          <w:tcPr>
            <w:tcW w:w="9925" w:type="dxa"/>
            <w:tcMar>
              <w:top w:w="115" w:type="dxa"/>
            </w:tcMar>
            <w:vAlign w:val="center"/>
          </w:tcPr>
          <w:p w14:paraId="4505BF36" w14:textId="77777777" w:rsidR="00D03DD7" w:rsidRPr="00BD4CA7" w:rsidRDefault="00D85C2E" w:rsidP="00D85C2E">
            <w:pPr>
              <w:pStyle w:val="BodyText"/>
              <w:numPr>
                <w:ilvl w:val="0"/>
                <w:numId w:val="28"/>
              </w:numPr>
              <w:ind w:left="335"/>
              <w:rPr>
                <w:szCs w:val="20"/>
              </w:rPr>
            </w:pPr>
            <w:r w:rsidRPr="00BD4CA7">
              <w:rPr>
                <w:szCs w:val="20"/>
              </w:rPr>
              <w:t>Characteristics of micro-sized sensors when compared to macro-sized sensors include</w:t>
            </w:r>
          </w:p>
          <w:p w14:paraId="08855A61" w14:textId="77777777" w:rsidR="00D85C2E" w:rsidRPr="00BD4CA7" w:rsidRDefault="00A16296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c</w:t>
            </w:r>
            <w:r w:rsidR="00D85C2E" w:rsidRPr="00BD4CA7">
              <w:rPr>
                <w:szCs w:val="20"/>
              </w:rPr>
              <w:t>heaper</w:t>
            </w:r>
            <w:proofErr w:type="gramEnd"/>
            <w:r w:rsidR="00D85C2E" w:rsidRPr="00BD4CA7">
              <w:rPr>
                <w:szCs w:val="20"/>
              </w:rPr>
              <w:t xml:space="preserve"> to mass produce, more accurate, less durable</w:t>
            </w:r>
            <w:r w:rsidR="00B512F4" w:rsidRPr="00BD4CA7">
              <w:rPr>
                <w:szCs w:val="20"/>
              </w:rPr>
              <w:t>.</w:t>
            </w:r>
          </w:p>
          <w:p w14:paraId="7EE8F3F5" w14:textId="77777777" w:rsidR="00D85C2E" w:rsidRPr="00BD4CA7" w:rsidRDefault="00A16296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m</w:t>
            </w:r>
            <w:r w:rsidR="00D85C2E" w:rsidRPr="00BD4CA7">
              <w:rPr>
                <w:szCs w:val="20"/>
              </w:rPr>
              <w:t>ore</w:t>
            </w:r>
            <w:proofErr w:type="gramEnd"/>
            <w:r w:rsidR="00D85C2E" w:rsidRPr="00BD4CA7">
              <w:rPr>
                <w:szCs w:val="20"/>
              </w:rPr>
              <w:t xml:space="preserve"> expensive to mass produce, more accurate, more durable</w:t>
            </w:r>
            <w:r w:rsidR="00B512F4" w:rsidRPr="00BD4CA7">
              <w:rPr>
                <w:szCs w:val="20"/>
              </w:rPr>
              <w:t>.</w:t>
            </w:r>
          </w:p>
          <w:p w14:paraId="49E3EB19" w14:textId="77777777" w:rsidR="00D85C2E" w:rsidRPr="00BD4CA7" w:rsidRDefault="00A16296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m</w:t>
            </w:r>
            <w:r w:rsidR="00D85C2E" w:rsidRPr="00BD4CA7">
              <w:rPr>
                <w:szCs w:val="20"/>
              </w:rPr>
              <w:t>ore</w:t>
            </w:r>
            <w:proofErr w:type="gramEnd"/>
            <w:r w:rsidR="00D85C2E" w:rsidRPr="00BD4CA7">
              <w:rPr>
                <w:szCs w:val="20"/>
              </w:rPr>
              <w:t xml:space="preserve"> reliable, more accurate, less durable</w:t>
            </w:r>
            <w:r w:rsidR="00B512F4" w:rsidRPr="00BD4CA7">
              <w:rPr>
                <w:szCs w:val="20"/>
              </w:rPr>
              <w:t>.</w:t>
            </w:r>
          </w:p>
          <w:p w14:paraId="47BF09E7" w14:textId="77777777" w:rsidR="00D85C2E" w:rsidRPr="00BD4CA7" w:rsidRDefault="00A16296" w:rsidP="00D85C2E">
            <w:pPr>
              <w:pStyle w:val="BodyText"/>
              <w:numPr>
                <w:ilvl w:val="1"/>
                <w:numId w:val="28"/>
              </w:numPr>
              <w:ind w:left="695"/>
              <w:rPr>
                <w:szCs w:val="20"/>
              </w:rPr>
            </w:pPr>
            <w:proofErr w:type="gramStart"/>
            <w:r w:rsidRPr="00BD4CA7">
              <w:rPr>
                <w:szCs w:val="20"/>
              </w:rPr>
              <w:t>m</w:t>
            </w:r>
            <w:r w:rsidR="00D85C2E" w:rsidRPr="00BD4CA7">
              <w:rPr>
                <w:szCs w:val="20"/>
              </w:rPr>
              <w:t>ore</w:t>
            </w:r>
            <w:proofErr w:type="gramEnd"/>
            <w:r w:rsidR="00D85C2E" w:rsidRPr="00BD4CA7">
              <w:rPr>
                <w:szCs w:val="20"/>
              </w:rPr>
              <w:t xml:space="preserve"> reliable, more accurate, longer-lasting</w:t>
            </w:r>
            <w:r w:rsidR="00B512F4" w:rsidRPr="00BD4CA7">
              <w:rPr>
                <w:szCs w:val="20"/>
              </w:rPr>
              <w:t>.</w:t>
            </w:r>
          </w:p>
        </w:tc>
      </w:tr>
      <w:bookmarkEnd w:id="6"/>
    </w:tbl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05"/>
        <w:gridCol w:w="9900"/>
      </w:tblGrid>
      <w:tr w:rsidR="00A87194" w:rsidRPr="00A87194" w14:paraId="4DC09D50" w14:textId="77777777" w:rsidTr="00412854">
        <w:tc>
          <w:tcPr>
            <w:tcW w:w="1105" w:type="dxa"/>
          </w:tcPr>
          <w:p w14:paraId="1EE5B6EF" w14:textId="77777777" w:rsidR="00A87194" w:rsidRPr="00A87194" w:rsidRDefault="00A87194" w:rsidP="00FA437D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00" w:type="dxa"/>
          </w:tcPr>
          <w:p w14:paraId="6DA7A3DF" w14:textId="77777777" w:rsidR="00556EDE" w:rsidRDefault="00556EDE" w:rsidP="0029121B">
            <w:pPr>
              <w:keepNext/>
              <w:keepLines/>
              <w:rPr>
                <w:color w:val="000000"/>
                <w:u w:val="single"/>
              </w:rPr>
            </w:pPr>
          </w:p>
          <w:p w14:paraId="534692EE" w14:textId="77777777" w:rsidR="00556EDE" w:rsidRDefault="00556EDE" w:rsidP="00412854">
            <w:pPr>
              <w:keepNext/>
              <w:keepLines/>
              <w:rPr>
                <w:color w:val="000000"/>
              </w:rPr>
            </w:pPr>
          </w:p>
          <w:p w14:paraId="557F841C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17FC033C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3A14DF34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4DC38F87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62660C60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7FF5B303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0FE168C3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  <w:bookmarkStart w:id="7" w:name="_GoBack"/>
            <w:bookmarkEnd w:id="7"/>
          </w:p>
          <w:p w14:paraId="557CBF41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2DC20638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07755183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3AC4C6C9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2A0AEFB4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009A8856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436D0AB5" w14:textId="77777777" w:rsidR="004D76E9" w:rsidRDefault="004D76E9" w:rsidP="00412854">
            <w:pPr>
              <w:keepNext/>
              <w:keepLines/>
              <w:rPr>
                <w:color w:val="000000"/>
              </w:rPr>
            </w:pPr>
          </w:p>
          <w:p w14:paraId="494095D3" w14:textId="77777777" w:rsidR="00556EDE" w:rsidRPr="00556EDE" w:rsidRDefault="00E15461" w:rsidP="00412854">
            <w:pPr>
              <w:keepNext/>
              <w:keepLines/>
              <w:rPr>
                <w:i/>
                <w:color w:val="000000"/>
                <w:sz w:val="22"/>
                <w:szCs w:val="22"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4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</w:tc>
      </w:tr>
    </w:tbl>
    <w:p w14:paraId="715FE1D9" w14:textId="77777777" w:rsidR="00410493" w:rsidRDefault="00410493" w:rsidP="00FA437D">
      <w:pPr>
        <w:pStyle w:val="Header"/>
      </w:pPr>
    </w:p>
    <w:sectPr w:rsidR="00410493" w:rsidSect="00857197">
      <w:headerReference w:type="default" r:id="rId15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0AD6D" w14:textId="77777777" w:rsidR="00DA3235" w:rsidRDefault="00DA3235">
      <w:r>
        <w:separator/>
      </w:r>
    </w:p>
  </w:endnote>
  <w:endnote w:type="continuationSeparator" w:id="0">
    <w:p w14:paraId="4EFD646E" w14:textId="77777777" w:rsidR="00DA3235" w:rsidRDefault="00DA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D41FF" w14:textId="77777777" w:rsidR="00D57370" w:rsidRDefault="00D57370">
    <w:pPr>
      <w:pStyle w:val="Footer"/>
    </w:pPr>
  </w:p>
  <w:p w14:paraId="5799C4C7" w14:textId="77777777" w:rsidR="00D57370" w:rsidRDefault="0003518E" w:rsidP="00EC6A39">
    <w:pPr>
      <w:pStyle w:val="Footer"/>
      <w:jc w:val="right"/>
    </w:pPr>
    <w:r>
      <w:rPr>
        <w:noProof/>
      </w:rPr>
      <w:drawing>
        <wp:inline distT="0" distB="0" distL="0" distR="0" wp14:anchorId="0E03028A" wp14:editId="24852068">
          <wp:extent cx="935355" cy="297815"/>
          <wp:effectExtent l="1905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177A8" w14:textId="77777777" w:rsidR="006A5A93" w:rsidRPr="004B6382" w:rsidRDefault="006A5A93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9F22E5" w:rsidRPr="009F22E5">
      <w:rPr>
        <w:b/>
        <w:i/>
        <w:sz w:val="22"/>
      </w:rPr>
      <w:t xml:space="preserve"> </w:t>
    </w:r>
    <w:r w:rsidR="009F22E5">
      <w:rPr>
        <w:b/>
        <w:i/>
        <w:sz w:val="22"/>
      </w:rPr>
      <w:tab/>
    </w:r>
    <w:r w:rsidR="009F22E5">
      <w:rPr>
        <w:b/>
        <w:i/>
        <w:sz w:val="22"/>
      </w:rPr>
      <w:tab/>
    </w:r>
    <w:r w:rsidR="009F22E5" w:rsidRPr="004B6382">
      <w:rPr>
        <w:b/>
        <w:i/>
        <w:sz w:val="22"/>
      </w:rPr>
      <w:t xml:space="preserve">Page </w:t>
    </w:r>
    <w:r w:rsidR="00104D9F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PAGE </w:instrText>
    </w:r>
    <w:r w:rsidR="00104D9F" w:rsidRPr="004B6382">
      <w:rPr>
        <w:b/>
        <w:i/>
        <w:sz w:val="22"/>
      </w:rPr>
      <w:fldChar w:fldCharType="separate"/>
    </w:r>
    <w:r w:rsidR="00E15461">
      <w:rPr>
        <w:b/>
        <w:i/>
        <w:noProof/>
        <w:sz w:val="22"/>
      </w:rPr>
      <w:t>3</w:t>
    </w:r>
    <w:r w:rsidR="00104D9F" w:rsidRPr="004B6382">
      <w:rPr>
        <w:b/>
        <w:i/>
        <w:sz w:val="22"/>
      </w:rPr>
      <w:fldChar w:fldCharType="end"/>
    </w:r>
    <w:r w:rsidR="009F22E5" w:rsidRPr="004B6382">
      <w:rPr>
        <w:b/>
        <w:i/>
        <w:sz w:val="22"/>
      </w:rPr>
      <w:t xml:space="preserve"> of </w:t>
    </w:r>
    <w:r w:rsidR="00104D9F" w:rsidRPr="004B6382">
      <w:rPr>
        <w:b/>
        <w:i/>
        <w:sz w:val="22"/>
      </w:rPr>
      <w:fldChar w:fldCharType="begin"/>
    </w:r>
    <w:r w:rsidR="009F22E5" w:rsidRPr="004B6382">
      <w:rPr>
        <w:b/>
        <w:i/>
        <w:sz w:val="22"/>
      </w:rPr>
      <w:instrText xml:space="preserve"> NUMPAGES </w:instrText>
    </w:r>
    <w:r w:rsidR="00104D9F" w:rsidRPr="004B6382">
      <w:rPr>
        <w:b/>
        <w:i/>
        <w:sz w:val="22"/>
      </w:rPr>
      <w:fldChar w:fldCharType="separate"/>
    </w:r>
    <w:r w:rsidR="00E15461">
      <w:rPr>
        <w:b/>
        <w:i/>
        <w:noProof/>
        <w:sz w:val="22"/>
      </w:rPr>
      <w:t>3</w:t>
    </w:r>
    <w:r w:rsidR="00104D9F" w:rsidRPr="004B6382">
      <w:rPr>
        <w:b/>
        <w:i/>
        <w:sz w:val="22"/>
      </w:rPr>
      <w:fldChar w:fldCharType="end"/>
    </w:r>
  </w:p>
  <w:p w14:paraId="50F85E0B" w14:textId="77777777" w:rsidR="00D57370" w:rsidRPr="006A5A93" w:rsidRDefault="00104D9F" w:rsidP="006A5A9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A5A93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E15461">
      <w:rPr>
        <w:i/>
        <w:noProof/>
        <w:sz w:val="22"/>
      </w:rPr>
      <w:t>Sensors_P1_KP_PG_May2017.docx</w:t>
    </w:r>
    <w:r w:rsidRPr="004B6382">
      <w:rPr>
        <w:i/>
        <w:sz w:val="22"/>
      </w:rPr>
      <w:fldChar w:fldCharType="end"/>
    </w:r>
    <w:r w:rsidR="006A5A93" w:rsidRPr="004B6382">
      <w:rPr>
        <w:i/>
        <w:sz w:val="22"/>
      </w:rPr>
      <w:tab/>
    </w:r>
    <w:r w:rsidR="006A5A93" w:rsidRPr="004B6382">
      <w:rPr>
        <w:b/>
        <w:i/>
        <w:sz w:val="22"/>
      </w:rPr>
      <w:tab/>
    </w:r>
    <w:r w:rsidR="000B0603">
      <w:rPr>
        <w:b/>
        <w:i/>
        <w:sz w:val="22"/>
      </w:rPr>
      <w:t>Introduction to Sensors KP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4F959" w14:textId="77777777" w:rsidR="00D57370" w:rsidRDefault="00D57370">
    <w:pPr>
      <w:pStyle w:val="Footer"/>
    </w:pPr>
  </w:p>
  <w:p w14:paraId="7CEEC10A" w14:textId="77777777" w:rsidR="00D57370" w:rsidRDefault="00D57370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82F3B" w14:textId="77777777" w:rsidR="00DA3235" w:rsidRDefault="00DA3235">
      <w:r>
        <w:separator/>
      </w:r>
    </w:p>
  </w:footnote>
  <w:footnote w:type="continuationSeparator" w:id="0">
    <w:p w14:paraId="291E3863" w14:textId="77777777" w:rsidR="00DA3235" w:rsidRDefault="00DA32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5FEB9" w14:textId="77777777" w:rsidR="00D57370" w:rsidRDefault="0003518E" w:rsidP="00EC6A39">
    <w:pPr>
      <w:pStyle w:val="Header"/>
      <w:jc w:val="right"/>
    </w:pPr>
    <w:r>
      <w:rPr>
        <w:noProof/>
      </w:rPr>
      <w:drawing>
        <wp:inline distT="0" distB="0" distL="0" distR="0" wp14:anchorId="60FA521A" wp14:editId="7E2C8BFA">
          <wp:extent cx="935355" cy="297815"/>
          <wp:effectExtent l="1905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355" cy="297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F29BFF1" w14:textId="77777777" w:rsidR="00D57370" w:rsidRDefault="00D573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E6EDB" w14:textId="77777777" w:rsidR="00D57370" w:rsidRDefault="00D57370" w:rsidP="00EC6A39">
    <w:pPr>
      <w:pStyle w:val="Header"/>
      <w:jc w:val="right"/>
    </w:pPr>
  </w:p>
  <w:p w14:paraId="755F8931" w14:textId="77777777" w:rsidR="00D57370" w:rsidRDefault="00D5737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B97E5" w14:textId="77777777" w:rsidR="00D57370" w:rsidRDefault="00D573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098"/>
    <w:multiLevelType w:val="hybridMultilevel"/>
    <w:tmpl w:val="6C6616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BE2269"/>
    <w:multiLevelType w:val="hybridMultilevel"/>
    <w:tmpl w:val="B8C6F3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5321B"/>
    <w:multiLevelType w:val="multilevel"/>
    <w:tmpl w:val="05480D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5E58BA"/>
    <w:multiLevelType w:val="hybridMultilevel"/>
    <w:tmpl w:val="4496A21E"/>
    <w:lvl w:ilvl="0" w:tplc="E52EAE6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2366DC"/>
    <w:multiLevelType w:val="multilevel"/>
    <w:tmpl w:val="A23A3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660C6"/>
    <w:multiLevelType w:val="hybridMultilevel"/>
    <w:tmpl w:val="82463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A2622"/>
    <w:multiLevelType w:val="multilevel"/>
    <w:tmpl w:val="5C74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A610E"/>
    <w:multiLevelType w:val="hybridMultilevel"/>
    <w:tmpl w:val="E3BC4E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9D4581D"/>
    <w:multiLevelType w:val="multilevel"/>
    <w:tmpl w:val="4914DE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1781C"/>
    <w:multiLevelType w:val="hybridMultilevel"/>
    <w:tmpl w:val="2BFA6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9005AA"/>
    <w:multiLevelType w:val="multilevel"/>
    <w:tmpl w:val="D310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D23D62"/>
    <w:multiLevelType w:val="multilevel"/>
    <w:tmpl w:val="2B582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9">
    <w:nsid w:val="59FE305E"/>
    <w:multiLevelType w:val="multilevel"/>
    <w:tmpl w:val="948AEB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B5E004F"/>
    <w:multiLevelType w:val="hybridMultilevel"/>
    <w:tmpl w:val="1BCA7F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53679E"/>
    <w:multiLevelType w:val="hybridMultilevel"/>
    <w:tmpl w:val="AB62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B6C5E"/>
    <w:multiLevelType w:val="hybridMultilevel"/>
    <w:tmpl w:val="3D543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3672D58"/>
    <w:multiLevelType w:val="hybridMultilevel"/>
    <w:tmpl w:val="18C0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AD2E3F"/>
    <w:multiLevelType w:val="hybridMultilevel"/>
    <w:tmpl w:val="CC985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240183"/>
    <w:multiLevelType w:val="hybridMultilevel"/>
    <w:tmpl w:val="422857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DD19D8"/>
    <w:multiLevelType w:val="hybridMultilevel"/>
    <w:tmpl w:val="5D7CB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8"/>
  </w:num>
  <w:num w:numId="4">
    <w:abstractNumId w:val="16"/>
  </w:num>
  <w:num w:numId="5">
    <w:abstractNumId w:val="5"/>
  </w:num>
  <w:num w:numId="6">
    <w:abstractNumId w:val="27"/>
  </w:num>
  <w:num w:numId="7">
    <w:abstractNumId w:val="2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12"/>
  </w:num>
  <w:num w:numId="13">
    <w:abstractNumId w:val="25"/>
  </w:num>
  <w:num w:numId="14">
    <w:abstractNumId w:val="21"/>
  </w:num>
  <w:num w:numId="15">
    <w:abstractNumId w:val="24"/>
  </w:num>
  <w:num w:numId="16">
    <w:abstractNumId w:val="6"/>
  </w:num>
  <w:num w:numId="17">
    <w:abstractNumId w:val="8"/>
  </w:num>
  <w:num w:numId="18">
    <w:abstractNumId w:val="13"/>
  </w:num>
  <w:num w:numId="19">
    <w:abstractNumId w:val="26"/>
  </w:num>
  <w:num w:numId="20">
    <w:abstractNumId w:val="0"/>
  </w:num>
  <w:num w:numId="21">
    <w:abstractNumId w:val="28"/>
  </w:num>
  <w:num w:numId="22">
    <w:abstractNumId w:val="15"/>
  </w:num>
  <w:num w:numId="23">
    <w:abstractNumId w:val="19"/>
  </w:num>
  <w:num w:numId="24">
    <w:abstractNumId w:val="2"/>
  </w:num>
  <w:num w:numId="25">
    <w:abstractNumId w:val="14"/>
  </w:num>
  <w:num w:numId="26">
    <w:abstractNumId w:val="3"/>
  </w:num>
  <w:num w:numId="27">
    <w:abstractNumId w:val="11"/>
  </w:num>
  <w:num w:numId="28">
    <w:abstractNumId w:val="22"/>
  </w:num>
  <w:num w:numId="2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C57"/>
    <w:rsid w:val="00022C61"/>
    <w:rsid w:val="0003518E"/>
    <w:rsid w:val="00040D75"/>
    <w:rsid w:val="000519F8"/>
    <w:rsid w:val="0005565C"/>
    <w:rsid w:val="00085C77"/>
    <w:rsid w:val="00095DDD"/>
    <w:rsid w:val="00097CC8"/>
    <w:rsid w:val="000A6D08"/>
    <w:rsid w:val="000B0603"/>
    <w:rsid w:val="000C04B3"/>
    <w:rsid w:val="000C4088"/>
    <w:rsid w:val="000F1F79"/>
    <w:rsid w:val="000F4EAC"/>
    <w:rsid w:val="00104D9F"/>
    <w:rsid w:val="00111E39"/>
    <w:rsid w:val="001131A8"/>
    <w:rsid w:val="0012192B"/>
    <w:rsid w:val="00131F84"/>
    <w:rsid w:val="00137CB7"/>
    <w:rsid w:val="00141AA9"/>
    <w:rsid w:val="00145A91"/>
    <w:rsid w:val="0014607B"/>
    <w:rsid w:val="00155C96"/>
    <w:rsid w:val="00170252"/>
    <w:rsid w:val="00172A45"/>
    <w:rsid w:val="00172E99"/>
    <w:rsid w:val="00190D4B"/>
    <w:rsid w:val="001A7425"/>
    <w:rsid w:val="001B0463"/>
    <w:rsid w:val="001C1989"/>
    <w:rsid w:val="001D6446"/>
    <w:rsid w:val="001E733B"/>
    <w:rsid w:val="0020748A"/>
    <w:rsid w:val="002239A7"/>
    <w:rsid w:val="00260895"/>
    <w:rsid w:val="00264CFE"/>
    <w:rsid w:val="00274F5A"/>
    <w:rsid w:val="00276A1F"/>
    <w:rsid w:val="002804AB"/>
    <w:rsid w:val="0029121B"/>
    <w:rsid w:val="002A1736"/>
    <w:rsid w:val="002B5712"/>
    <w:rsid w:val="002B64EE"/>
    <w:rsid w:val="002F7867"/>
    <w:rsid w:val="0031064E"/>
    <w:rsid w:val="003237FA"/>
    <w:rsid w:val="0034614D"/>
    <w:rsid w:val="003531C6"/>
    <w:rsid w:val="00355290"/>
    <w:rsid w:val="003562A4"/>
    <w:rsid w:val="003609F1"/>
    <w:rsid w:val="003A0197"/>
    <w:rsid w:val="003A23E4"/>
    <w:rsid w:val="003A52A8"/>
    <w:rsid w:val="003A5B8A"/>
    <w:rsid w:val="003C3253"/>
    <w:rsid w:val="003D4620"/>
    <w:rsid w:val="003E3BB8"/>
    <w:rsid w:val="00401B67"/>
    <w:rsid w:val="00401F43"/>
    <w:rsid w:val="00402A78"/>
    <w:rsid w:val="00410493"/>
    <w:rsid w:val="00412854"/>
    <w:rsid w:val="00415A3F"/>
    <w:rsid w:val="0043567D"/>
    <w:rsid w:val="00441A69"/>
    <w:rsid w:val="00452A56"/>
    <w:rsid w:val="00456E84"/>
    <w:rsid w:val="0046023B"/>
    <w:rsid w:val="0046409E"/>
    <w:rsid w:val="00464EA1"/>
    <w:rsid w:val="00473FB8"/>
    <w:rsid w:val="00476BBB"/>
    <w:rsid w:val="004A55B0"/>
    <w:rsid w:val="004B0B95"/>
    <w:rsid w:val="004D76E9"/>
    <w:rsid w:val="004E43AF"/>
    <w:rsid w:val="004E489A"/>
    <w:rsid w:val="00516480"/>
    <w:rsid w:val="00525AEF"/>
    <w:rsid w:val="00526947"/>
    <w:rsid w:val="00530481"/>
    <w:rsid w:val="0053138B"/>
    <w:rsid w:val="00545DC0"/>
    <w:rsid w:val="005460FD"/>
    <w:rsid w:val="00556EDE"/>
    <w:rsid w:val="0056387F"/>
    <w:rsid w:val="00572BFE"/>
    <w:rsid w:val="00576390"/>
    <w:rsid w:val="005A0723"/>
    <w:rsid w:val="005C593C"/>
    <w:rsid w:val="005D0DFB"/>
    <w:rsid w:val="005D25E4"/>
    <w:rsid w:val="005E0B74"/>
    <w:rsid w:val="005F0D7E"/>
    <w:rsid w:val="005F2B0F"/>
    <w:rsid w:val="005F7088"/>
    <w:rsid w:val="0062015A"/>
    <w:rsid w:val="0062035A"/>
    <w:rsid w:val="006217F2"/>
    <w:rsid w:val="0062513A"/>
    <w:rsid w:val="00644AE8"/>
    <w:rsid w:val="00666BC6"/>
    <w:rsid w:val="00684F3E"/>
    <w:rsid w:val="006922A2"/>
    <w:rsid w:val="006A5A93"/>
    <w:rsid w:val="006C1ED1"/>
    <w:rsid w:val="006F0C56"/>
    <w:rsid w:val="007113A2"/>
    <w:rsid w:val="007201F7"/>
    <w:rsid w:val="0072378F"/>
    <w:rsid w:val="00731371"/>
    <w:rsid w:val="00734B4D"/>
    <w:rsid w:val="00735A72"/>
    <w:rsid w:val="0074105A"/>
    <w:rsid w:val="00754242"/>
    <w:rsid w:val="00765841"/>
    <w:rsid w:val="007744CF"/>
    <w:rsid w:val="007914DB"/>
    <w:rsid w:val="00796BE5"/>
    <w:rsid w:val="007B285F"/>
    <w:rsid w:val="007C40F0"/>
    <w:rsid w:val="007E1A1D"/>
    <w:rsid w:val="00810584"/>
    <w:rsid w:val="0084228C"/>
    <w:rsid w:val="00857197"/>
    <w:rsid w:val="00871A98"/>
    <w:rsid w:val="00881286"/>
    <w:rsid w:val="008847C8"/>
    <w:rsid w:val="008877B1"/>
    <w:rsid w:val="008976FC"/>
    <w:rsid w:val="008C7A99"/>
    <w:rsid w:val="008F6A44"/>
    <w:rsid w:val="00911D63"/>
    <w:rsid w:val="0093016F"/>
    <w:rsid w:val="0093397E"/>
    <w:rsid w:val="00943632"/>
    <w:rsid w:val="009475C1"/>
    <w:rsid w:val="00973FF2"/>
    <w:rsid w:val="0098351A"/>
    <w:rsid w:val="00986200"/>
    <w:rsid w:val="0099785A"/>
    <w:rsid w:val="009A0B99"/>
    <w:rsid w:val="009A257F"/>
    <w:rsid w:val="009A79C4"/>
    <w:rsid w:val="009C4B87"/>
    <w:rsid w:val="009C70E7"/>
    <w:rsid w:val="009F1EA9"/>
    <w:rsid w:val="009F22E5"/>
    <w:rsid w:val="00A13D1C"/>
    <w:rsid w:val="00A16296"/>
    <w:rsid w:val="00A25DB0"/>
    <w:rsid w:val="00A31583"/>
    <w:rsid w:val="00A52691"/>
    <w:rsid w:val="00A56352"/>
    <w:rsid w:val="00A82019"/>
    <w:rsid w:val="00A87194"/>
    <w:rsid w:val="00A9530F"/>
    <w:rsid w:val="00AA2556"/>
    <w:rsid w:val="00AB24B3"/>
    <w:rsid w:val="00AD14AE"/>
    <w:rsid w:val="00AD7329"/>
    <w:rsid w:val="00AE60C3"/>
    <w:rsid w:val="00B05761"/>
    <w:rsid w:val="00B11A44"/>
    <w:rsid w:val="00B512F4"/>
    <w:rsid w:val="00B84D11"/>
    <w:rsid w:val="00B970C3"/>
    <w:rsid w:val="00BA5269"/>
    <w:rsid w:val="00BB2928"/>
    <w:rsid w:val="00BD0D14"/>
    <w:rsid w:val="00BD4CA7"/>
    <w:rsid w:val="00BE3DE8"/>
    <w:rsid w:val="00BE5F73"/>
    <w:rsid w:val="00BF4FEC"/>
    <w:rsid w:val="00BF5C1E"/>
    <w:rsid w:val="00C04297"/>
    <w:rsid w:val="00C31830"/>
    <w:rsid w:val="00C42658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D7E64"/>
    <w:rsid w:val="00CE4AC4"/>
    <w:rsid w:val="00CF1339"/>
    <w:rsid w:val="00D03DD7"/>
    <w:rsid w:val="00D11095"/>
    <w:rsid w:val="00D11481"/>
    <w:rsid w:val="00D15029"/>
    <w:rsid w:val="00D43076"/>
    <w:rsid w:val="00D46875"/>
    <w:rsid w:val="00D46C5A"/>
    <w:rsid w:val="00D57370"/>
    <w:rsid w:val="00D7491B"/>
    <w:rsid w:val="00D85C2E"/>
    <w:rsid w:val="00D86855"/>
    <w:rsid w:val="00D92DDE"/>
    <w:rsid w:val="00DA23E5"/>
    <w:rsid w:val="00DA2E34"/>
    <w:rsid w:val="00DA3235"/>
    <w:rsid w:val="00DB2D45"/>
    <w:rsid w:val="00DD25B4"/>
    <w:rsid w:val="00DD35BA"/>
    <w:rsid w:val="00DF47AC"/>
    <w:rsid w:val="00DF54BA"/>
    <w:rsid w:val="00DF65F7"/>
    <w:rsid w:val="00E15461"/>
    <w:rsid w:val="00E54B53"/>
    <w:rsid w:val="00E64F98"/>
    <w:rsid w:val="00E87E08"/>
    <w:rsid w:val="00EA31C9"/>
    <w:rsid w:val="00EC364A"/>
    <w:rsid w:val="00EC58CF"/>
    <w:rsid w:val="00EC6A39"/>
    <w:rsid w:val="00EE47F6"/>
    <w:rsid w:val="00F012B4"/>
    <w:rsid w:val="00F05F41"/>
    <w:rsid w:val="00F15CE7"/>
    <w:rsid w:val="00F32980"/>
    <w:rsid w:val="00F473EE"/>
    <w:rsid w:val="00F5340B"/>
    <w:rsid w:val="00F65E74"/>
    <w:rsid w:val="00F72140"/>
    <w:rsid w:val="00F7215A"/>
    <w:rsid w:val="00F769F3"/>
    <w:rsid w:val="00F77B61"/>
    <w:rsid w:val="00F800DE"/>
    <w:rsid w:val="00F80591"/>
    <w:rsid w:val="00F91CB4"/>
    <w:rsid w:val="00FA437D"/>
    <w:rsid w:val="00FC4158"/>
    <w:rsid w:val="00FD127E"/>
    <w:rsid w:val="00FE676E"/>
    <w:rsid w:val="00FE72B1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EB7D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AC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F4EA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EAC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EAC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EA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EA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EA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F4EAC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4EA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4EA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F4EAC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F4EAC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F4EAC"/>
    <w:rPr>
      <w:color w:val="800080"/>
      <w:u w:val="single"/>
    </w:rPr>
  </w:style>
  <w:style w:type="character" w:styleId="Hyperlink">
    <w:name w:val="Hyperlink"/>
    <w:basedOn w:val="DefaultParagraphFont"/>
    <w:rsid w:val="000F4EAC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F4EAC"/>
  </w:style>
  <w:style w:type="paragraph" w:styleId="TOC2">
    <w:name w:val="toc 2"/>
    <w:basedOn w:val="Normal"/>
    <w:next w:val="Normal"/>
    <w:autoRedefine/>
    <w:semiHidden/>
    <w:rsid w:val="000F4EAC"/>
    <w:pPr>
      <w:ind w:left="240"/>
    </w:pPr>
  </w:style>
  <w:style w:type="paragraph" w:styleId="TOC3">
    <w:name w:val="toc 3"/>
    <w:basedOn w:val="Normal"/>
    <w:next w:val="Normal"/>
    <w:autoRedefine/>
    <w:semiHidden/>
    <w:rsid w:val="000F4EAC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F4EAC"/>
    <w:pPr>
      <w:keepLines/>
    </w:pPr>
    <w:rPr>
      <w:color w:val="000000"/>
    </w:rPr>
  </w:style>
  <w:style w:type="paragraph" w:customStyle="1" w:styleId="dldl1">
    <w:name w:val="dldl1"/>
    <w:basedOn w:val="BodyText"/>
    <w:rsid w:val="000F4EAC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F4EAC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F4EAC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F4EAC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F4EAC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F4EAC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F4EAC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F4EAC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F4EAC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F4EAC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F4EA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F4EAC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F4EAC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F4EAC"/>
    <w:pPr>
      <w:jc w:val="center"/>
    </w:pPr>
    <w:rPr>
      <w:b/>
    </w:rPr>
  </w:style>
  <w:style w:type="numbering" w:styleId="111111">
    <w:name w:val="Outline List 2"/>
    <w:basedOn w:val="NoList"/>
    <w:rsid w:val="000F4EAC"/>
    <w:pPr>
      <w:numPr>
        <w:numId w:val="2"/>
      </w:numPr>
    </w:pPr>
  </w:style>
  <w:style w:type="paragraph" w:customStyle="1" w:styleId="OINumber">
    <w:name w:val="OI_Number"/>
    <w:basedOn w:val="Normal"/>
    <w:rsid w:val="000F4EAC"/>
    <w:pPr>
      <w:spacing w:before="80"/>
    </w:pPr>
    <w:rPr>
      <w:b/>
      <w:sz w:val="16"/>
    </w:rPr>
  </w:style>
  <w:style w:type="paragraph" w:styleId="BodyText">
    <w:name w:val="Body Text"/>
    <w:basedOn w:val="Normal"/>
    <w:rsid w:val="000F4EAC"/>
    <w:rPr>
      <w:szCs w:val="22"/>
    </w:rPr>
  </w:style>
  <w:style w:type="paragraph" w:styleId="BodyText2">
    <w:name w:val="Body Text 2"/>
    <w:basedOn w:val="Normal"/>
    <w:rsid w:val="000F4EAC"/>
    <w:pPr>
      <w:spacing w:after="120" w:line="480" w:lineRule="auto"/>
    </w:pPr>
  </w:style>
  <w:style w:type="paragraph" w:customStyle="1" w:styleId="EffectiveDate0">
    <w:name w:val="Effective_Date"/>
    <w:basedOn w:val="Normal"/>
    <w:rsid w:val="000F4EAC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F4EAC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F4EAC"/>
    <w:pPr>
      <w:numPr>
        <w:numId w:val="8"/>
      </w:numPr>
    </w:pPr>
  </w:style>
  <w:style w:type="paragraph" w:customStyle="1" w:styleId="ColumnHeader">
    <w:name w:val="ColumnHeader"/>
    <w:basedOn w:val="BodyText"/>
    <w:rsid w:val="000F4EAC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F4EAC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0F4EAC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3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3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33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A5A93"/>
    <w:rPr>
      <w:sz w:val="24"/>
      <w:szCs w:val="24"/>
    </w:rPr>
  </w:style>
  <w:style w:type="paragraph" w:styleId="Revision">
    <w:name w:val="Revision"/>
    <w:hidden/>
    <w:uiPriority w:val="99"/>
    <w:semiHidden/>
    <w:rsid w:val="00C042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4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3</Pages>
  <Words>565</Words>
  <Characters>3226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2012-04-17T23:59:00Z</cp:lastPrinted>
  <dcterms:created xsi:type="dcterms:W3CDTF">2017-05-15T16:29:00Z</dcterms:created>
  <dcterms:modified xsi:type="dcterms:W3CDTF">2017-05-15T16:30:00Z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Micropumps Final Assessment</vt:lpwstr>
  </property>
  <property fmtid="{D5CDD505-2E9C-101B-9397-08002B2CF9AE}" pid="3" name="Module Title">
    <vt:lpwstr>Test Name</vt:lpwstr>
  </property>
  <property fmtid="{D5CDD505-2E9C-101B-9397-08002B2CF9AE}" pid="4" name="docID">
    <vt:lpwstr>App_Pumps_FA10</vt:lpwstr>
  </property>
  <property fmtid="{D5CDD505-2E9C-101B-9397-08002B2CF9AE}" pid="5" name="docPath">
    <vt:lpwstr>C:\xtProject\App_Pumps_FA10\App_Pumps_FA10.doc</vt:lpwstr>
  </property>
  <property fmtid="{D5CDD505-2E9C-101B-9397-08002B2CF9AE}" pid="6" name="Module Number">
    <vt:lpwstr>     </vt:lpwstr>
  </property>
  <property fmtid="{D5CDD505-2E9C-101B-9397-08002B2CF9AE}" pid="7" name="Copyright">
    <vt:lpwstr>c.2007 NSF-ATE</vt:lpwstr>
  </property>
</Properties>
</file>